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5D5" w:rsidRDefault="00AD25D5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AD25D5" w:rsidRDefault="00224BB2">
      <w:pPr>
        <w:spacing w:line="200" w:lineRule="atLeast"/>
        <w:ind w:left="1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n-AU" w:eastAsia="en-AU"/>
        </w:rPr>
        <mc:AlternateContent>
          <mc:Choice Requires="wpg">
            <w:drawing>
              <wp:inline distT="0" distB="0" distL="0" distR="0">
                <wp:extent cx="10254615" cy="924560"/>
                <wp:effectExtent l="0" t="0" r="3810" b="8890"/>
                <wp:docPr id="194" name="Group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54615" cy="924560"/>
                          <a:chOff x="0" y="0"/>
                          <a:chExt cx="16149" cy="1456"/>
                        </a:xfrm>
                      </wpg:grpSpPr>
                      <wpg:grpSp>
                        <wpg:cNvPr id="195" name="Group 19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6149" cy="1456"/>
                            <a:chOff x="0" y="0"/>
                            <a:chExt cx="16149" cy="1456"/>
                          </a:xfrm>
                        </wpg:grpSpPr>
                        <wps:wsp>
                          <wps:cNvPr id="196" name="Freeform 199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6149" cy="1456"/>
                            </a:xfrm>
                            <a:custGeom>
                              <a:avLst/>
                              <a:gdLst>
                                <a:gd name="T0" fmla="*/ 160 w 16149"/>
                                <a:gd name="T1" fmla="*/ 0 h 1456"/>
                                <a:gd name="T2" fmla="*/ 89 w 16149"/>
                                <a:gd name="T3" fmla="*/ 1 h 1456"/>
                                <a:gd name="T4" fmla="*/ 28 w 16149"/>
                                <a:gd name="T5" fmla="*/ 14 h 1456"/>
                                <a:gd name="T6" fmla="*/ 1 w 16149"/>
                                <a:gd name="T7" fmla="*/ 80 h 1456"/>
                                <a:gd name="T8" fmla="*/ 0 w 16149"/>
                                <a:gd name="T9" fmla="*/ 1334 h 1456"/>
                                <a:gd name="T10" fmla="*/ 1 w 16149"/>
                                <a:gd name="T11" fmla="*/ 1366 h 1456"/>
                                <a:gd name="T12" fmla="*/ 14 w 16149"/>
                                <a:gd name="T13" fmla="*/ 1427 h 1456"/>
                                <a:gd name="T14" fmla="*/ 80 w 16149"/>
                                <a:gd name="T15" fmla="*/ 1454 h 1456"/>
                                <a:gd name="T16" fmla="*/ 146 w 16149"/>
                                <a:gd name="T17" fmla="*/ 1455 h 1456"/>
                                <a:gd name="T18" fmla="*/ 16027 w 16149"/>
                                <a:gd name="T19" fmla="*/ 1455 h 1456"/>
                                <a:gd name="T20" fmla="*/ 16106 w 16149"/>
                                <a:gd name="T21" fmla="*/ 1448 h 1456"/>
                                <a:gd name="T22" fmla="*/ 16145 w 16149"/>
                                <a:gd name="T23" fmla="*/ 1399 h 1456"/>
                                <a:gd name="T24" fmla="*/ 16149 w 16149"/>
                                <a:gd name="T25" fmla="*/ 1334 h 1456"/>
                                <a:gd name="T26" fmla="*/ 16149 w 16149"/>
                                <a:gd name="T27" fmla="*/ 122 h 1456"/>
                                <a:gd name="T28" fmla="*/ 16148 w 16149"/>
                                <a:gd name="T29" fmla="*/ 90 h 1456"/>
                                <a:gd name="T30" fmla="*/ 16135 w 16149"/>
                                <a:gd name="T31" fmla="*/ 28 h 1456"/>
                                <a:gd name="T32" fmla="*/ 16069 w 16149"/>
                                <a:gd name="T33" fmla="*/ 1 h 1456"/>
                                <a:gd name="T34" fmla="*/ 160 w 16149"/>
                                <a:gd name="T35" fmla="*/ 0 h 14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16149" h="1456">
                                  <a:moveTo>
                                    <a:pt x="160" y="0"/>
                                  </a:moveTo>
                                  <a:lnTo>
                                    <a:pt x="89" y="1"/>
                                  </a:lnTo>
                                  <a:lnTo>
                                    <a:pt x="28" y="14"/>
                                  </a:lnTo>
                                  <a:lnTo>
                                    <a:pt x="1" y="80"/>
                                  </a:lnTo>
                                  <a:lnTo>
                                    <a:pt x="0" y="1334"/>
                                  </a:lnTo>
                                  <a:lnTo>
                                    <a:pt x="1" y="1366"/>
                                  </a:lnTo>
                                  <a:lnTo>
                                    <a:pt x="14" y="1427"/>
                                  </a:lnTo>
                                  <a:lnTo>
                                    <a:pt x="80" y="1454"/>
                                  </a:lnTo>
                                  <a:lnTo>
                                    <a:pt x="146" y="1455"/>
                                  </a:lnTo>
                                  <a:lnTo>
                                    <a:pt x="16027" y="1455"/>
                                  </a:lnTo>
                                  <a:lnTo>
                                    <a:pt x="16106" y="1448"/>
                                  </a:lnTo>
                                  <a:lnTo>
                                    <a:pt x="16145" y="1399"/>
                                  </a:lnTo>
                                  <a:lnTo>
                                    <a:pt x="16149" y="1334"/>
                                  </a:lnTo>
                                  <a:lnTo>
                                    <a:pt x="16149" y="122"/>
                                  </a:lnTo>
                                  <a:lnTo>
                                    <a:pt x="16148" y="90"/>
                                  </a:lnTo>
                                  <a:lnTo>
                                    <a:pt x="16135" y="28"/>
                                  </a:lnTo>
                                  <a:lnTo>
                                    <a:pt x="16069" y="1"/>
                                  </a:lnTo>
                                  <a:lnTo>
                                    <a:pt x="16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0959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97" name="Picture 19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88" y="132"/>
                              <a:ext cx="3851" cy="11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198" name="Text Box 1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49" cy="1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D25D5" w:rsidRDefault="00EA2794">
                                <w:pPr>
                                  <w:spacing w:before="252"/>
                                  <w:ind w:left="5154"/>
                                  <w:rPr>
                                    <w:rFonts w:ascii="Calibri" w:eastAsia="Calibri" w:hAnsi="Calibri" w:cs="Calibri"/>
                                    <w:sz w:val="79"/>
                                    <w:szCs w:val="79"/>
                                  </w:rPr>
                                </w:pPr>
                                <w:r>
                                  <w:rPr>
                                    <w:rFonts w:ascii="Calibri"/>
                                    <w:b/>
                                    <w:color w:val="FFFFFF"/>
                                    <w:spacing w:val="-5"/>
                                    <w:w w:val="125"/>
                                    <w:sz w:val="79"/>
                                  </w:rPr>
                                  <w:t>S</w:t>
                                </w:r>
                                <w:r>
                                  <w:rPr>
                                    <w:rFonts w:ascii="Calibri"/>
                                    <w:b/>
                                    <w:color w:val="FFFFFF"/>
                                    <w:spacing w:val="-6"/>
                                    <w:w w:val="125"/>
                                    <w:sz w:val="79"/>
                                  </w:rPr>
                                  <w:t>trat</w:t>
                                </w:r>
                                <w:r>
                                  <w:rPr>
                                    <w:rFonts w:ascii="Calibri"/>
                                    <w:b/>
                                    <w:color w:val="FFFFFF"/>
                                    <w:spacing w:val="-5"/>
                                    <w:w w:val="125"/>
                                    <w:sz w:val="79"/>
                                  </w:rPr>
                                  <w:t>egic</w:t>
                                </w:r>
                                <w:r>
                                  <w:rPr>
                                    <w:rFonts w:ascii="Calibri"/>
                                    <w:b/>
                                    <w:color w:val="FFFFFF"/>
                                    <w:spacing w:val="-42"/>
                                    <w:w w:val="125"/>
                                    <w:sz w:val="79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color w:val="FFFFFF"/>
                                    <w:w w:val="125"/>
                                    <w:sz w:val="79"/>
                                  </w:rPr>
                                  <w:t>Plan</w:t>
                                </w:r>
                                <w:r>
                                  <w:rPr>
                                    <w:rFonts w:ascii="Calibri"/>
                                    <w:b/>
                                    <w:color w:val="FFFFFF"/>
                                    <w:spacing w:val="-42"/>
                                    <w:w w:val="125"/>
                                    <w:sz w:val="79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color w:val="FFFFFF"/>
                                    <w:spacing w:val="-1"/>
                                    <w:w w:val="125"/>
                                    <w:sz w:val="79"/>
                                  </w:rPr>
                                  <w:t>20</w:t>
                                </w:r>
                                <w:r>
                                  <w:rPr>
                                    <w:rFonts w:ascii="Calibri"/>
                                    <w:b/>
                                    <w:color w:val="FFFFFF"/>
                                    <w:spacing w:val="-2"/>
                                    <w:w w:val="125"/>
                                    <w:sz w:val="79"/>
                                  </w:rPr>
                                  <w:t>16-2019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95" o:spid="_x0000_s1026" style="width:807.45pt;height:72.8pt;mso-position-horizontal-relative:char;mso-position-vertical-relative:line" coordsize="16149,14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">
                <v:group id="Group 196" o:spid="_x0000_s1027" style="position:absolute;width:16149;height:1456" coordsize="16149,14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7msQ8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5x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uaxDwwAAANwAAAAP&#10;AAAAAAAAAAAAAAAAAKoCAABkcnMvZG93bnJldi54bWxQSwUGAAAAAAQABAD6AAAAmgMAAAAA&#10;">
                  <v:shape id="Freeform 199" o:spid="_x0000_s1028" style="position:absolute;width:16149;height:1456;visibility:visible;mso-wrap-style:square;v-text-anchor:top" coordsize="16149,1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DOUsUA&#10;AADcAAAADwAAAGRycy9kb3ducmV2LnhtbESPQWsCMRCF74L/IYzQW81qUdvVKFK6IFgRrdDrsBl3&#10;FzeTbZLq+u+NIHib4b33zZvZojW1OJPzlWUFg34Cgji3uuJCweEne30H4QOyxtoyKbiSh8W825lh&#10;qu2Fd3Teh0JECPsUFZQhNKmUPi/JoO/bhjhqR+sMhri6QmqHlwg3tRwmyVgarDheKLGhz5Ly0/7f&#10;KFj/7rLJaHj828ps8xbZh437/lLqpdcupyACteFpfqRXOtb/GMP9mTiB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kM5SxQAAANwAAAAPAAAAAAAAAAAAAAAAAJgCAABkcnMv&#10;ZG93bnJldi54bWxQSwUGAAAAAAQABAD1AAAAigMAAAAA&#10;" path="m160,l89,1,28,14,1,80,,1334r1,32l14,1427r66,27l146,1455r15881,l16106,1448r39,-49l16149,1334r,-1212l16148,90r-13,-62l16069,1,160,xe" fillcolor="#30959e" stroked="f">
                    <v:path arrowok="t" o:connecttype="custom" o:connectlocs="160,0;89,1;28,14;1,80;0,1334;1,1366;14,1427;80,1454;146,1455;16027,1455;16106,1448;16145,1399;16149,1334;16149,122;16148,90;16135,28;16069,1;160,0" o:connectangles="0,0,0,0,0,0,0,0,0,0,0,0,0,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98" o:spid="_x0000_s1029" type="#_x0000_t75" style="position:absolute;left:888;top:132;width:3851;height:1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MFpdvFAAAA3AAAAA8AAABkcnMvZG93bnJldi54bWxET0trwkAQvhf6H5YpeBHd1EOtqauUqq3e&#10;6gOhtzE7JkuzsyG7JrG/vlsQepuP7znTeWdL0VDtjWMFj8MEBHHmtOFcwWG/GjyD8AFZY+mYFFzJ&#10;w3x2fzfFVLuWt9TsQi5iCPsUFRQhVKmUPivIoh+6ijhyZ1dbDBHWudQ1tjHclnKUJE/SouHYUGBF&#10;bwVl37uLVbB6//hctpf+Wh/HzckszNePvm6U6j10ry8gAnXhX3xzr3WcPxnD3zPxAjn7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jBaXbxQAAANwAAAAPAAAAAAAAAAAAAAAA&#10;AJ8CAABkcnMvZG93bnJldi54bWxQSwUGAAAAAAQABAD3AAAAkQMAAAAA&#10;">
                    <v:imagedata r:id="rId7" o:title="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97" o:spid="_x0000_s1030" type="#_x0000_t202" style="position:absolute;width:16149;height:1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LIbsUA&#10;AADcAAAADwAAAGRycy9kb3ducmV2LnhtbESPQWvCQBCF7wX/wzKCt7qxB6nRVUQsFArSGA8ex+yY&#10;LGZn0+xW03/fORR6m+G9ee+b1WbwrbpTH11gA7NpBoq4CtZxbeBUvj2/gooJ2WIbmAz8UITNevS0&#10;wtyGBxd0P6ZaSQjHHA00KXW51rFqyGOcho5YtGvoPSZZ+1rbHh8S7lv9kmVz7dGxNDTY0a6h6nb8&#10;9ga2Zy727utw+SyuhSvLRcYf85sxk/GwXYJKNKR/89/1uxX8hdDKMzKBXv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oshuxQAAANwAAAAPAAAAAAAAAAAAAAAAAJgCAABkcnMv&#10;ZG93bnJldi54bWxQSwUGAAAAAAQABAD1AAAAigMAAAAA&#10;" filled="f" stroked="f">
                    <v:textbox inset="0,0,0,0">
                      <w:txbxContent>
                        <w:p w:rsidR="00AD25D5" w:rsidRDefault="00EA2794">
                          <w:pPr>
                            <w:spacing w:before="252"/>
                            <w:ind w:left="5154"/>
                            <w:rPr>
                              <w:rFonts w:ascii="Calibri" w:eastAsia="Calibri" w:hAnsi="Calibri" w:cs="Calibri"/>
                              <w:sz w:val="79"/>
                              <w:szCs w:val="79"/>
                            </w:rPr>
                          </w:pPr>
                          <w:r>
                            <w:rPr>
                              <w:rFonts w:ascii="Calibri"/>
                              <w:b/>
                              <w:color w:val="FFFFFF"/>
                              <w:spacing w:val="-5"/>
                              <w:w w:val="125"/>
                              <w:sz w:val="79"/>
                            </w:rPr>
                            <w:t>S</w:t>
                          </w:r>
                          <w:r>
                            <w:rPr>
                              <w:rFonts w:ascii="Calibri"/>
                              <w:b/>
                              <w:color w:val="FFFFFF"/>
                              <w:spacing w:val="-6"/>
                              <w:w w:val="125"/>
                              <w:sz w:val="79"/>
                            </w:rPr>
                            <w:t>trat</w:t>
                          </w:r>
                          <w:r>
                            <w:rPr>
                              <w:rFonts w:ascii="Calibri"/>
                              <w:b/>
                              <w:color w:val="FFFFFF"/>
                              <w:spacing w:val="-5"/>
                              <w:w w:val="125"/>
                              <w:sz w:val="79"/>
                            </w:rPr>
                            <w:t>egic</w:t>
                          </w:r>
                          <w:r>
                            <w:rPr>
                              <w:rFonts w:ascii="Calibri"/>
                              <w:b/>
                              <w:color w:val="FFFFFF"/>
                              <w:spacing w:val="-42"/>
                              <w:w w:val="125"/>
                              <w:sz w:val="79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color w:val="FFFFFF"/>
                              <w:w w:val="125"/>
                              <w:sz w:val="79"/>
                            </w:rPr>
                            <w:t>Plan</w:t>
                          </w:r>
                          <w:r>
                            <w:rPr>
                              <w:rFonts w:ascii="Calibri"/>
                              <w:b/>
                              <w:color w:val="FFFFFF"/>
                              <w:spacing w:val="-42"/>
                              <w:w w:val="125"/>
                              <w:sz w:val="79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color w:val="FFFFFF"/>
                              <w:spacing w:val="-1"/>
                              <w:w w:val="125"/>
                              <w:sz w:val="79"/>
                            </w:rPr>
                            <w:t>20</w:t>
                          </w:r>
                          <w:r>
                            <w:rPr>
                              <w:rFonts w:ascii="Calibri"/>
                              <w:b/>
                              <w:color w:val="FFFFFF"/>
                              <w:spacing w:val="-2"/>
                              <w:w w:val="125"/>
                              <w:sz w:val="79"/>
                            </w:rPr>
                            <w:t>16-2019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AD25D5" w:rsidRDefault="00AD25D5">
      <w:pPr>
        <w:spacing w:before="5"/>
        <w:rPr>
          <w:rFonts w:ascii="Times New Roman" w:eastAsia="Times New Roman" w:hAnsi="Times New Roman" w:cs="Times New Roman"/>
          <w:sz w:val="14"/>
          <w:szCs w:val="14"/>
        </w:rPr>
      </w:pPr>
    </w:p>
    <w:p w:rsidR="00AD25D5" w:rsidRDefault="00224BB2">
      <w:pPr>
        <w:spacing w:line="200" w:lineRule="atLeast"/>
        <w:ind w:left="1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n-AU" w:eastAsia="en-AU"/>
        </w:rPr>
        <mc:AlternateContent>
          <mc:Choice Requires="wpg">
            <w:drawing>
              <wp:inline distT="0" distB="0" distL="0" distR="0">
                <wp:extent cx="10264140" cy="546735"/>
                <wp:effectExtent l="0" t="0" r="3810" b="0"/>
                <wp:docPr id="189" name="Group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64140" cy="546735"/>
                          <a:chOff x="0" y="0"/>
                          <a:chExt cx="16164" cy="861"/>
                        </a:xfrm>
                      </wpg:grpSpPr>
                      <wpg:grpSp>
                        <wpg:cNvPr id="190" name="Group 191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6164" cy="861"/>
                            <a:chOff x="0" y="0"/>
                            <a:chExt cx="16164" cy="861"/>
                          </a:xfrm>
                        </wpg:grpSpPr>
                        <wps:wsp>
                          <wps:cNvPr id="191" name="Freeform 194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6164" cy="861"/>
                            </a:xfrm>
                            <a:custGeom>
                              <a:avLst/>
                              <a:gdLst>
                                <a:gd name="T0" fmla="*/ 0 w 16164"/>
                                <a:gd name="T1" fmla="*/ 860 h 861"/>
                                <a:gd name="T2" fmla="*/ 16164 w 16164"/>
                                <a:gd name="T3" fmla="*/ 860 h 861"/>
                                <a:gd name="T4" fmla="*/ 16164 w 16164"/>
                                <a:gd name="T5" fmla="*/ 0 h 861"/>
                                <a:gd name="T6" fmla="*/ 0 w 16164"/>
                                <a:gd name="T7" fmla="*/ 0 h 861"/>
                                <a:gd name="T8" fmla="*/ 0 w 16164"/>
                                <a:gd name="T9" fmla="*/ 860 h 8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6164" h="861">
                                  <a:moveTo>
                                    <a:pt x="0" y="860"/>
                                  </a:moveTo>
                                  <a:lnTo>
                                    <a:pt x="16164" y="860"/>
                                  </a:lnTo>
                                  <a:lnTo>
                                    <a:pt x="1616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7DBE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" name="Text Box 1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6" y="198"/>
                              <a:ext cx="1481" cy="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D25D5" w:rsidRDefault="00EA2794">
                                <w:pPr>
                                  <w:spacing w:line="400" w:lineRule="exact"/>
                                  <w:rPr>
                                    <w:rFonts w:ascii="Calibri" w:eastAsia="Calibri" w:hAnsi="Calibri" w:cs="Calibri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Calibri"/>
                                    <w:b/>
                                    <w:color w:val="3C747F"/>
                                    <w:w w:val="125"/>
                                    <w:sz w:val="40"/>
                                  </w:rPr>
                                  <w:t>VISION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3" name="Text Box 19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43" y="127"/>
                              <a:ext cx="13258" cy="6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D25D5" w:rsidRDefault="00EA2794">
                                <w:pPr>
                                  <w:spacing w:line="285" w:lineRule="exact"/>
                                  <w:rPr>
                                    <w:rFonts w:ascii="Century Gothic" w:eastAsia="Century Gothic" w:hAnsi="Century Gothic" w:cs="Century Gothic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Century Gothic"/>
                                    <w:color w:val="3C747F"/>
                                    <w:spacing w:val="-2"/>
                                    <w:w w:val="105"/>
                                    <w:sz w:val="28"/>
                                  </w:rPr>
                                  <w:t>Spa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1"/>
                                    <w:w w:val="105"/>
                                    <w:sz w:val="28"/>
                                  </w:rPr>
                                  <w:t>tially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47"/>
                                    <w:w w:val="105"/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3"/>
                                    <w:w w:val="105"/>
                                    <w:sz w:val="28"/>
                                  </w:rPr>
                                  <w:t>r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4"/>
                                    <w:w w:val="105"/>
                                    <w:sz w:val="28"/>
                                  </w:rPr>
                                  <w:t>ef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3"/>
                                    <w:w w:val="105"/>
                                    <w:sz w:val="28"/>
                                  </w:rPr>
                                  <w:t>er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4"/>
                                    <w:w w:val="105"/>
                                    <w:sz w:val="28"/>
                                  </w:rPr>
                                  <w:t>enced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47"/>
                                    <w:w w:val="105"/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1"/>
                                    <w:w w:val="105"/>
                                    <w:sz w:val="28"/>
                                  </w:rPr>
                                  <w:t>inf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2"/>
                                    <w:w w:val="105"/>
                                    <w:sz w:val="28"/>
                                  </w:rPr>
                                  <w:t>orma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1"/>
                                    <w:w w:val="105"/>
                                    <w:sz w:val="28"/>
                                  </w:rPr>
                                  <w:t>tion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46"/>
                                    <w:w w:val="105"/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2"/>
                                    <w:w w:val="105"/>
                                    <w:sz w:val="28"/>
                                  </w:rPr>
                                  <w:t>tha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1"/>
                                    <w:w w:val="105"/>
                                    <w:sz w:val="28"/>
                                  </w:rPr>
                                  <w:t>t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47"/>
                                    <w:w w:val="105"/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w w:val="105"/>
                                    <w:sz w:val="28"/>
                                  </w:rPr>
                                  <w:t>is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46"/>
                                    <w:w w:val="105"/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1"/>
                                    <w:w w:val="105"/>
                                    <w:sz w:val="28"/>
                                  </w:rPr>
                                  <w:t>curr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2"/>
                                    <w:w w:val="105"/>
                                    <w:sz w:val="28"/>
                                  </w:rPr>
                                  <w:t>ent,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47"/>
                                    <w:w w:val="105"/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3"/>
                                    <w:w w:val="105"/>
                                    <w:sz w:val="28"/>
                                  </w:rPr>
                                  <w:t>complete,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47"/>
                                    <w:w w:val="105"/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4"/>
                                    <w:w w:val="105"/>
                                    <w:sz w:val="28"/>
                                  </w:rPr>
                                  <w:t>accura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3"/>
                                    <w:w w:val="105"/>
                                    <w:sz w:val="28"/>
                                  </w:rPr>
                                  <w:t>t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4"/>
                                    <w:w w:val="105"/>
                                    <w:sz w:val="28"/>
                                  </w:rPr>
                                  <w:t>e,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46"/>
                                    <w:w w:val="105"/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2"/>
                                    <w:w w:val="105"/>
                                    <w:sz w:val="28"/>
                                  </w:rPr>
                                  <w:t>aff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1"/>
                                    <w:w w:val="105"/>
                                    <w:sz w:val="28"/>
                                  </w:rPr>
                                  <w:t>or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2"/>
                                    <w:w w:val="105"/>
                                    <w:sz w:val="28"/>
                                  </w:rPr>
                                  <w:t>dable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47"/>
                                    <w:w w:val="105"/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w w:val="105"/>
                                    <w:sz w:val="28"/>
                                  </w:rPr>
                                  <w:t>and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46"/>
                                    <w:w w:val="105"/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3"/>
                                    <w:w w:val="105"/>
                                    <w:sz w:val="28"/>
                                  </w:rPr>
                                  <w:t>acc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2"/>
                                    <w:w w:val="105"/>
                                    <w:sz w:val="28"/>
                                  </w:rPr>
                                  <w:t>essible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47"/>
                                    <w:w w:val="105"/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w w:val="105"/>
                                    <w:sz w:val="28"/>
                                  </w:rPr>
                                  <w:t>is</w:t>
                                </w:r>
                              </w:p>
                              <w:p w:rsidR="00AD25D5" w:rsidRDefault="00EA2794">
                                <w:pPr>
                                  <w:spacing w:line="335" w:lineRule="exact"/>
                                  <w:rPr>
                                    <w:rFonts w:ascii="Century Gothic" w:eastAsia="Century Gothic" w:hAnsi="Century Gothic" w:cs="Century Gothic"/>
                                    <w:sz w:val="28"/>
                                    <w:szCs w:val="28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Century Gothic"/>
                                    <w:color w:val="3C747F"/>
                                    <w:sz w:val="28"/>
                                  </w:rPr>
                                  <w:t>used</w:t>
                                </w:r>
                                <w:proofErr w:type="gramEnd"/>
                                <w:r>
                                  <w:rPr>
                                    <w:rFonts w:ascii="Century Gothic"/>
                                    <w:color w:val="3C747F"/>
                                    <w:spacing w:val="11"/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3"/>
                                    <w:sz w:val="28"/>
                                  </w:rPr>
                                  <w:t>t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4"/>
                                    <w:sz w:val="28"/>
                                  </w:rPr>
                                  <w:t>o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12"/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1"/>
                                    <w:sz w:val="28"/>
                                  </w:rPr>
                                  <w:t>inform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11"/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z w:val="28"/>
                                  </w:rPr>
                                  <w:t>decision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12"/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z w:val="28"/>
                                  </w:rPr>
                                  <w:t>making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11"/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1"/>
                                    <w:sz w:val="28"/>
                                  </w:rPr>
                                  <w:t>for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12"/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2"/>
                                    <w:sz w:val="28"/>
                                  </w:rPr>
                                  <w:t>ec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1"/>
                                    <w:sz w:val="28"/>
                                  </w:rPr>
                                  <w:t>onomic,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11"/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z w:val="28"/>
                                  </w:rPr>
                                  <w:t>social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12"/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z w:val="28"/>
                                  </w:rPr>
                                  <w:t>and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11"/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2"/>
                                    <w:sz w:val="28"/>
                                  </w:rPr>
                                  <w:t>en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1"/>
                                    <w:sz w:val="28"/>
                                  </w:rPr>
                                  <w:t>vironmental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12"/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2"/>
                                    <w:sz w:val="28"/>
                                  </w:rPr>
                                  <w:t>out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3"/>
                                    <w:sz w:val="28"/>
                                  </w:rPr>
                                  <w:t>c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2"/>
                                    <w:sz w:val="28"/>
                                  </w:rPr>
                                  <w:t>omes.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90" o:spid="_x0000_s1031" style="width:808.2pt;height:43.05pt;mso-position-horizontal-relative:char;mso-position-vertical-relative:line" coordsize="16164,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">
                <v:group id="Group 191" o:spid="_x0000_s1032" style="position:absolute;width:16164;height:861" coordsize="16164,8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84P28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zg/bxgAAANwA&#10;AAAPAAAAAAAAAAAAAAAAAKoCAABkcnMvZG93bnJldi54bWxQSwUGAAAAAAQABAD6AAAAnQMAAAAA&#10;">
                  <v:shape id="Freeform 194" o:spid="_x0000_s1033" style="position:absolute;width:16164;height:861;visibility:visible;mso-wrap-style:square;v-text-anchor:top" coordsize="16164,8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A1NcEA&#10;AADcAAAADwAAAGRycy9kb3ducmV2LnhtbERPS4vCMBC+L/gfwgje1rQ9LN3aWEQQ3MMu6HrwODTT&#10;BzaT0ETt/nuzIHibj+85ZTWZQdxo9L1lBekyAUFcW91zq+D0u3vPQfiArHGwTAr+yEO1nr2VWGh7&#10;5wPdjqEVMYR9gQq6EFwhpa87MuiX1hFHrrGjwRDh2Eo94j2Gm0FmSfIhDfYcGzp0tO2ovhyvRgHX&#10;/SX/ybMvP+3PzmH2fWikVmoxnzYrEIGm8BI/3Xsd53+m8P9MvEC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mgNTXBAAAA3AAAAA8AAAAAAAAAAAAAAAAAmAIAAGRycy9kb3du&#10;cmV2LnhtbFBLBQYAAAAABAAEAPUAAACGAwAAAAA=&#10;" path="m,860r16164,l16164,,,,,860xe" fillcolor="#c7dbe0" stroked="f">
                    <v:path arrowok="t" o:connecttype="custom" o:connectlocs="0,860;16164,860;16164,0;0,0;0,860" o:connectangles="0,0,0,0,0"/>
                  </v:shape>
                  <v:shape id="Text Box 193" o:spid="_x0000_s1034" type="#_x0000_t202" style="position:absolute;left:226;top:198;width:1481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r/hMMA&#10;AADcAAAADwAAAGRycy9kb3ducmV2LnhtbERPTWvCQBC9F/wPyxR6q5t6kCa6BikWhII0xoPHaXZM&#10;lmRn0+xq4r/vFgq9zeN9zjqfbCduNHjjWMHLPAFBXDltuFZwKt+fX0H4gKyxc0wK7uQh38we1php&#10;N3JBt2OoRQxhn6GCJoQ+k9JXDVn0c9cTR+7iBoshwqGWesAxhttOLpJkKS0ajg0N9vTWUNUer1bB&#10;9szFznwfvj6LS2HKMk34Y9kq9fQ4bVcgAk3hX/zn3us4P13A7zPxAr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kr/hMMAAADcAAAADwAAAAAAAAAAAAAAAACYAgAAZHJzL2Rv&#10;d25yZXYueG1sUEsFBgAAAAAEAAQA9QAAAIgDAAAAAA==&#10;" filled="f" stroked="f">
                    <v:textbox inset="0,0,0,0">
                      <w:txbxContent>
                        <w:p w:rsidR="00AD25D5" w:rsidRDefault="00EA2794">
                          <w:pPr>
                            <w:spacing w:line="400" w:lineRule="exact"/>
                            <w:rPr>
                              <w:rFonts w:ascii="Calibri" w:eastAsia="Calibri" w:hAnsi="Calibri" w:cs="Calibri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Calibri"/>
                              <w:b/>
                              <w:color w:val="3C747F"/>
                              <w:w w:val="125"/>
                              <w:sz w:val="40"/>
                            </w:rPr>
                            <w:t>VISION</w:t>
                          </w:r>
                        </w:p>
                      </w:txbxContent>
                    </v:textbox>
                  </v:shape>
                  <v:shape id="Text Box 192" o:spid="_x0000_s1035" type="#_x0000_t202" style="position:absolute;left:2443;top:127;width:13258;height: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ZaH8IA&#10;AADcAAAADwAAAGRycy9kb3ducmV2LnhtbERPTYvCMBC9L/gfwix4W9NVkLVrFBEFQVis9eBxthnb&#10;YDOpTdT67zfCgrd5vM+Zzjtbixu13jhW8DlIQBAXThsuFRzy9ccXCB+QNdaOScGDPMxnvbcpptrd&#10;OaPbPpQihrBPUUEVQpNK6YuKLPqBa4gjd3KtxRBhW0rd4j2G21oOk2QsLRqODRU2tKyoOO+vVsHi&#10;yNnKXH5+d9kpM3k+SXg7PivVf+8W3yACdeEl/ndvdJw/GcHzmXiBn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BlofwgAAANwAAAAPAAAAAAAAAAAAAAAAAJgCAABkcnMvZG93&#10;bnJldi54bWxQSwUGAAAAAAQABAD1AAAAhwMAAAAA&#10;" filled="f" stroked="f">
                    <v:textbox inset="0,0,0,0">
                      <w:txbxContent>
                        <w:p w:rsidR="00AD25D5" w:rsidRDefault="00EA2794">
                          <w:pPr>
                            <w:spacing w:line="285" w:lineRule="exact"/>
                            <w:rPr>
                              <w:rFonts w:ascii="Century Gothic" w:eastAsia="Century Gothic" w:hAnsi="Century Gothic" w:cs="Century Gothic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entury Gothic"/>
                              <w:color w:val="3C747F"/>
                              <w:spacing w:val="-2"/>
                              <w:w w:val="105"/>
                              <w:sz w:val="28"/>
                            </w:rPr>
                            <w:t>Spa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1"/>
                              <w:w w:val="105"/>
                              <w:sz w:val="28"/>
                            </w:rPr>
                            <w:t>tially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47"/>
                              <w:w w:val="105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3"/>
                              <w:w w:val="105"/>
                              <w:sz w:val="28"/>
                            </w:rPr>
                            <w:t>r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4"/>
                              <w:w w:val="105"/>
                              <w:sz w:val="28"/>
                            </w:rPr>
                            <w:t>ef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3"/>
                              <w:w w:val="105"/>
                              <w:sz w:val="28"/>
                            </w:rPr>
                            <w:t>er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4"/>
                              <w:w w:val="105"/>
                              <w:sz w:val="28"/>
                            </w:rPr>
                            <w:t>enced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47"/>
                              <w:w w:val="105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1"/>
                              <w:w w:val="105"/>
                              <w:sz w:val="28"/>
                            </w:rPr>
                            <w:t>inf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2"/>
                              <w:w w:val="105"/>
                              <w:sz w:val="28"/>
                            </w:rPr>
                            <w:t>orma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1"/>
                              <w:w w:val="105"/>
                              <w:sz w:val="28"/>
                            </w:rPr>
                            <w:t>tion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46"/>
                              <w:w w:val="105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2"/>
                              <w:w w:val="105"/>
                              <w:sz w:val="28"/>
                            </w:rPr>
                            <w:t>tha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1"/>
                              <w:w w:val="105"/>
                              <w:sz w:val="28"/>
                            </w:rPr>
                            <w:t>t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47"/>
                              <w:w w:val="105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color w:val="3C747F"/>
                              <w:w w:val="105"/>
                              <w:sz w:val="28"/>
                            </w:rPr>
                            <w:t>is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46"/>
                              <w:w w:val="105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1"/>
                              <w:w w:val="105"/>
                              <w:sz w:val="28"/>
                            </w:rPr>
                            <w:t>curr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2"/>
                              <w:w w:val="105"/>
                              <w:sz w:val="28"/>
                            </w:rPr>
                            <w:t>ent,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47"/>
                              <w:w w:val="105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3"/>
                              <w:w w:val="105"/>
                              <w:sz w:val="28"/>
                            </w:rPr>
                            <w:t>complete,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47"/>
                              <w:w w:val="105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4"/>
                              <w:w w:val="105"/>
                              <w:sz w:val="28"/>
                            </w:rPr>
                            <w:t>accura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3"/>
                              <w:w w:val="105"/>
                              <w:sz w:val="28"/>
                            </w:rPr>
                            <w:t>t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4"/>
                              <w:w w:val="105"/>
                              <w:sz w:val="28"/>
                            </w:rPr>
                            <w:t>e,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46"/>
                              <w:w w:val="105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2"/>
                              <w:w w:val="105"/>
                              <w:sz w:val="28"/>
                            </w:rPr>
                            <w:t>aff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1"/>
                              <w:w w:val="105"/>
                              <w:sz w:val="28"/>
                            </w:rPr>
                            <w:t>or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2"/>
                              <w:w w:val="105"/>
                              <w:sz w:val="28"/>
                            </w:rPr>
                            <w:t>dable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47"/>
                              <w:w w:val="105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color w:val="3C747F"/>
                              <w:w w:val="105"/>
                              <w:sz w:val="28"/>
                            </w:rPr>
                            <w:t>and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46"/>
                              <w:w w:val="105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3"/>
                              <w:w w:val="105"/>
                              <w:sz w:val="28"/>
                            </w:rPr>
                            <w:t>acc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2"/>
                              <w:w w:val="105"/>
                              <w:sz w:val="28"/>
                            </w:rPr>
                            <w:t>essible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47"/>
                              <w:w w:val="105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color w:val="3C747F"/>
                              <w:w w:val="105"/>
                              <w:sz w:val="28"/>
                            </w:rPr>
                            <w:t>is</w:t>
                          </w:r>
                        </w:p>
                        <w:p w:rsidR="00AD25D5" w:rsidRDefault="00EA2794">
                          <w:pPr>
                            <w:spacing w:line="335" w:lineRule="exact"/>
                            <w:rPr>
                              <w:rFonts w:ascii="Century Gothic" w:eastAsia="Century Gothic" w:hAnsi="Century Gothic" w:cs="Century Gothic"/>
                              <w:sz w:val="28"/>
                              <w:szCs w:val="28"/>
                            </w:rPr>
                          </w:pPr>
                          <w:proofErr w:type="gramStart"/>
                          <w:r>
                            <w:rPr>
                              <w:rFonts w:ascii="Century Gothic"/>
                              <w:color w:val="3C747F"/>
                              <w:sz w:val="28"/>
                            </w:rPr>
                            <w:t>used</w:t>
                          </w:r>
                          <w:proofErr w:type="gramEnd"/>
                          <w:r>
                            <w:rPr>
                              <w:rFonts w:ascii="Century Gothic"/>
                              <w:color w:val="3C747F"/>
                              <w:spacing w:val="1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3"/>
                              <w:sz w:val="28"/>
                            </w:rPr>
                            <w:t>t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4"/>
                              <w:sz w:val="28"/>
                            </w:rPr>
                            <w:t>o</w:t>
                          </w:r>
                          <w:r>
                            <w:rPr>
                              <w:rFonts w:ascii="Century Gothic"/>
                              <w:color w:val="3C747F"/>
                              <w:spacing w:val="1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1"/>
                              <w:sz w:val="28"/>
                            </w:rPr>
                            <w:t>inform</w:t>
                          </w:r>
                          <w:r>
                            <w:rPr>
                              <w:rFonts w:ascii="Century Gothic"/>
                              <w:color w:val="3C747F"/>
                              <w:spacing w:val="1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color w:val="3C747F"/>
                              <w:sz w:val="28"/>
                            </w:rPr>
                            <w:t>decision</w:t>
                          </w:r>
                          <w:r>
                            <w:rPr>
                              <w:rFonts w:ascii="Century Gothic"/>
                              <w:color w:val="3C747F"/>
                              <w:spacing w:val="1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color w:val="3C747F"/>
                              <w:sz w:val="28"/>
                            </w:rPr>
                            <w:t>making</w:t>
                          </w:r>
                          <w:r>
                            <w:rPr>
                              <w:rFonts w:ascii="Century Gothic"/>
                              <w:color w:val="3C747F"/>
                              <w:spacing w:val="1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1"/>
                              <w:sz w:val="28"/>
                            </w:rPr>
                            <w:t>for</w:t>
                          </w:r>
                          <w:r>
                            <w:rPr>
                              <w:rFonts w:ascii="Century Gothic"/>
                              <w:color w:val="3C747F"/>
                              <w:spacing w:val="1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2"/>
                              <w:sz w:val="28"/>
                            </w:rPr>
                            <w:t>ec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1"/>
                              <w:sz w:val="28"/>
                            </w:rPr>
                            <w:t>onomic,</w:t>
                          </w:r>
                          <w:r>
                            <w:rPr>
                              <w:rFonts w:ascii="Century Gothic"/>
                              <w:color w:val="3C747F"/>
                              <w:spacing w:val="1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color w:val="3C747F"/>
                              <w:sz w:val="28"/>
                            </w:rPr>
                            <w:t>social</w:t>
                          </w:r>
                          <w:r>
                            <w:rPr>
                              <w:rFonts w:ascii="Century Gothic"/>
                              <w:color w:val="3C747F"/>
                              <w:spacing w:val="1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color w:val="3C747F"/>
                              <w:sz w:val="28"/>
                            </w:rPr>
                            <w:t>and</w:t>
                          </w:r>
                          <w:r>
                            <w:rPr>
                              <w:rFonts w:ascii="Century Gothic"/>
                              <w:color w:val="3C747F"/>
                              <w:spacing w:val="1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2"/>
                              <w:sz w:val="28"/>
                            </w:rPr>
                            <w:t>en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1"/>
                              <w:sz w:val="28"/>
                            </w:rPr>
                            <w:t>vironmental</w:t>
                          </w:r>
                          <w:r>
                            <w:rPr>
                              <w:rFonts w:ascii="Century Gothic"/>
                              <w:color w:val="3C747F"/>
                              <w:spacing w:val="1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2"/>
                              <w:sz w:val="28"/>
                            </w:rPr>
                            <w:t>out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3"/>
                              <w:sz w:val="28"/>
                            </w:rPr>
                            <w:t>c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2"/>
                              <w:sz w:val="28"/>
                            </w:rPr>
                            <w:t>omes.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AD25D5" w:rsidRDefault="00AD25D5">
      <w:pPr>
        <w:spacing w:before="5"/>
        <w:rPr>
          <w:rFonts w:ascii="Times New Roman" w:eastAsia="Times New Roman" w:hAnsi="Times New Roman" w:cs="Times New Roman"/>
          <w:sz w:val="15"/>
          <w:szCs w:val="15"/>
        </w:rPr>
      </w:pPr>
    </w:p>
    <w:p w:rsidR="00AD25D5" w:rsidRDefault="00224BB2">
      <w:pPr>
        <w:spacing w:line="200" w:lineRule="atLeast"/>
        <w:ind w:left="1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n-AU" w:eastAsia="en-AU"/>
        </w:rPr>
        <mc:AlternateContent>
          <mc:Choice Requires="wpg">
            <w:drawing>
              <wp:inline distT="0" distB="0" distL="0" distR="0">
                <wp:extent cx="10260330" cy="760095"/>
                <wp:effectExtent l="0" t="0" r="0" b="1905"/>
                <wp:docPr id="184" name="Group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60330" cy="760095"/>
                          <a:chOff x="0" y="0"/>
                          <a:chExt cx="16158" cy="1197"/>
                        </a:xfrm>
                      </wpg:grpSpPr>
                      <wpg:grpSp>
                        <wpg:cNvPr id="185" name="Group 18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6158" cy="1197"/>
                            <a:chOff x="0" y="0"/>
                            <a:chExt cx="16158" cy="1197"/>
                          </a:xfrm>
                        </wpg:grpSpPr>
                        <wps:wsp>
                          <wps:cNvPr id="186" name="Freeform 189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6158" cy="1197"/>
                            </a:xfrm>
                            <a:custGeom>
                              <a:avLst/>
                              <a:gdLst>
                                <a:gd name="T0" fmla="*/ 0 w 16158"/>
                                <a:gd name="T1" fmla="*/ 1197 h 1197"/>
                                <a:gd name="T2" fmla="*/ 16157 w 16158"/>
                                <a:gd name="T3" fmla="*/ 1197 h 1197"/>
                                <a:gd name="T4" fmla="*/ 16157 w 16158"/>
                                <a:gd name="T5" fmla="*/ 0 h 1197"/>
                                <a:gd name="T6" fmla="*/ 0 w 16158"/>
                                <a:gd name="T7" fmla="*/ 0 h 1197"/>
                                <a:gd name="T8" fmla="*/ 0 w 16158"/>
                                <a:gd name="T9" fmla="*/ 1197 h 11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6158" h="1197">
                                  <a:moveTo>
                                    <a:pt x="0" y="1197"/>
                                  </a:moveTo>
                                  <a:lnTo>
                                    <a:pt x="16157" y="1197"/>
                                  </a:lnTo>
                                  <a:lnTo>
                                    <a:pt x="1615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8C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" name="Text Box 18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6" y="433"/>
                              <a:ext cx="1145" cy="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D25D5" w:rsidRDefault="00EA2794">
                                <w:pPr>
                                  <w:spacing w:line="400" w:lineRule="exact"/>
                                  <w:rPr>
                                    <w:rFonts w:ascii="Calibri" w:eastAsia="Calibri" w:hAnsi="Calibri" w:cs="Calibri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Calibri"/>
                                    <w:b/>
                                    <w:color w:val="FFFFFF"/>
                                    <w:w w:val="130"/>
                                    <w:sz w:val="40"/>
                                  </w:rPr>
                                  <w:t>ROLE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88" name="Text Box 1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43" y="103"/>
                              <a:ext cx="13523" cy="9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D25D5" w:rsidRDefault="00AB098B" w:rsidP="00FA1352">
                                <w:pPr>
                                  <w:spacing w:line="285" w:lineRule="exact"/>
                                  <w:rPr>
                                    <w:rFonts w:ascii="Century Gothic" w:eastAsia="Century Gothic" w:hAnsi="Century Gothic" w:cs="Century Gothic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Century Gothic"/>
                                    <w:color w:val="FFFFFF"/>
                                    <w:spacing w:val="-1"/>
                                    <w:sz w:val="28"/>
                                  </w:rPr>
                                  <w:t>Advise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12"/>
                                    <w:sz w:val="28"/>
                                  </w:rPr>
                                  <w:t xml:space="preserve"> 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-3"/>
                                    <w:sz w:val="28"/>
                                  </w:rPr>
                                  <w:t>go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-2"/>
                                    <w:sz w:val="28"/>
                                  </w:rPr>
                                  <w:t>vernment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13"/>
                                    <w:sz w:val="28"/>
                                  </w:rPr>
                                  <w:t xml:space="preserve"> 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z w:val="28"/>
                                  </w:rPr>
                                  <w:t>on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13"/>
                                    <w:sz w:val="28"/>
                                  </w:rPr>
                                  <w:t xml:space="preserve"> 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-1"/>
                                    <w:sz w:val="28"/>
                                  </w:rPr>
                                  <w:t>policy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12"/>
                                    <w:sz w:val="28"/>
                                  </w:rPr>
                                  <w:t xml:space="preserve"> 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-3"/>
                                    <w:sz w:val="28"/>
                                  </w:rPr>
                                  <w:t>r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-4"/>
                                    <w:sz w:val="28"/>
                                  </w:rPr>
                                  <w:t>ele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-3"/>
                                    <w:sz w:val="28"/>
                                  </w:rPr>
                                  <w:t>v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-4"/>
                                    <w:sz w:val="28"/>
                                  </w:rPr>
                                  <w:t>ant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13"/>
                                    <w:sz w:val="28"/>
                                  </w:rPr>
                                  <w:t xml:space="preserve"> 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-3"/>
                                    <w:sz w:val="28"/>
                                  </w:rPr>
                                  <w:t>t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-4"/>
                                    <w:sz w:val="28"/>
                                  </w:rPr>
                                  <w:t>o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13"/>
                                    <w:sz w:val="28"/>
                                  </w:rPr>
                                  <w:t xml:space="preserve"> 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z w:val="28"/>
                                  </w:rPr>
                                  <w:t>management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12"/>
                                    <w:sz w:val="28"/>
                                  </w:rPr>
                                  <w:t xml:space="preserve"> 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z w:val="28"/>
                                  </w:rPr>
                                  <w:t>and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13"/>
                                    <w:sz w:val="28"/>
                                  </w:rPr>
                                  <w:t xml:space="preserve"> 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-2"/>
                                    <w:sz w:val="28"/>
                                  </w:rPr>
                                  <w:t>applica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-1"/>
                                    <w:sz w:val="28"/>
                                  </w:rPr>
                                  <w:t>tion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13"/>
                                    <w:sz w:val="28"/>
                                  </w:rPr>
                                  <w:t xml:space="preserve"> 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z w:val="28"/>
                                  </w:rPr>
                                  <w:t>of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12"/>
                                    <w:sz w:val="28"/>
                                  </w:rPr>
                                  <w:t xml:space="preserve"> 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-1"/>
                                    <w:sz w:val="28"/>
                                  </w:rPr>
                                  <w:t>spatial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13"/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entury Gothic"/>
                                    <w:color w:val="FFFFFF"/>
                                    <w:spacing w:val="-1"/>
                                    <w:sz w:val="28"/>
                                  </w:rPr>
                                  <w:t>information</w:t>
                                </w:r>
                                <w:r w:rsidR="00FA1352">
                                  <w:rPr>
                                    <w:rFonts w:ascii="Century Gothic"/>
                                    <w:color w:val="FFFFFF"/>
                                    <w:spacing w:val="-1"/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entury Gothic"/>
                                    <w:color w:val="FFFFFF"/>
                                    <w:sz w:val="28"/>
                                  </w:rPr>
                                  <w:t>and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1"/>
                                    <w:sz w:val="28"/>
                                  </w:rPr>
                                  <w:t xml:space="preserve"> 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-3"/>
                                    <w:sz w:val="28"/>
                                  </w:rPr>
                                  <w:t>c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-2"/>
                                    <w:sz w:val="28"/>
                                  </w:rPr>
                                  <w:t>oor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-3"/>
                                    <w:sz w:val="28"/>
                                  </w:rPr>
                                  <w:t>dina</w:t>
                                </w:r>
                                <w:r>
                                  <w:rPr>
                                    <w:rFonts w:ascii="Century Gothic"/>
                                    <w:color w:val="FFFFFF"/>
                                    <w:spacing w:val="-2"/>
                                    <w:sz w:val="28"/>
                                  </w:rPr>
                                  <w:t>te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1"/>
                                    <w:sz w:val="28"/>
                                  </w:rPr>
                                  <w:t xml:space="preserve"> 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z w:val="28"/>
                                  </w:rPr>
                                  <w:t>the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1"/>
                                    <w:sz w:val="28"/>
                                  </w:rPr>
                                  <w:t xml:space="preserve"> 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z w:val="28"/>
                                  </w:rPr>
                                  <w:t>ongoing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1"/>
                                    <w:sz w:val="28"/>
                                  </w:rPr>
                                  <w:t xml:space="preserve"> 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-3"/>
                                    <w:sz w:val="28"/>
                                  </w:rPr>
                                  <w:t>de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-2"/>
                                    <w:sz w:val="28"/>
                                  </w:rPr>
                                  <w:t>velopment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1"/>
                                    <w:sz w:val="28"/>
                                  </w:rPr>
                                  <w:t xml:space="preserve"> 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z w:val="28"/>
                                  </w:rPr>
                                  <w:t>and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1"/>
                                    <w:sz w:val="28"/>
                                  </w:rPr>
                                  <w:t xml:space="preserve"> 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-2"/>
                                    <w:sz w:val="28"/>
                                  </w:rPr>
                                  <w:t>enhanc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-1"/>
                                    <w:sz w:val="28"/>
                                  </w:rPr>
                                  <w:t>ement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1"/>
                                    <w:sz w:val="28"/>
                                  </w:rPr>
                                  <w:t xml:space="preserve"> 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z w:val="28"/>
                                  </w:rPr>
                                  <w:t>of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1"/>
                                    <w:sz w:val="28"/>
                                  </w:rPr>
                                  <w:t xml:space="preserve"> 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-10"/>
                                    <w:sz w:val="28"/>
                                  </w:rPr>
                                  <w:t>i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-13"/>
                                    <w:sz w:val="28"/>
                                  </w:rPr>
                                  <w:t>n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-11"/>
                                    <w:sz w:val="28"/>
                                  </w:rPr>
                                  <w:t>t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-15"/>
                                    <w:sz w:val="28"/>
                                  </w:rPr>
                                  <w:t>e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-10"/>
                                    <w:sz w:val="28"/>
                                  </w:rPr>
                                  <w:t>r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-14"/>
                                    <w:sz w:val="28"/>
                                  </w:rPr>
                                  <w:t>op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-15"/>
                                    <w:sz w:val="28"/>
                                  </w:rPr>
                                  <w:t>e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-10"/>
                                    <w:sz w:val="28"/>
                                  </w:rPr>
                                  <w:t>r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-16"/>
                                    <w:sz w:val="28"/>
                                  </w:rPr>
                                  <w:t>a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-14"/>
                                    <w:sz w:val="28"/>
                                  </w:rPr>
                                  <w:t>b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-10"/>
                                    <w:sz w:val="28"/>
                                  </w:rPr>
                                  <w:t>l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-15"/>
                                    <w:sz w:val="28"/>
                                  </w:rPr>
                                  <w:t>e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-20"/>
                                    <w:sz w:val="28"/>
                                  </w:rPr>
                                  <w:t xml:space="preserve"> 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-1"/>
                                    <w:sz w:val="28"/>
                                  </w:rPr>
                                  <w:t>spatial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1"/>
                                    <w:sz w:val="28"/>
                                  </w:rPr>
                                  <w:t xml:space="preserve"> 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-1"/>
                                    <w:sz w:val="28"/>
                                  </w:rPr>
                                  <w:t>information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83"/>
                                    <w:w w:val="106"/>
                                    <w:sz w:val="28"/>
                                  </w:rPr>
                                  <w:t xml:space="preserve"> 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z w:val="28"/>
                                  </w:rPr>
                                  <w:t>of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18"/>
                                    <w:sz w:val="28"/>
                                  </w:rPr>
                                  <w:t xml:space="preserve"> 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-2"/>
                                    <w:sz w:val="28"/>
                                  </w:rPr>
                                  <w:t>na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-1"/>
                                    <w:sz w:val="28"/>
                                  </w:rPr>
                                  <w:t>tional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19"/>
                                    <w:sz w:val="28"/>
                                  </w:rPr>
                                  <w:t xml:space="preserve"> 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-1"/>
                                    <w:sz w:val="28"/>
                                  </w:rPr>
                                  <w:t>significanc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-2"/>
                                    <w:sz w:val="28"/>
                                  </w:rPr>
                                  <w:t>e,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18"/>
                                    <w:sz w:val="28"/>
                                  </w:rPr>
                                  <w:t xml:space="preserve"> 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-1"/>
                                    <w:sz w:val="28"/>
                                  </w:rPr>
                                  <w:t>associat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-2"/>
                                    <w:sz w:val="28"/>
                                  </w:rPr>
                                  <w:t>ed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19"/>
                                    <w:sz w:val="28"/>
                                  </w:rPr>
                                  <w:t xml:space="preserve"> 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-2"/>
                                    <w:sz w:val="28"/>
                                  </w:rPr>
                                  <w:t>infrastructur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-3"/>
                                    <w:sz w:val="28"/>
                                  </w:rPr>
                                  <w:t>e,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18"/>
                                    <w:sz w:val="28"/>
                                  </w:rPr>
                                  <w:t xml:space="preserve"> 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-1"/>
                                    <w:sz w:val="28"/>
                                  </w:rPr>
                                  <w:t>services,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19"/>
                                    <w:sz w:val="28"/>
                                  </w:rPr>
                                  <w:t xml:space="preserve"> 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z w:val="28"/>
                                  </w:rPr>
                                  <w:t>and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18"/>
                                    <w:sz w:val="28"/>
                                  </w:rPr>
                                  <w:t xml:space="preserve"> </w:t>
                                </w:r>
                                <w:r w:rsidR="00EA2794">
                                  <w:rPr>
                                    <w:rFonts w:ascii="Century Gothic"/>
                                    <w:color w:val="FFFFFF"/>
                                    <w:spacing w:val="-1"/>
                                    <w:sz w:val="28"/>
                                  </w:rPr>
                                  <w:t>agreements.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85" o:spid="_x0000_s1036" style="width:807.9pt;height:59.85pt;mso-position-horizontal-relative:char;mso-position-vertical-relative:line" coordsize="16158,1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">
                <v:group id="Group 186" o:spid="_x0000_s1037" style="position:absolute;width:16158;height:1197" coordsize="16158,11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mA6nsQAAADcAAAA&#10;DwAAAAAAAAAAAAAAAACqAgAAZHJzL2Rvd25yZXYueG1sUEsFBgAAAAAEAAQA+gAAAJsDAAAAAA==&#10;">
                  <v:shape id="Freeform 189" o:spid="_x0000_s1038" style="position:absolute;width:16158;height:1197;visibility:visible;mso-wrap-style:square;v-text-anchor:top" coordsize="16158,1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9n7cIA&#10;AADcAAAADwAAAGRycy9kb3ducmV2LnhtbERPS2vCQBC+F/oflin0VjeKRImuIorgpYX6wOuQHZNo&#10;djZkR43++m6h0Nt8fM+ZzjtXqxu1ofJsoN9LQBHn3lZcGNjv1h9jUEGQLdaeycCDAsxnry9TzKy/&#10;8zfdtlKoGMIhQwOlSJNpHfKSHIaeb4gjd/KtQ4mwLbRt8R7DXa0HSZJqhxXHhhIbWpaUX7ZXZ+C0&#10;GY0On2lzXSdOvtLj8LwSfBrz/tYtJqCEOvkX/7k3Ns4fp/D7TLxAz3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n2ftwgAAANwAAAAPAAAAAAAAAAAAAAAAAJgCAABkcnMvZG93&#10;bnJldi54bWxQSwUGAAAAAAQABAD1AAAAhwMAAAAA&#10;" path="m,1197r16157,l16157,,,,,1197xe" fillcolor="#70b8c2" stroked="f">
                    <v:path arrowok="t" o:connecttype="custom" o:connectlocs="0,1197;16157,1197;16157,0;0,0;0,1197" o:connectangles="0,0,0,0,0"/>
                  </v:shape>
                  <v:shape id="Text Box 188" o:spid="_x0000_s1039" type="#_x0000_t202" style="position:absolute;left:226;top:433;width:1145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TKwcMA&#10;AADcAAAADwAAAGRycy9kb3ducmV2LnhtbERPTWvCQBC9C/0PyxR6M5t6UJu6iohCQZDG9NDjNDsm&#10;i9nZmF01/vuuIHibx/uc2aK3jbhQ541jBe9JCoK4dNpwpeCn2AynIHxA1tg4JgU38rCYvwxmmGl3&#10;5Zwu+1CJGMI+QwV1CG0mpS9rsugT1xJH7uA6iyHCrpK6w2sMt40cpelYWjQcG2psaVVTedyfrYLl&#10;L+drc9r9feeH3BTFR8rb8VGpt9d++QkiUB+e4of7S8f50wncn4kXy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+TKwcMAAADcAAAADwAAAAAAAAAAAAAAAACYAgAAZHJzL2Rv&#10;d25yZXYueG1sUEsFBgAAAAAEAAQA9QAAAIgDAAAAAA==&#10;" filled="f" stroked="f">
                    <v:textbox inset="0,0,0,0">
                      <w:txbxContent>
                        <w:p w:rsidR="00AD25D5" w:rsidRDefault="00EA2794">
                          <w:pPr>
                            <w:spacing w:line="400" w:lineRule="exact"/>
                            <w:rPr>
                              <w:rFonts w:ascii="Calibri" w:eastAsia="Calibri" w:hAnsi="Calibri" w:cs="Calibri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Calibri"/>
                              <w:b/>
                              <w:color w:val="FFFFFF"/>
                              <w:w w:val="130"/>
                              <w:sz w:val="40"/>
                            </w:rPr>
                            <w:t>ROLE</w:t>
                          </w:r>
                        </w:p>
                      </w:txbxContent>
                    </v:textbox>
                  </v:shape>
                  <v:shape id="Text Box 187" o:spid="_x0000_s1040" type="#_x0000_t202" style="position:absolute;left:2443;top:103;width:13523;height:9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tes8UA&#10;AADcAAAADwAAAGRycy9kb3ducmV2LnhtbESPQWvCQBCF7wX/wzKCt7qxB7HRVUQsFArSGA8ex+yY&#10;LGZn0+xW03/fORR6m+G9ee+b1WbwrbpTH11gA7NpBoq4CtZxbeBUvj0vQMWEbLENTAZ+KMJmPXpa&#10;YW7Dgwu6H1OtJIRjjgaalLpc61g15DFOQ0cs2jX0HpOsfa1tjw8J961+ybK59uhYGhrsaNdQdTt+&#10;ewPbMxd793W4fBbXwpXla8Yf85sxk/GwXYJKNKR/89/1uxX8hdDKMzKBXv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e16zxQAAANwAAAAPAAAAAAAAAAAAAAAAAJgCAABkcnMv&#10;ZG93bnJldi54bWxQSwUGAAAAAAQABAD1AAAAigMAAAAA&#10;" filled="f" stroked="f">
                    <v:textbox inset="0,0,0,0">
                      <w:txbxContent>
                        <w:p w:rsidR="00AD25D5" w:rsidRDefault="00AB098B" w:rsidP="00FA1352">
                          <w:pPr>
                            <w:spacing w:line="285" w:lineRule="exact"/>
                            <w:rPr>
                              <w:rFonts w:ascii="Century Gothic" w:eastAsia="Century Gothic" w:hAnsi="Century Gothic" w:cs="Century Gothic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entury Gothic"/>
                              <w:color w:val="FFFFFF"/>
                              <w:spacing w:val="-1"/>
                              <w:sz w:val="28"/>
                            </w:rPr>
                            <w:t>Advise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12"/>
                              <w:sz w:val="28"/>
                            </w:rPr>
                            <w:t xml:space="preserve"> 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-3"/>
                              <w:sz w:val="28"/>
                            </w:rPr>
                            <w:t>go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-2"/>
                              <w:sz w:val="28"/>
                            </w:rPr>
                            <w:t>vernment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13"/>
                              <w:sz w:val="28"/>
                            </w:rPr>
                            <w:t xml:space="preserve"> 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z w:val="28"/>
                            </w:rPr>
                            <w:t>on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13"/>
                              <w:sz w:val="28"/>
                            </w:rPr>
                            <w:t xml:space="preserve"> 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-1"/>
                              <w:sz w:val="28"/>
                            </w:rPr>
                            <w:t>policy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12"/>
                              <w:sz w:val="28"/>
                            </w:rPr>
                            <w:t xml:space="preserve"> 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-3"/>
                              <w:sz w:val="28"/>
                            </w:rPr>
                            <w:t>r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-4"/>
                              <w:sz w:val="28"/>
                            </w:rPr>
                            <w:t>ele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-3"/>
                              <w:sz w:val="28"/>
                            </w:rPr>
                            <w:t>v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-4"/>
                              <w:sz w:val="28"/>
                            </w:rPr>
                            <w:t>ant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13"/>
                              <w:sz w:val="28"/>
                            </w:rPr>
                            <w:t xml:space="preserve"> 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-3"/>
                              <w:sz w:val="28"/>
                            </w:rPr>
                            <w:t>t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-4"/>
                              <w:sz w:val="28"/>
                            </w:rPr>
                            <w:t>o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13"/>
                              <w:sz w:val="28"/>
                            </w:rPr>
                            <w:t xml:space="preserve"> 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z w:val="28"/>
                            </w:rPr>
                            <w:t>management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12"/>
                              <w:sz w:val="28"/>
                            </w:rPr>
                            <w:t xml:space="preserve"> 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z w:val="28"/>
                            </w:rPr>
                            <w:t>and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13"/>
                              <w:sz w:val="28"/>
                            </w:rPr>
                            <w:t xml:space="preserve"> 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-2"/>
                              <w:sz w:val="28"/>
                            </w:rPr>
                            <w:t>applica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-1"/>
                              <w:sz w:val="28"/>
                            </w:rPr>
                            <w:t>tion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13"/>
                              <w:sz w:val="28"/>
                            </w:rPr>
                            <w:t xml:space="preserve"> 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z w:val="28"/>
                            </w:rPr>
                            <w:t>of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12"/>
                              <w:sz w:val="28"/>
                            </w:rPr>
                            <w:t xml:space="preserve"> 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-1"/>
                              <w:sz w:val="28"/>
                            </w:rPr>
                            <w:t>spatial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1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color w:val="FFFFFF"/>
                              <w:spacing w:val="-1"/>
                              <w:sz w:val="28"/>
                            </w:rPr>
                            <w:t>information</w:t>
                          </w:r>
                          <w:r w:rsidR="00FA1352">
                            <w:rPr>
                              <w:rFonts w:ascii="Century Gothic"/>
                              <w:color w:val="FFFFFF"/>
                              <w:spacing w:val="-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color w:val="FFFFFF"/>
                              <w:sz w:val="28"/>
                            </w:rPr>
                            <w:t>and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1"/>
                              <w:sz w:val="28"/>
                            </w:rPr>
                            <w:t xml:space="preserve"> 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-3"/>
                              <w:sz w:val="28"/>
                            </w:rPr>
                            <w:t>c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-2"/>
                              <w:sz w:val="28"/>
                            </w:rPr>
                            <w:t>oor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-3"/>
                              <w:sz w:val="28"/>
                            </w:rPr>
                            <w:t>dina</w:t>
                          </w:r>
                          <w:r>
                            <w:rPr>
                              <w:rFonts w:ascii="Century Gothic"/>
                              <w:color w:val="FFFFFF"/>
                              <w:spacing w:val="-2"/>
                              <w:sz w:val="28"/>
                            </w:rPr>
                            <w:t>te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1"/>
                              <w:sz w:val="28"/>
                            </w:rPr>
                            <w:t xml:space="preserve"> 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z w:val="28"/>
                            </w:rPr>
                            <w:t>the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1"/>
                              <w:sz w:val="28"/>
                            </w:rPr>
                            <w:t xml:space="preserve"> 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z w:val="28"/>
                            </w:rPr>
                            <w:t>ongoing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1"/>
                              <w:sz w:val="28"/>
                            </w:rPr>
                            <w:t xml:space="preserve"> 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-3"/>
                              <w:sz w:val="28"/>
                            </w:rPr>
                            <w:t>de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-2"/>
                              <w:sz w:val="28"/>
                            </w:rPr>
                            <w:t>velopment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1"/>
                              <w:sz w:val="28"/>
                            </w:rPr>
                            <w:t xml:space="preserve"> 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z w:val="28"/>
                            </w:rPr>
                            <w:t>and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1"/>
                              <w:sz w:val="28"/>
                            </w:rPr>
                            <w:t xml:space="preserve"> 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-2"/>
                              <w:sz w:val="28"/>
                            </w:rPr>
                            <w:t>enhanc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-1"/>
                              <w:sz w:val="28"/>
                            </w:rPr>
                            <w:t>ement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1"/>
                              <w:sz w:val="28"/>
                            </w:rPr>
                            <w:t xml:space="preserve"> 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z w:val="28"/>
                            </w:rPr>
                            <w:t>of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1"/>
                              <w:sz w:val="28"/>
                            </w:rPr>
                            <w:t xml:space="preserve"> 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-10"/>
                              <w:sz w:val="28"/>
                            </w:rPr>
                            <w:t>i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-13"/>
                              <w:sz w:val="28"/>
                            </w:rPr>
                            <w:t>n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-11"/>
                              <w:sz w:val="28"/>
                            </w:rPr>
                            <w:t>t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-15"/>
                              <w:sz w:val="28"/>
                            </w:rPr>
                            <w:t>e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-10"/>
                              <w:sz w:val="28"/>
                            </w:rPr>
                            <w:t>r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-14"/>
                              <w:sz w:val="28"/>
                            </w:rPr>
                            <w:t>op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-15"/>
                              <w:sz w:val="28"/>
                            </w:rPr>
                            <w:t>e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-10"/>
                              <w:sz w:val="28"/>
                            </w:rPr>
                            <w:t>r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-16"/>
                              <w:sz w:val="28"/>
                            </w:rPr>
                            <w:t>a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-14"/>
                              <w:sz w:val="28"/>
                            </w:rPr>
                            <w:t>b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-10"/>
                              <w:sz w:val="28"/>
                            </w:rPr>
                            <w:t>l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-15"/>
                              <w:sz w:val="28"/>
                            </w:rPr>
                            <w:t>e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-20"/>
                              <w:sz w:val="28"/>
                            </w:rPr>
                            <w:t xml:space="preserve"> 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-1"/>
                              <w:sz w:val="28"/>
                            </w:rPr>
                            <w:t>spatial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1"/>
                              <w:sz w:val="28"/>
                            </w:rPr>
                            <w:t xml:space="preserve"> 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-1"/>
                              <w:sz w:val="28"/>
                            </w:rPr>
                            <w:t>information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83"/>
                              <w:w w:val="106"/>
                              <w:sz w:val="28"/>
                            </w:rPr>
                            <w:t xml:space="preserve"> 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z w:val="28"/>
                            </w:rPr>
                            <w:t>of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18"/>
                              <w:sz w:val="28"/>
                            </w:rPr>
                            <w:t xml:space="preserve"> 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-2"/>
                              <w:sz w:val="28"/>
                            </w:rPr>
                            <w:t>na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-1"/>
                              <w:sz w:val="28"/>
                            </w:rPr>
                            <w:t>tional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19"/>
                              <w:sz w:val="28"/>
                            </w:rPr>
                            <w:t xml:space="preserve"> 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-1"/>
                              <w:sz w:val="28"/>
                            </w:rPr>
                            <w:t>significanc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-2"/>
                              <w:sz w:val="28"/>
                            </w:rPr>
                            <w:t>e,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18"/>
                              <w:sz w:val="28"/>
                            </w:rPr>
                            <w:t xml:space="preserve"> 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-1"/>
                              <w:sz w:val="28"/>
                            </w:rPr>
                            <w:t>associat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-2"/>
                              <w:sz w:val="28"/>
                            </w:rPr>
                            <w:t>ed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19"/>
                              <w:sz w:val="28"/>
                            </w:rPr>
                            <w:t xml:space="preserve"> 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-2"/>
                              <w:sz w:val="28"/>
                            </w:rPr>
                            <w:t>infrastructur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-3"/>
                              <w:sz w:val="28"/>
                            </w:rPr>
                            <w:t>e,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18"/>
                              <w:sz w:val="28"/>
                            </w:rPr>
                            <w:t xml:space="preserve"> 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-1"/>
                              <w:sz w:val="28"/>
                            </w:rPr>
                            <w:t>services,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19"/>
                              <w:sz w:val="28"/>
                            </w:rPr>
                            <w:t xml:space="preserve"> 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z w:val="28"/>
                            </w:rPr>
                            <w:t>and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18"/>
                              <w:sz w:val="28"/>
                            </w:rPr>
                            <w:t xml:space="preserve"> </w:t>
                          </w:r>
                          <w:r w:rsidR="00EA2794">
                            <w:rPr>
                              <w:rFonts w:ascii="Century Gothic"/>
                              <w:color w:val="FFFFFF"/>
                              <w:spacing w:val="-1"/>
                              <w:sz w:val="28"/>
                            </w:rPr>
                            <w:t>agreements.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AD25D5" w:rsidRDefault="00AD25D5">
      <w:pPr>
        <w:spacing w:before="10"/>
        <w:rPr>
          <w:rFonts w:ascii="Times New Roman" w:eastAsia="Times New Roman" w:hAnsi="Times New Roman" w:cs="Times New Roman"/>
          <w:sz w:val="14"/>
          <w:szCs w:val="14"/>
        </w:rPr>
      </w:pPr>
    </w:p>
    <w:p w:rsidR="00AD25D5" w:rsidRDefault="00EA2794">
      <w:pPr>
        <w:spacing w:before="28"/>
        <w:ind w:left="331"/>
        <w:rPr>
          <w:rFonts w:ascii="Calibri" w:eastAsia="Calibri" w:hAnsi="Calibri" w:cs="Calibri"/>
          <w:sz w:val="40"/>
          <w:szCs w:val="40"/>
        </w:rPr>
      </w:pPr>
      <w:r>
        <w:rPr>
          <w:rFonts w:ascii="Calibri"/>
          <w:b/>
          <w:color w:val="3C747F"/>
          <w:spacing w:val="-6"/>
          <w:w w:val="130"/>
          <w:sz w:val="40"/>
        </w:rPr>
        <w:t>S</w:t>
      </w:r>
      <w:r>
        <w:rPr>
          <w:rFonts w:ascii="Calibri"/>
          <w:b/>
          <w:color w:val="3C747F"/>
          <w:w w:val="130"/>
          <w:sz w:val="40"/>
        </w:rPr>
        <w:t>TR</w:t>
      </w:r>
      <w:r>
        <w:rPr>
          <w:rFonts w:ascii="Calibri"/>
          <w:b/>
          <w:color w:val="3C747F"/>
          <w:spacing w:val="-36"/>
          <w:w w:val="130"/>
          <w:sz w:val="40"/>
        </w:rPr>
        <w:t>A</w:t>
      </w:r>
      <w:r>
        <w:rPr>
          <w:rFonts w:ascii="Calibri"/>
          <w:b/>
          <w:color w:val="3C747F"/>
          <w:w w:val="130"/>
          <w:sz w:val="40"/>
        </w:rPr>
        <w:t>TEGIC</w:t>
      </w:r>
      <w:r>
        <w:rPr>
          <w:rFonts w:ascii="Calibri"/>
          <w:b/>
          <w:color w:val="3C747F"/>
          <w:spacing w:val="18"/>
          <w:w w:val="130"/>
          <w:sz w:val="40"/>
        </w:rPr>
        <w:t xml:space="preserve"> </w:t>
      </w:r>
      <w:r>
        <w:rPr>
          <w:rFonts w:ascii="Calibri"/>
          <w:b/>
          <w:color w:val="3C747F"/>
          <w:w w:val="130"/>
          <w:sz w:val="40"/>
        </w:rPr>
        <w:t>FOCUS</w:t>
      </w:r>
      <w:r>
        <w:rPr>
          <w:rFonts w:ascii="Calibri"/>
          <w:b/>
          <w:color w:val="3C747F"/>
          <w:spacing w:val="19"/>
          <w:w w:val="130"/>
          <w:sz w:val="40"/>
        </w:rPr>
        <w:t xml:space="preserve"> </w:t>
      </w:r>
      <w:r>
        <w:rPr>
          <w:rFonts w:ascii="Calibri"/>
          <w:b/>
          <w:color w:val="3C747F"/>
          <w:w w:val="130"/>
          <w:sz w:val="40"/>
        </w:rPr>
        <w:t>ARE</w:t>
      </w:r>
      <w:r>
        <w:rPr>
          <w:rFonts w:ascii="Calibri"/>
          <w:b/>
          <w:color w:val="3C747F"/>
          <w:spacing w:val="-5"/>
          <w:w w:val="130"/>
          <w:sz w:val="40"/>
        </w:rPr>
        <w:t>A</w:t>
      </w:r>
      <w:r>
        <w:rPr>
          <w:rFonts w:ascii="Calibri"/>
          <w:b/>
          <w:color w:val="3C747F"/>
          <w:w w:val="130"/>
          <w:sz w:val="40"/>
        </w:rPr>
        <w:t>S</w:t>
      </w:r>
    </w:p>
    <w:p w:rsidR="00AD25D5" w:rsidRDefault="00033158">
      <w:pPr>
        <w:spacing w:before="12"/>
        <w:rPr>
          <w:rFonts w:ascii="Calibri" w:eastAsia="Calibri" w:hAnsi="Calibri" w:cs="Calibri"/>
          <w:b/>
          <w:bCs/>
          <w:sz w:val="18"/>
          <w:szCs w:val="18"/>
        </w:rPr>
      </w:pP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632" behindDoc="1" locked="0" layoutInCell="1" allowOverlap="1" wp14:anchorId="264791A3" wp14:editId="22AAE0B9">
                <wp:simplePos x="0" y="0"/>
                <wp:positionH relativeFrom="page">
                  <wp:posOffset>209550</wp:posOffset>
                </wp:positionH>
                <wp:positionV relativeFrom="paragraph">
                  <wp:posOffset>104140</wp:posOffset>
                </wp:positionV>
                <wp:extent cx="10266045" cy="11497945"/>
                <wp:effectExtent l="0" t="0" r="20955" b="8255"/>
                <wp:wrapNone/>
                <wp:docPr id="17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66045" cy="11497945"/>
                          <a:chOff x="323" y="-58"/>
                          <a:chExt cx="16167" cy="18107"/>
                        </a:xfrm>
                      </wpg:grpSpPr>
                      <wpg:grpSp>
                        <wpg:cNvPr id="18" name="Group 183"/>
                        <wpg:cNvGrpSpPr>
                          <a:grpSpLocks/>
                        </wpg:cNvGrpSpPr>
                        <wpg:grpSpPr bwMode="auto">
                          <a:xfrm>
                            <a:off x="347" y="7589"/>
                            <a:ext cx="5508" cy="3036"/>
                            <a:chOff x="347" y="7589"/>
                            <a:chExt cx="5508" cy="3036"/>
                          </a:xfrm>
                        </wpg:grpSpPr>
                        <wps:wsp>
                          <wps:cNvPr id="19" name="Freeform 184"/>
                          <wps:cNvSpPr>
                            <a:spLocks/>
                          </wps:cNvSpPr>
                          <wps:spPr bwMode="auto">
                            <a:xfrm>
                              <a:off x="347" y="7589"/>
                              <a:ext cx="5508" cy="3036"/>
                            </a:xfrm>
                            <a:custGeom>
                              <a:avLst/>
                              <a:gdLst>
                                <a:gd name="T0" fmla="+- 0 569 342"/>
                                <a:gd name="T1" fmla="*/ T0 w 5508"/>
                                <a:gd name="T2" fmla="+- 0 7207 7207"/>
                                <a:gd name="T3" fmla="*/ 7207 h 3036"/>
                                <a:gd name="T4" fmla="+- 0 494 342"/>
                                <a:gd name="T5" fmla="*/ T4 w 5508"/>
                                <a:gd name="T6" fmla="+- 0 7208 7207"/>
                                <a:gd name="T7" fmla="*/ 7208 h 3036"/>
                                <a:gd name="T8" fmla="+- 0 416 342"/>
                                <a:gd name="T9" fmla="*/ T8 w 5508"/>
                                <a:gd name="T10" fmla="+- 0 7214 7207"/>
                                <a:gd name="T11" fmla="*/ 7214 h 3036"/>
                                <a:gd name="T12" fmla="+- 0 361 342"/>
                                <a:gd name="T13" fmla="*/ T12 w 5508"/>
                                <a:gd name="T14" fmla="+- 0 7247 7207"/>
                                <a:gd name="T15" fmla="*/ 7247 h 3036"/>
                                <a:gd name="T16" fmla="+- 0 344 342"/>
                                <a:gd name="T17" fmla="*/ T16 w 5508"/>
                                <a:gd name="T18" fmla="+- 0 7328 7207"/>
                                <a:gd name="T19" fmla="*/ 7328 h 3036"/>
                                <a:gd name="T20" fmla="+- 0 342 342"/>
                                <a:gd name="T21" fmla="*/ T20 w 5508"/>
                                <a:gd name="T22" fmla="+- 0 7393 7207"/>
                                <a:gd name="T23" fmla="*/ 7393 h 3036"/>
                                <a:gd name="T24" fmla="+- 0 342 342"/>
                                <a:gd name="T25" fmla="*/ T24 w 5508"/>
                                <a:gd name="T26" fmla="+- 0 10057 7207"/>
                                <a:gd name="T27" fmla="*/ 10057 h 3036"/>
                                <a:gd name="T28" fmla="+- 0 344 342"/>
                                <a:gd name="T29" fmla="*/ T28 w 5508"/>
                                <a:gd name="T30" fmla="+- 0 10121 7207"/>
                                <a:gd name="T31" fmla="*/ 10121 h 3036"/>
                                <a:gd name="T32" fmla="+- 0 354 342"/>
                                <a:gd name="T33" fmla="*/ T32 w 5508"/>
                                <a:gd name="T34" fmla="+- 0 10187 7207"/>
                                <a:gd name="T35" fmla="*/ 10187 h 3036"/>
                                <a:gd name="T36" fmla="+- 0 397 342"/>
                                <a:gd name="T37" fmla="*/ T36 w 5508"/>
                                <a:gd name="T38" fmla="+- 0 10230 7207"/>
                                <a:gd name="T39" fmla="*/ 10230 h 3036"/>
                                <a:gd name="T40" fmla="+- 0 463 342"/>
                                <a:gd name="T41" fmla="*/ T40 w 5508"/>
                                <a:gd name="T42" fmla="+- 0 10241 7207"/>
                                <a:gd name="T43" fmla="*/ 10241 h 3036"/>
                                <a:gd name="T44" fmla="+- 0 528 342"/>
                                <a:gd name="T45" fmla="*/ T44 w 5508"/>
                                <a:gd name="T46" fmla="+- 0 10242 7207"/>
                                <a:gd name="T47" fmla="*/ 10242 h 3036"/>
                                <a:gd name="T48" fmla="+- 0 5663 342"/>
                                <a:gd name="T49" fmla="*/ T48 w 5508"/>
                                <a:gd name="T50" fmla="+- 0 10243 7207"/>
                                <a:gd name="T51" fmla="*/ 10243 h 3036"/>
                                <a:gd name="T52" fmla="+- 0 5698 342"/>
                                <a:gd name="T53" fmla="*/ T52 w 5508"/>
                                <a:gd name="T54" fmla="+- 0 10242 7207"/>
                                <a:gd name="T55" fmla="*/ 10242 h 3036"/>
                                <a:gd name="T56" fmla="+- 0 5776 342"/>
                                <a:gd name="T57" fmla="*/ T56 w 5508"/>
                                <a:gd name="T58" fmla="+- 0 10236 7207"/>
                                <a:gd name="T59" fmla="*/ 10236 h 3036"/>
                                <a:gd name="T60" fmla="+- 0 5831 342"/>
                                <a:gd name="T61" fmla="*/ T60 w 5508"/>
                                <a:gd name="T62" fmla="+- 0 10202 7207"/>
                                <a:gd name="T63" fmla="*/ 10202 h 3036"/>
                                <a:gd name="T64" fmla="+- 0 5849 342"/>
                                <a:gd name="T65" fmla="*/ T64 w 5508"/>
                                <a:gd name="T66" fmla="+- 0 10122 7207"/>
                                <a:gd name="T67" fmla="*/ 10122 h 3036"/>
                                <a:gd name="T68" fmla="+- 0 5850 342"/>
                                <a:gd name="T69" fmla="*/ T68 w 5508"/>
                                <a:gd name="T70" fmla="+- 0 10057 7207"/>
                                <a:gd name="T71" fmla="*/ 10057 h 3036"/>
                                <a:gd name="T72" fmla="+- 0 5850 342"/>
                                <a:gd name="T73" fmla="*/ T72 w 5508"/>
                                <a:gd name="T74" fmla="+- 0 7393 7207"/>
                                <a:gd name="T75" fmla="*/ 7393 h 3036"/>
                                <a:gd name="T76" fmla="+- 0 5849 342"/>
                                <a:gd name="T77" fmla="*/ T76 w 5508"/>
                                <a:gd name="T78" fmla="+- 0 7329 7207"/>
                                <a:gd name="T79" fmla="*/ 7329 h 3036"/>
                                <a:gd name="T80" fmla="+- 0 5838 342"/>
                                <a:gd name="T81" fmla="*/ T80 w 5508"/>
                                <a:gd name="T82" fmla="+- 0 7263 7207"/>
                                <a:gd name="T83" fmla="*/ 7263 h 3036"/>
                                <a:gd name="T84" fmla="+- 0 5795 342"/>
                                <a:gd name="T85" fmla="*/ T84 w 5508"/>
                                <a:gd name="T86" fmla="+- 0 7219 7207"/>
                                <a:gd name="T87" fmla="*/ 7219 h 3036"/>
                                <a:gd name="T88" fmla="+- 0 5729 342"/>
                                <a:gd name="T89" fmla="*/ T88 w 5508"/>
                                <a:gd name="T90" fmla="+- 0 7209 7207"/>
                                <a:gd name="T91" fmla="*/ 7209 h 3036"/>
                                <a:gd name="T92" fmla="+- 0 5665 342"/>
                                <a:gd name="T93" fmla="*/ T92 w 5508"/>
                                <a:gd name="T94" fmla="+- 0 7207 7207"/>
                                <a:gd name="T95" fmla="*/ 7207 h 3036"/>
                                <a:gd name="T96" fmla="+- 0 569 342"/>
                                <a:gd name="T97" fmla="*/ T96 w 5508"/>
                                <a:gd name="T98" fmla="+- 0 7207 7207"/>
                                <a:gd name="T99" fmla="*/ 7207 h 30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</a:cxnLst>
                              <a:rect l="0" t="0" r="r" b="b"/>
                              <a:pathLst>
                                <a:path w="5508" h="3036">
                                  <a:moveTo>
                                    <a:pt x="227" y="0"/>
                                  </a:moveTo>
                                  <a:lnTo>
                                    <a:pt x="152" y="1"/>
                                  </a:lnTo>
                                  <a:lnTo>
                                    <a:pt x="74" y="7"/>
                                  </a:lnTo>
                                  <a:lnTo>
                                    <a:pt x="19" y="40"/>
                                  </a:lnTo>
                                  <a:lnTo>
                                    <a:pt x="2" y="121"/>
                                  </a:lnTo>
                                  <a:lnTo>
                                    <a:pt x="0" y="186"/>
                                  </a:lnTo>
                                  <a:lnTo>
                                    <a:pt x="0" y="2850"/>
                                  </a:lnTo>
                                  <a:lnTo>
                                    <a:pt x="2" y="2914"/>
                                  </a:lnTo>
                                  <a:lnTo>
                                    <a:pt x="12" y="2980"/>
                                  </a:lnTo>
                                  <a:lnTo>
                                    <a:pt x="55" y="3023"/>
                                  </a:lnTo>
                                  <a:lnTo>
                                    <a:pt x="121" y="3034"/>
                                  </a:lnTo>
                                  <a:lnTo>
                                    <a:pt x="186" y="3035"/>
                                  </a:lnTo>
                                  <a:lnTo>
                                    <a:pt x="5321" y="3036"/>
                                  </a:lnTo>
                                  <a:lnTo>
                                    <a:pt x="5356" y="3035"/>
                                  </a:lnTo>
                                  <a:lnTo>
                                    <a:pt x="5434" y="3029"/>
                                  </a:lnTo>
                                  <a:lnTo>
                                    <a:pt x="5489" y="2995"/>
                                  </a:lnTo>
                                  <a:lnTo>
                                    <a:pt x="5507" y="2915"/>
                                  </a:lnTo>
                                  <a:lnTo>
                                    <a:pt x="5508" y="2850"/>
                                  </a:lnTo>
                                  <a:lnTo>
                                    <a:pt x="5508" y="186"/>
                                  </a:lnTo>
                                  <a:lnTo>
                                    <a:pt x="5507" y="122"/>
                                  </a:lnTo>
                                  <a:lnTo>
                                    <a:pt x="5496" y="56"/>
                                  </a:lnTo>
                                  <a:lnTo>
                                    <a:pt x="5453" y="12"/>
                                  </a:lnTo>
                                  <a:lnTo>
                                    <a:pt x="5387" y="2"/>
                                  </a:lnTo>
                                  <a:lnTo>
                                    <a:pt x="5323" y="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E4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175"/>
                        <wpg:cNvGrpSpPr>
                          <a:grpSpLocks/>
                        </wpg:cNvGrpSpPr>
                        <wpg:grpSpPr bwMode="auto">
                          <a:xfrm>
                            <a:off x="7517" y="16159"/>
                            <a:ext cx="2861" cy="818"/>
                            <a:chOff x="7517" y="16159"/>
                            <a:chExt cx="2861" cy="818"/>
                          </a:xfrm>
                        </wpg:grpSpPr>
                        <wps:wsp>
                          <wps:cNvPr id="27" name="Freeform 176"/>
                          <wps:cNvSpPr>
                            <a:spLocks/>
                          </wps:cNvSpPr>
                          <wps:spPr bwMode="auto">
                            <a:xfrm>
                              <a:off x="7517" y="16159"/>
                              <a:ext cx="2861" cy="818"/>
                            </a:xfrm>
                            <a:custGeom>
                              <a:avLst/>
                              <a:gdLst>
                                <a:gd name="T0" fmla="+- 0 7654 7540"/>
                                <a:gd name="T1" fmla="*/ T0 w 2861"/>
                                <a:gd name="T2" fmla="+- 0 16186 16186"/>
                                <a:gd name="T3" fmla="*/ 16186 h 818"/>
                                <a:gd name="T4" fmla="+- 0 7588 7540"/>
                                <a:gd name="T5" fmla="*/ T4 w 2861"/>
                                <a:gd name="T6" fmla="+- 0 16188 16186"/>
                                <a:gd name="T7" fmla="*/ 16188 h 818"/>
                                <a:gd name="T8" fmla="+- 0 7542 7540"/>
                                <a:gd name="T9" fmla="*/ T8 w 2861"/>
                                <a:gd name="T10" fmla="+- 0 16234 16186"/>
                                <a:gd name="T11" fmla="*/ 16234 h 818"/>
                                <a:gd name="T12" fmla="+- 0 7540 7540"/>
                                <a:gd name="T13" fmla="*/ T12 w 2861"/>
                                <a:gd name="T14" fmla="+- 0 16299 16186"/>
                                <a:gd name="T15" fmla="*/ 16299 h 818"/>
                                <a:gd name="T16" fmla="+- 0 7540 7540"/>
                                <a:gd name="T17" fmla="*/ T16 w 2861"/>
                                <a:gd name="T18" fmla="+- 0 16891 16186"/>
                                <a:gd name="T19" fmla="*/ 16891 h 818"/>
                                <a:gd name="T20" fmla="+- 0 7542 7540"/>
                                <a:gd name="T21" fmla="*/ T20 w 2861"/>
                                <a:gd name="T22" fmla="+- 0 16955 16186"/>
                                <a:gd name="T23" fmla="*/ 16955 h 818"/>
                                <a:gd name="T24" fmla="+- 0 7588 7540"/>
                                <a:gd name="T25" fmla="*/ T24 w 2861"/>
                                <a:gd name="T26" fmla="+- 0 17001 16186"/>
                                <a:gd name="T27" fmla="*/ 17001 h 818"/>
                                <a:gd name="T28" fmla="+- 0 10287 7540"/>
                                <a:gd name="T29" fmla="*/ T28 w 2861"/>
                                <a:gd name="T30" fmla="+- 0 17003 16186"/>
                                <a:gd name="T31" fmla="*/ 17003 h 818"/>
                                <a:gd name="T32" fmla="+- 0 10324 7540"/>
                                <a:gd name="T33" fmla="*/ T32 w 2861"/>
                                <a:gd name="T34" fmla="+- 0 17003 16186"/>
                                <a:gd name="T35" fmla="*/ 17003 h 818"/>
                                <a:gd name="T36" fmla="+- 0 10386 7540"/>
                                <a:gd name="T37" fmla="*/ T36 w 2861"/>
                                <a:gd name="T38" fmla="+- 0 16989 16186"/>
                                <a:gd name="T39" fmla="*/ 16989 h 818"/>
                                <a:gd name="T40" fmla="+- 0 10400 7540"/>
                                <a:gd name="T41" fmla="*/ T40 w 2861"/>
                                <a:gd name="T42" fmla="+- 0 16928 16186"/>
                                <a:gd name="T43" fmla="*/ 16928 h 818"/>
                                <a:gd name="T44" fmla="+- 0 10400 7540"/>
                                <a:gd name="T45" fmla="*/ T44 w 2861"/>
                                <a:gd name="T46" fmla="+- 0 16891 16186"/>
                                <a:gd name="T47" fmla="*/ 16891 h 818"/>
                                <a:gd name="T48" fmla="+- 0 10400 7540"/>
                                <a:gd name="T49" fmla="*/ T48 w 2861"/>
                                <a:gd name="T50" fmla="+- 0 16299 16186"/>
                                <a:gd name="T51" fmla="*/ 16299 h 818"/>
                                <a:gd name="T52" fmla="+- 0 10399 7540"/>
                                <a:gd name="T53" fmla="*/ T52 w 2861"/>
                                <a:gd name="T54" fmla="+- 0 16234 16186"/>
                                <a:gd name="T55" fmla="*/ 16234 h 818"/>
                                <a:gd name="T56" fmla="+- 0 10353 7540"/>
                                <a:gd name="T57" fmla="*/ T56 w 2861"/>
                                <a:gd name="T58" fmla="+- 0 16188 16186"/>
                                <a:gd name="T59" fmla="*/ 16188 h 818"/>
                                <a:gd name="T60" fmla="+- 0 7654 7540"/>
                                <a:gd name="T61" fmla="*/ T60 w 2861"/>
                                <a:gd name="T62" fmla="+- 0 16186 16186"/>
                                <a:gd name="T63" fmla="*/ 16186 h 8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2861" h="818">
                                  <a:moveTo>
                                    <a:pt x="114" y="0"/>
                                  </a:moveTo>
                                  <a:lnTo>
                                    <a:pt x="48" y="2"/>
                                  </a:lnTo>
                                  <a:lnTo>
                                    <a:pt x="2" y="48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705"/>
                                  </a:lnTo>
                                  <a:lnTo>
                                    <a:pt x="2" y="769"/>
                                  </a:lnTo>
                                  <a:lnTo>
                                    <a:pt x="48" y="815"/>
                                  </a:lnTo>
                                  <a:lnTo>
                                    <a:pt x="2747" y="817"/>
                                  </a:lnTo>
                                  <a:lnTo>
                                    <a:pt x="2784" y="817"/>
                                  </a:lnTo>
                                  <a:lnTo>
                                    <a:pt x="2846" y="803"/>
                                  </a:lnTo>
                                  <a:lnTo>
                                    <a:pt x="2860" y="742"/>
                                  </a:lnTo>
                                  <a:lnTo>
                                    <a:pt x="2860" y="705"/>
                                  </a:lnTo>
                                  <a:lnTo>
                                    <a:pt x="2860" y="113"/>
                                  </a:lnTo>
                                  <a:lnTo>
                                    <a:pt x="2859" y="48"/>
                                  </a:lnTo>
                                  <a:lnTo>
                                    <a:pt x="2813" y="2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FABB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173"/>
                        <wpg:cNvGrpSpPr>
                          <a:grpSpLocks/>
                        </wpg:cNvGrpSpPr>
                        <wpg:grpSpPr bwMode="auto">
                          <a:xfrm>
                            <a:off x="6097" y="17177"/>
                            <a:ext cx="4304" cy="872"/>
                            <a:chOff x="6097" y="17177"/>
                            <a:chExt cx="4304" cy="872"/>
                          </a:xfrm>
                        </wpg:grpSpPr>
                        <wps:wsp>
                          <wps:cNvPr id="29" name="Freeform 174"/>
                          <wps:cNvSpPr>
                            <a:spLocks/>
                          </wps:cNvSpPr>
                          <wps:spPr bwMode="auto">
                            <a:xfrm>
                              <a:off x="6097" y="17177"/>
                              <a:ext cx="4304" cy="872"/>
                            </a:xfrm>
                            <a:custGeom>
                              <a:avLst/>
                              <a:gdLst>
                                <a:gd name="T0" fmla="+- 0 6210 6097"/>
                                <a:gd name="T1" fmla="*/ T0 w 4304"/>
                                <a:gd name="T2" fmla="+- 0 17183 17183"/>
                                <a:gd name="T3" fmla="*/ 17183 h 872"/>
                                <a:gd name="T4" fmla="+- 0 6144 6097"/>
                                <a:gd name="T5" fmla="*/ T4 w 4304"/>
                                <a:gd name="T6" fmla="+- 0 17185 17183"/>
                                <a:gd name="T7" fmla="*/ 17185 h 872"/>
                                <a:gd name="T8" fmla="+- 0 6098 6097"/>
                                <a:gd name="T9" fmla="*/ T8 w 4304"/>
                                <a:gd name="T10" fmla="+- 0 17230 17183"/>
                                <a:gd name="T11" fmla="*/ 17230 h 872"/>
                                <a:gd name="T12" fmla="+- 0 6097 6097"/>
                                <a:gd name="T13" fmla="*/ T12 w 4304"/>
                                <a:gd name="T14" fmla="+- 0 17296 17183"/>
                                <a:gd name="T15" fmla="*/ 17296 h 872"/>
                                <a:gd name="T16" fmla="+- 0 6097 6097"/>
                                <a:gd name="T17" fmla="*/ T16 w 4304"/>
                                <a:gd name="T18" fmla="+- 0 17942 17183"/>
                                <a:gd name="T19" fmla="*/ 17942 h 872"/>
                                <a:gd name="T20" fmla="+- 0 6098 6097"/>
                                <a:gd name="T21" fmla="*/ T20 w 4304"/>
                                <a:gd name="T22" fmla="+- 0 18007 17183"/>
                                <a:gd name="T23" fmla="*/ 18007 h 872"/>
                                <a:gd name="T24" fmla="+- 0 6144 6097"/>
                                <a:gd name="T25" fmla="*/ T24 w 4304"/>
                                <a:gd name="T26" fmla="+- 0 18053 17183"/>
                                <a:gd name="T27" fmla="*/ 18053 h 872"/>
                                <a:gd name="T28" fmla="+- 0 10287 6097"/>
                                <a:gd name="T29" fmla="*/ T28 w 4304"/>
                                <a:gd name="T30" fmla="+- 0 18055 17183"/>
                                <a:gd name="T31" fmla="*/ 18055 h 872"/>
                                <a:gd name="T32" fmla="+- 0 10324 6097"/>
                                <a:gd name="T33" fmla="*/ T32 w 4304"/>
                                <a:gd name="T34" fmla="+- 0 18054 17183"/>
                                <a:gd name="T35" fmla="*/ 18054 h 872"/>
                                <a:gd name="T36" fmla="+- 0 10386 6097"/>
                                <a:gd name="T37" fmla="*/ T36 w 4304"/>
                                <a:gd name="T38" fmla="+- 0 18041 17183"/>
                                <a:gd name="T39" fmla="*/ 18041 h 872"/>
                                <a:gd name="T40" fmla="+- 0 10400 6097"/>
                                <a:gd name="T41" fmla="*/ T40 w 4304"/>
                                <a:gd name="T42" fmla="+- 0 17979 17183"/>
                                <a:gd name="T43" fmla="*/ 17979 h 872"/>
                                <a:gd name="T44" fmla="+- 0 10400 6097"/>
                                <a:gd name="T45" fmla="*/ T44 w 4304"/>
                                <a:gd name="T46" fmla="+- 0 17942 17183"/>
                                <a:gd name="T47" fmla="*/ 17942 h 872"/>
                                <a:gd name="T48" fmla="+- 0 10400 6097"/>
                                <a:gd name="T49" fmla="*/ T48 w 4304"/>
                                <a:gd name="T50" fmla="+- 0 17296 17183"/>
                                <a:gd name="T51" fmla="*/ 17296 h 872"/>
                                <a:gd name="T52" fmla="+- 0 10399 6097"/>
                                <a:gd name="T53" fmla="*/ T52 w 4304"/>
                                <a:gd name="T54" fmla="+- 0 17231 17183"/>
                                <a:gd name="T55" fmla="*/ 17231 h 872"/>
                                <a:gd name="T56" fmla="+- 0 10353 6097"/>
                                <a:gd name="T57" fmla="*/ T56 w 4304"/>
                                <a:gd name="T58" fmla="+- 0 17185 17183"/>
                                <a:gd name="T59" fmla="*/ 17185 h 872"/>
                                <a:gd name="T60" fmla="+- 0 6210 6097"/>
                                <a:gd name="T61" fmla="*/ T60 w 4304"/>
                                <a:gd name="T62" fmla="+- 0 17183 17183"/>
                                <a:gd name="T63" fmla="*/ 17183 h 8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4304" h="872">
                                  <a:moveTo>
                                    <a:pt x="113" y="0"/>
                                  </a:moveTo>
                                  <a:lnTo>
                                    <a:pt x="47" y="2"/>
                                  </a:lnTo>
                                  <a:lnTo>
                                    <a:pt x="1" y="47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759"/>
                                  </a:lnTo>
                                  <a:lnTo>
                                    <a:pt x="1" y="824"/>
                                  </a:lnTo>
                                  <a:lnTo>
                                    <a:pt x="47" y="870"/>
                                  </a:lnTo>
                                  <a:lnTo>
                                    <a:pt x="4190" y="872"/>
                                  </a:lnTo>
                                  <a:lnTo>
                                    <a:pt x="4227" y="871"/>
                                  </a:lnTo>
                                  <a:lnTo>
                                    <a:pt x="4289" y="858"/>
                                  </a:lnTo>
                                  <a:lnTo>
                                    <a:pt x="4303" y="796"/>
                                  </a:lnTo>
                                  <a:lnTo>
                                    <a:pt x="4303" y="759"/>
                                  </a:lnTo>
                                  <a:lnTo>
                                    <a:pt x="4303" y="113"/>
                                  </a:lnTo>
                                  <a:lnTo>
                                    <a:pt x="4302" y="48"/>
                                  </a:lnTo>
                                  <a:lnTo>
                                    <a:pt x="4256" y="2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9CA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171"/>
                        <wpg:cNvGrpSpPr>
                          <a:grpSpLocks/>
                        </wpg:cNvGrpSpPr>
                        <wpg:grpSpPr bwMode="auto">
                          <a:xfrm>
                            <a:off x="323" y="16159"/>
                            <a:ext cx="7055" cy="818"/>
                            <a:chOff x="323" y="16159"/>
                            <a:chExt cx="7055" cy="818"/>
                          </a:xfrm>
                        </wpg:grpSpPr>
                        <wps:wsp>
                          <wps:cNvPr id="31" name="Freeform 172"/>
                          <wps:cNvSpPr>
                            <a:spLocks/>
                          </wps:cNvSpPr>
                          <wps:spPr bwMode="auto">
                            <a:xfrm>
                              <a:off x="323" y="16159"/>
                              <a:ext cx="7055" cy="818"/>
                            </a:xfrm>
                            <a:custGeom>
                              <a:avLst/>
                              <a:gdLst>
                                <a:gd name="T0" fmla="+- 0 454 341"/>
                                <a:gd name="T1" fmla="*/ T0 w 7055"/>
                                <a:gd name="T2" fmla="+- 0 16186 16186"/>
                                <a:gd name="T3" fmla="*/ 16186 h 818"/>
                                <a:gd name="T4" fmla="+- 0 389 341"/>
                                <a:gd name="T5" fmla="*/ T4 w 7055"/>
                                <a:gd name="T6" fmla="+- 0 16188 16186"/>
                                <a:gd name="T7" fmla="*/ 16188 h 818"/>
                                <a:gd name="T8" fmla="+- 0 343 341"/>
                                <a:gd name="T9" fmla="*/ T8 w 7055"/>
                                <a:gd name="T10" fmla="+- 0 16234 16186"/>
                                <a:gd name="T11" fmla="*/ 16234 h 818"/>
                                <a:gd name="T12" fmla="+- 0 341 341"/>
                                <a:gd name="T13" fmla="*/ T12 w 7055"/>
                                <a:gd name="T14" fmla="+- 0 16299 16186"/>
                                <a:gd name="T15" fmla="*/ 16299 h 818"/>
                                <a:gd name="T16" fmla="+- 0 341 341"/>
                                <a:gd name="T17" fmla="*/ T16 w 7055"/>
                                <a:gd name="T18" fmla="+- 0 16890 16186"/>
                                <a:gd name="T19" fmla="*/ 16890 h 818"/>
                                <a:gd name="T20" fmla="+- 0 343 341"/>
                                <a:gd name="T21" fmla="*/ T20 w 7055"/>
                                <a:gd name="T22" fmla="+- 0 16955 16186"/>
                                <a:gd name="T23" fmla="*/ 16955 h 818"/>
                                <a:gd name="T24" fmla="+- 0 388 341"/>
                                <a:gd name="T25" fmla="*/ T24 w 7055"/>
                                <a:gd name="T26" fmla="+- 0 17001 16186"/>
                                <a:gd name="T27" fmla="*/ 17001 h 818"/>
                                <a:gd name="T28" fmla="+- 0 7282 341"/>
                                <a:gd name="T29" fmla="*/ T28 w 7055"/>
                                <a:gd name="T30" fmla="+- 0 17003 16186"/>
                                <a:gd name="T31" fmla="*/ 17003 h 818"/>
                                <a:gd name="T32" fmla="+- 0 7319 341"/>
                                <a:gd name="T33" fmla="*/ T32 w 7055"/>
                                <a:gd name="T34" fmla="+- 0 17003 16186"/>
                                <a:gd name="T35" fmla="*/ 17003 h 818"/>
                                <a:gd name="T36" fmla="+- 0 7381 341"/>
                                <a:gd name="T37" fmla="*/ T36 w 7055"/>
                                <a:gd name="T38" fmla="+- 0 16989 16186"/>
                                <a:gd name="T39" fmla="*/ 16989 h 818"/>
                                <a:gd name="T40" fmla="+- 0 7395 341"/>
                                <a:gd name="T41" fmla="*/ T40 w 7055"/>
                                <a:gd name="T42" fmla="+- 0 16928 16186"/>
                                <a:gd name="T43" fmla="*/ 16928 h 818"/>
                                <a:gd name="T44" fmla="+- 0 7395 341"/>
                                <a:gd name="T45" fmla="*/ T44 w 7055"/>
                                <a:gd name="T46" fmla="+- 0 16890 16186"/>
                                <a:gd name="T47" fmla="*/ 16890 h 818"/>
                                <a:gd name="T48" fmla="+- 0 7395 341"/>
                                <a:gd name="T49" fmla="*/ T48 w 7055"/>
                                <a:gd name="T50" fmla="+- 0 16299 16186"/>
                                <a:gd name="T51" fmla="*/ 16299 h 818"/>
                                <a:gd name="T52" fmla="+- 0 7394 341"/>
                                <a:gd name="T53" fmla="*/ T52 w 7055"/>
                                <a:gd name="T54" fmla="+- 0 16234 16186"/>
                                <a:gd name="T55" fmla="*/ 16234 h 818"/>
                                <a:gd name="T56" fmla="+- 0 7348 341"/>
                                <a:gd name="T57" fmla="*/ T56 w 7055"/>
                                <a:gd name="T58" fmla="+- 0 16188 16186"/>
                                <a:gd name="T59" fmla="*/ 16188 h 818"/>
                                <a:gd name="T60" fmla="+- 0 454 341"/>
                                <a:gd name="T61" fmla="*/ T60 w 7055"/>
                                <a:gd name="T62" fmla="+- 0 16186 16186"/>
                                <a:gd name="T63" fmla="*/ 16186 h 8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7055" h="818">
                                  <a:moveTo>
                                    <a:pt x="113" y="0"/>
                                  </a:moveTo>
                                  <a:lnTo>
                                    <a:pt x="48" y="2"/>
                                  </a:lnTo>
                                  <a:lnTo>
                                    <a:pt x="2" y="48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704"/>
                                  </a:lnTo>
                                  <a:lnTo>
                                    <a:pt x="2" y="769"/>
                                  </a:lnTo>
                                  <a:lnTo>
                                    <a:pt x="47" y="815"/>
                                  </a:lnTo>
                                  <a:lnTo>
                                    <a:pt x="6941" y="817"/>
                                  </a:lnTo>
                                  <a:lnTo>
                                    <a:pt x="6978" y="817"/>
                                  </a:lnTo>
                                  <a:lnTo>
                                    <a:pt x="7040" y="803"/>
                                  </a:lnTo>
                                  <a:lnTo>
                                    <a:pt x="7054" y="742"/>
                                  </a:lnTo>
                                  <a:lnTo>
                                    <a:pt x="7054" y="704"/>
                                  </a:lnTo>
                                  <a:lnTo>
                                    <a:pt x="7054" y="113"/>
                                  </a:lnTo>
                                  <a:lnTo>
                                    <a:pt x="7053" y="48"/>
                                  </a:lnTo>
                                  <a:lnTo>
                                    <a:pt x="7007" y="2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DC4C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169"/>
                        <wpg:cNvGrpSpPr>
                          <a:grpSpLocks/>
                        </wpg:cNvGrpSpPr>
                        <wpg:grpSpPr bwMode="auto">
                          <a:xfrm>
                            <a:off x="4817" y="15247"/>
                            <a:ext cx="2561" cy="818"/>
                            <a:chOff x="4817" y="15247"/>
                            <a:chExt cx="2561" cy="818"/>
                          </a:xfrm>
                        </wpg:grpSpPr>
                        <wps:wsp>
                          <wps:cNvPr id="33" name="Freeform 170"/>
                          <wps:cNvSpPr>
                            <a:spLocks/>
                          </wps:cNvSpPr>
                          <wps:spPr bwMode="auto">
                            <a:xfrm>
                              <a:off x="4817" y="15247"/>
                              <a:ext cx="2561" cy="818"/>
                            </a:xfrm>
                            <a:custGeom>
                              <a:avLst/>
                              <a:gdLst>
                                <a:gd name="T0" fmla="+- 0 4955 4841"/>
                                <a:gd name="T1" fmla="*/ T0 w 2561"/>
                                <a:gd name="T2" fmla="+- 0 15203 15203"/>
                                <a:gd name="T3" fmla="*/ 15203 h 818"/>
                                <a:gd name="T4" fmla="+- 0 4889 4841"/>
                                <a:gd name="T5" fmla="*/ T4 w 2561"/>
                                <a:gd name="T6" fmla="+- 0 15205 15203"/>
                                <a:gd name="T7" fmla="*/ 15205 h 818"/>
                                <a:gd name="T8" fmla="+- 0 4843 4841"/>
                                <a:gd name="T9" fmla="*/ T8 w 2561"/>
                                <a:gd name="T10" fmla="+- 0 15251 15203"/>
                                <a:gd name="T11" fmla="*/ 15251 h 818"/>
                                <a:gd name="T12" fmla="+- 0 4841 4841"/>
                                <a:gd name="T13" fmla="*/ T12 w 2561"/>
                                <a:gd name="T14" fmla="+- 0 15316 15203"/>
                                <a:gd name="T15" fmla="*/ 15316 h 818"/>
                                <a:gd name="T16" fmla="+- 0 4841 4841"/>
                                <a:gd name="T17" fmla="*/ T16 w 2561"/>
                                <a:gd name="T18" fmla="+- 0 15908 15203"/>
                                <a:gd name="T19" fmla="*/ 15908 h 818"/>
                                <a:gd name="T20" fmla="+- 0 4843 4841"/>
                                <a:gd name="T21" fmla="*/ T20 w 2561"/>
                                <a:gd name="T22" fmla="+- 0 15973 15203"/>
                                <a:gd name="T23" fmla="*/ 15973 h 818"/>
                                <a:gd name="T24" fmla="+- 0 4889 4841"/>
                                <a:gd name="T25" fmla="*/ T24 w 2561"/>
                                <a:gd name="T26" fmla="+- 0 16019 15203"/>
                                <a:gd name="T27" fmla="*/ 16019 h 818"/>
                                <a:gd name="T28" fmla="+- 0 7288 4841"/>
                                <a:gd name="T29" fmla="*/ T28 w 2561"/>
                                <a:gd name="T30" fmla="+- 0 16020 15203"/>
                                <a:gd name="T31" fmla="*/ 16020 h 818"/>
                                <a:gd name="T32" fmla="+- 0 7326 4841"/>
                                <a:gd name="T33" fmla="*/ T32 w 2561"/>
                                <a:gd name="T34" fmla="+- 0 16020 15203"/>
                                <a:gd name="T35" fmla="*/ 16020 h 818"/>
                                <a:gd name="T36" fmla="+- 0 7388 4841"/>
                                <a:gd name="T37" fmla="*/ T36 w 2561"/>
                                <a:gd name="T38" fmla="+- 0 16006 15203"/>
                                <a:gd name="T39" fmla="*/ 16006 h 818"/>
                                <a:gd name="T40" fmla="+- 0 7402 4841"/>
                                <a:gd name="T41" fmla="*/ T40 w 2561"/>
                                <a:gd name="T42" fmla="+- 0 15945 15203"/>
                                <a:gd name="T43" fmla="*/ 15945 h 818"/>
                                <a:gd name="T44" fmla="+- 0 7402 4841"/>
                                <a:gd name="T45" fmla="*/ T44 w 2561"/>
                                <a:gd name="T46" fmla="+- 0 15908 15203"/>
                                <a:gd name="T47" fmla="*/ 15908 h 818"/>
                                <a:gd name="T48" fmla="+- 0 7402 4841"/>
                                <a:gd name="T49" fmla="*/ T48 w 2561"/>
                                <a:gd name="T50" fmla="+- 0 15316 15203"/>
                                <a:gd name="T51" fmla="*/ 15316 h 818"/>
                                <a:gd name="T52" fmla="+- 0 7400 4841"/>
                                <a:gd name="T53" fmla="*/ T52 w 2561"/>
                                <a:gd name="T54" fmla="+- 0 15251 15203"/>
                                <a:gd name="T55" fmla="*/ 15251 h 818"/>
                                <a:gd name="T56" fmla="+- 0 7354 4841"/>
                                <a:gd name="T57" fmla="*/ T56 w 2561"/>
                                <a:gd name="T58" fmla="+- 0 15205 15203"/>
                                <a:gd name="T59" fmla="*/ 15205 h 818"/>
                                <a:gd name="T60" fmla="+- 0 4955 4841"/>
                                <a:gd name="T61" fmla="*/ T60 w 2561"/>
                                <a:gd name="T62" fmla="+- 0 15203 15203"/>
                                <a:gd name="T63" fmla="*/ 15203 h 8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2561" h="818">
                                  <a:moveTo>
                                    <a:pt x="114" y="0"/>
                                  </a:moveTo>
                                  <a:lnTo>
                                    <a:pt x="48" y="2"/>
                                  </a:lnTo>
                                  <a:lnTo>
                                    <a:pt x="2" y="48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705"/>
                                  </a:lnTo>
                                  <a:lnTo>
                                    <a:pt x="2" y="770"/>
                                  </a:lnTo>
                                  <a:lnTo>
                                    <a:pt x="48" y="816"/>
                                  </a:lnTo>
                                  <a:lnTo>
                                    <a:pt x="2447" y="817"/>
                                  </a:lnTo>
                                  <a:lnTo>
                                    <a:pt x="2485" y="817"/>
                                  </a:lnTo>
                                  <a:lnTo>
                                    <a:pt x="2547" y="803"/>
                                  </a:lnTo>
                                  <a:lnTo>
                                    <a:pt x="2561" y="742"/>
                                  </a:lnTo>
                                  <a:lnTo>
                                    <a:pt x="2561" y="705"/>
                                  </a:lnTo>
                                  <a:lnTo>
                                    <a:pt x="2561" y="113"/>
                                  </a:lnTo>
                                  <a:lnTo>
                                    <a:pt x="2559" y="48"/>
                                  </a:lnTo>
                                  <a:lnTo>
                                    <a:pt x="2513" y="2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BB7C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167"/>
                        <wpg:cNvGrpSpPr>
                          <a:grpSpLocks/>
                        </wpg:cNvGrpSpPr>
                        <wpg:grpSpPr bwMode="auto">
                          <a:xfrm>
                            <a:off x="346" y="6842"/>
                            <a:ext cx="3921" cy="3324"/>
                            <a:chOff x="346" y="6842"/>
                            <a:chExt cx="3921" cy="3324"/>
                          </a:xfrm>
                        </wpg:grpSpPr>
                        <wps:wsp>
                          <wps:cNvPr id="35" name="Freeform 168"/>
                          <wps:cNvSpPr>
                            <a:spLocks/>
                          </wps:cNvSpPr>
                          <wps:spPr bwMode="auto">
                            <a:xfrm>
                              <a:off x="346" y="6842"/>
                              <a:ext cx="3921" cy="3324"/>
                            </a:xfrm>
                            <a:custGeom>
                              <a:avLst/>
                              <a:gdLst>
                                <a:gd name="T0" fmla="+- 0 572 346"/>
                                <a:gd name="T1" fmla="*/ T0 w 3921"/>
                                <a:gd name="T2" fmla="+- 0 6517 6517"/>
                                <a:gd name="T3" fmla="*/ 6517 h 3649"/>
                                <a:gd name="T4" fmla="+- 0 498 346"/>
                                <a:gd name="T5" fmla="*/ T4 w 3921"/>
                                <a:gd name="T6" fmla="+- 0 6518 6517"/>
                                <a:gd name="T7" fmla="*/ 6518 h 3649"/>
                                <a:gd name="T8" fmla="+- 0 419 346"/>
                                <a:gd name="T9" fmla="*/ T8 w 3921"/>
                                <a:gd name="T10" fmla="+- 0 6524 6517"/>
                                <a:gd name="T11" fmla="*/ 6524 h 3649"/>
                                <a:gd name="T12" fmla="+- 0 365 346"/>
                                <a:gd name="T13" fmla="*/ T12 w 3921"/>
                                <a:gd name="T14" fmla="+- 0 6558 6517"/>
                                <a:gd name="T15" fmla="*/ 6558 h 3649"/>
                                <a:gd name="T16" fmla="+- 0 347 346"/>
                                <a:gd name="T17" fmla="*/ T16 w 3921"/>
                                <a:gd name="T18" fmla="+- 0 6638 6517"/>
                                <a:gd name="T19" fmla="*/ 6638 h 3649"/>
                                <a:gd name="T20" fmla="+- 0 346 346"/>
                                <a:gd name="T21" fmla="*/ T20 w 3921"/>
                                <a:gd name="T22" fmla="+- 0 6703 6517"/>
                                <a:gd name="T23" fmla="*/ 6703 h 3649"/>
                                <a:gd name="T24" fmla="+- 0 346 346"/>
                                <a:gd name="T25" fmla="*/ T24 w 3921"/>
                                <a:gd name="T26" fmla="+- 0 9980 6517"/>
                                <a:gd name="T27" fmla="*/ 9980 h 3649"/>
                                <a:gd name="T28" fmla="+- 0 347 346"/>
                                <a:gd name="T29" fmla="*/ T28 w 3921"/>
                                <a:gd name="T30" fmla="+- 0 10044 6517"/>
                                <a:gd name="T31" fmla="*/ 10044 h 3649"/>
                                <a:gd name="T32" fmla="+- 0 357 346"/>
                                <a:gd name="T33" fmla="*/ T32 w 3921"/>
                                <a:gd name="T34" fmla="+- 0 10110 6517"/>
                                <a:gd name="T35" fmla="*/ 10110 h 3649"/>
                                <a:gd name="T36" fmla="+- 0 400 346"/>
                                <a:gd name="T37" fmla="*/ T36 w 3921"/>
                                <a:gd name="T38" fmla="+- 0 10154 6517"/>
                                <a:gd name="T39" fmla="*/ 10154 h 3649"/>
                                <a:gd name="T40" fmla="+- 0 466 346"/>
                                <a:gd name="T41" fmla="*/ T40 w 3921"/>
                                <a:gd name="T42" fmla="+- 0 10164 6517"/>
                                <a:gd name="T43" fmla="*/ 10164 h 3649"/>
                                <a:gd name="T44" fmla="+- 0 531 346"/>
                                <a:gd name="T45" fmla="*/ T44 w 3921"/>
                                <a:gd name="T46" fmla="+- 0 10166 6517"/>
                                <a:gd name="T47" fmla="*/ 10166 h 3649"/>
                                <a:gd name="T48" fmla="+- 0 4079 346"/>
                                <a:gd name="T49" fmla="*/ T48 w 3921"/>
                                <a:gd name="T50" fmla="+- 0 10166 6517"/>
                                <a:gd name="T51" fmla="*/ 10166 h 3649"/>
                                <a:gd name="T52" fmla="+- 0 4114 346"/>
                                <a:gd name="T53" fmla="*/ T52 w 3921"/>
                                <a:gd name="T54" fmla="+- 0 10165 6517"/>
                                <a:gd name="T55" fmla="*/ 10165 h 3649"/>
                                <a:gd name="T56" fmla="+- 0 4192 346"/>
                                <a:gd name="T57" fmla="*/ T56 w 3921"/>
                                <a:gd name="T58" fmla="+- 0 10159 6517"/>
                                <a:gd name="T59" fmla="*/ 10159 h 3649"/>
                                <a:gd name="T60" fmla="+- 0 4247 346"/>
                                <a:gd name="T61" fmla="*/ T60 w 3921"/>
                                <a:gd name="T62" fmla="+- 0 10126 6517"/>
                                <a:gd name="T63" fmla="*/ 10126 h 3649"/>
                                <a:gd name="T64" fmla="+- 0 4265 346"/>
                                <a:gd name="T65" fmla="*/ T64 w 3921"/>
                                <a:gd name="T66" fmla="+- 0 10045 6517"/>
                                <a:gd name="T67" fmla="*/ 10045 h 3649"/>
                                <a:gd name="T68" fmla="+- 0 4266 346"/>
                                <a:gd name="T69" fmla="*/ T68 w 3921"/>
                                <a:gd name="T70" fmla="+- 0 9980 6517"/>
                                <a:gd name="T71" fmla="*/ 9980 h 3649"/>
                                <a:gd name="T72" fmla="+- 0 4266 346"/>
                                <a:gd name="T73" fmla="*/ T72 w 3921"/>
                                <a:gd name="T74" fmla="+- 0 6703 6517"/>
                                <a:gd name="T75" fmla="*/ 6703 h 3649"/>
                                <a:gd name="T76" fmla="+- 0 4265 346"/>
                                <a:gd name="T77" fmla="*/ T76 w 3921"/>
                                <a:gd name="T78" fmla="+- 0 6639 6517"/>
                                <a:gd name="T79" fmla="*/ 6639 h 3649"/>
                                <a:gd name="T80" fmla="+- 0 4254 346"/>
                                <a:gd name="T81" fmla="*/ T80 w 3921"/>
                                <a:gd name="T82" fmla="+- 0 6573 6517"/>
                                <a:gd name="T83" fmla="*/ 6573 h 3649"/>
                                <a:gd name="T84" fmla="+- 0 4211 346"/>
                                <a:gd name="T85" fmla="*/ T84 w 3921"/>
                                <a:gd name="T86" fmla="+- 0 6530 6517"/>
                                <a:gd name="T87" fmla="*/ 6530 h 3649"/>
                                <a:gd name="T88" fmla="+- 0 4145 346"/>
                                <a:gd name="T89" fmla="*/ T88 w 3921"/>
                                <a:gd name="T90" fmla="+- 0 6519 6517"/>
                                <a:gd name="T91" fmla="*/ 6519 h 3649"/>
                                <a:gd name="T92" fmla="+- 0 4081 346"/>
                                <a:gd name="T93" fmla="*/ T92 w 3921"/>
                                <a:gd name="T94" fmla="+- 0 6517 6517"/>
                                <a:gd name="T95" fmla="*/ 6517 h 3649"/>
                                <a:gd name="T96" fmla="+- 0 572 346"/>
                                <a:gd name="T97" fmla="*/ T96 w 3921"/>
                                <a:gd name="T98" fmla="+- 0 6517 6517"/>
                                <a:gd name="T99" fmla="*/ 6517 h 36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</a:cxnLst>
                              <a:rect l="0" t="0" r="r" b="b"/>
                              <a:pathLst>
                                <a:path w="3921" h="3649">
                                  <a:moveTo>
                                    <a:pt x="226" y="0"/>
                                  </a:moveTo>
                                  <a:lnTo>
                                    <a:pt x="152" y="1"/>
                                  </a:lnTo>
                                  <a:lnTo>
                                    <a:pt x="73" y="7"/>
                                  </a:lnTo>
                                  <a:lnTo>
                                    <a:pt x="19" y="41"/>
                                  </a:lnTo>
                                  <a:lnTo>
                                    <a:pt x="1" y="121"/>
                                  </a:lnTo>
                                  <a:lnTo>
                                    <a:pt x="0" y="186"/>
                                  </a:lnTo>
                                  <a:lnTo>
                                    <a:pt x="0" y="3463"/>
                                  </a:lnTo>
                                  <a:lnTo>
                                    <a:pt x="1" y="3527"/>
                                  </a:lnTo>
                                  <a:lnTo>
                                    <a:pt x="11" y="3593"/>
                                  </a:lnTo>
                                  <a:lnTo>
                                    <a:pt x="54" y="3637"/>
                                  </a:lnTo>
                                  <a:lnTo>
                                    <a:pt x="120" y="3647"/>
                                  </a:lnTo>
                                  <a:lnTo>
                                    <a:pt x="185" y="3649"/>
                                  </a:lnTo>
                                  <a:lnTo>
                                    <a:pt x="3733" y="3649"/>
                                  </a:lnTo>
                                  <a:lnTo>
                                    <a:pt x="3768" y="3648"/>
                                  </a:lnTo>
                                  <a:lnTo>
                                    <a:pt x="3846" y="3642"/>
                                  </a:lnTo>
                                  <a:lnTo>
                                    <a:pt x="3901" y="3609"/>
                                  </a:lnTo>
                                  <a:lnTo>
                                    <a:pt x="3919" y="3528"/>
                                  </a:lnTo>
                                  <a:lnTo>
                                    <a:pt x="3920" y="3463"/>
                                  </a:lnTo>
                                  <a:lnTo>
                                    <a:pt x="3920" y="186"/>
                                  </a:lnTo>
                                  <a:lnTo>
                                    <a:pt x="3919" y="122"/>
                                  </a:lnTo>
                                  <a:lnTo>
                                    <a:pt x="3908" y="56"/>
                                  </a:lnTo>
                                  <a:lnTo>
                                    <a:pt x="3865" y="13"/>
                                  </a:lnTo>
                                  <a:lnTo>
                                    <a:pt x="3799" y="2"/>
                                  </a:lnTo>
                                  <a:lnTo>
                                    <a:pt x="3735" y="0"/>
                                  </a:lnTo>
                                  <a:lnTo>
                                    <a:pt x="22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E4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165"/>
                        <wpg:cNvGrpSpPr>
                          <a:grpSpLocks/>
                        </wpg:cNvGrpSpPr>
                        <wpg:grpSpPr bwMode="auto">
                          <a:xfrm>
                            <a:off x="338" y="10927"/>
                            <a:ext cx="5517" cy="3511"/>
                            <a:chOff x="338" y="10927"/>
                            <a:chExt cx="5517" cy="3511"/>
                          </a:xfrm>
                        </wpg:grpSpPr>
                        <wps:wsp>
                          <wps:cNvPr id="37" name="Freeform 166"/>
                          <wps:cNvSpPr>
                            <a:spLocks/>
                          </wps:cNvSpPr>
                          <wps:spPr bwMode="auto">
                            <a:xfrm>
                              <a:off x="338" y="10927"/>
                              <a:ext cx="5517" cy="3511"/>
                            </a:xfrm>
                            <a:custGeom>
                              <a:avLst/>
                              <a:gdLst>
                                <a:gd name="T0" fmla="+- 0 565 338"/>
                                <a:gd name="T1" fmla="*/ T0 w 5517"/>
                                <a:gd name="T2" fmla="+- 0 10720 10720"/>
                                <a:gd name="T3" fmla="*/ 10720 h 3511"/>
                                <a:gd name="T4" fmla="+- 0 490 338"/>
                                <a:gd name="T5" fmla="*/ T4 w 5517"/>
                                <a:gd name="T6" fmla="+- 0 10721 10720"/>
                                <a:gd name="T7" fmla="*/ 10721 h 3511"/>
                                <a:gd name="T8" fmla="+- 0 412 338"/>
                                <a:gd name="T9" fmla="*/ T8 w 5517"/>
                                <a:gd name="T10" fmla="+- 0 10727 10720"/>
                                <a:gd name="T11" fmla="*/ 10727 h 3511"/>
                                <a:gd name="T12" fmla="+- 0 357 338"/>
                                <a:gd name="T13" fmla="*/ T12 w 5517"/>
                                <a:gd name="T14" fmla="+- 0 10761 10720"/>
                                <a:gd name="T15" fmla="*/ 10761 h 3511"/>
                                <a:gd name="T16" fmla="+- 0 339 338"/>
                                <a:gd name="T17" fmla="*/ T16 w 5517"/>
                                <a:gd name="T18" fmla="+- 0 10841 10720"/>
                                <a:gd name="T19" fmla="*/ 10841 h 3511"/>
                                <a:gd name="T20" fmla="+- 0 338 338"/>
                                <a:gd name="T21" fmla="*/ T20 w 5517"/>
                                <a:gd name="T22" fmla="+- 0 10906 10720"/>
                                <a:gd name="T23" fmla="*/ 10906 h 3511"/>
                                <a:gd name="T24" fmla="+- 0 338 338"/>
                                <a:gd name="T25" fmla="*/ T24 w 5517"/>
                                <a:gd name="T26" fmla="+- 0 14045 10720"/>
                                <a:gd name="T27" fmla="*/ 14045 h 3511"/>
                                <a:gd name="T28" fmla="+- 0 339 338"/>
                                <a:gd name="T29" fmla="*/ T28 w 5517"/>
                                <a:gd name="T30" fmla="+- 0 14109 10720"/>
                                <a:gd name="T31" fmla="*/ 14109 h 3511"/>
                                <a:gd name="T32" fmla="+- 0 350 338"/>
                                <a:gd name="T33" fmla="*/ T32 w 5517"/>
                                <a:gd name="T34" fmla="+- 0 14175 10720"/>
                                <a:gd name="T35" fmla="*/ 14175 h 3511"/>
                                <a:gd name="T36" fmla="+- 0 393 338"/>
                                <a:gd name="T37" fmla="*/ T36 w 5517"/>
                                <a:gd name="T38" fmla="+- 0 14218 10720"/>
                                <a:gd name="T39" fmla="*/ 14218 h 3511"/>
                                <a:gd name="T40" fmla="+- 0 459 338"/>
                                <a:gd name="T41" fmla="*/ T40 w 5517"/>
                                <a:gd name="T42" fmla="+- 0 14229 10720"/>
                                <a:gd name="T43" fmla="*/ 14229 h 3511"/>
                                <a:gd name="T44" fmla="+- 0 523 338"/>
                                <a:gd name="T45" fmla="*/ T44 w 5517"/>
                                <a:gd name="T46" fmla="+- 0 14231 10720"/>
                                <a:gd name="T47" fmla="*/ 14231 h 3511"/>
                                <a:gd name="T48" fmla="+- 0 5667 338"/>
                                <a:gd name="T49" fmla="*/ T48 w 5517"/>
                                <a:gd name="T50" fmla="+- 0 14231 10720"/>
                                <a:gd name="T51" fmla="*/ 14231 h 3511"/>
                                <a:gd name="T52" fmla="+- 0 5702 338"/>
                                <a:gd name="T53" fmla="*/ T52 w 5517"/>
                                <a:gd name="T54" fmla="+- 0 14230 10720"/>
                                <a:gd name="T55" fmla="*/ 14230 h 3511"/>
                                <a:gd name="T56" fmla="+- 0 5781 338"/>
                                <a:gd name="T57" fmla="*/ T56 w 5517"/>
                                <a:gd name="T58" fmla="+- 0 14224 10720"/>
                                <a:gd name="T59" fmla="*/ 14224 h 3511"/>
                                <a:gd name="T60" fmla="+- 0 5835 338"/>
                                <a:gd name="T61" fmla="*/ T60 w 5517"/>
                                <a:gd name="T62" fmla="+- 0 14190 10720"/>
                                <a:gd name="T63" fmla="*/ 14190 h 3511"/>
                                <a:gd name="T64" fmla="+- 0 5853 338"/>
                                <a:gd name="T65" fmla="*/ T64 w 5517"/>
                                <a:gd name="T66" fmla="+- 0 14110 10720"/>
                                <a:gd name="T67" fmla="*/ 14110 h 3511"/>
                                <a:gd name="T68" fmla="+- 0 5854 338"/>
                                <a:gd name="T69" fmla="*/ T68 w 5517"/>
                                <a:gd name="T70" fmla="+- 0 14045 10720"/>
                                <a:gd name="T71" fmla="*/ 14045 h 3511"/>
                                <a:gd name="T72" fmla="+- 0 5854 338"/>
                                <a:gd name="T73" fmla="*/ T72 w 5517"/>
                                <a:gd name="T74" fmla="+- 0 10906 10720"/>
                                <a:gd name="T75" fmla="*/ 10906 h 3511"/>
                                <a:gd name="T76" fmla="+- 0 5853 338"/>
                                <a:gd name="T77" fmla="*/ T76 w 5517"/>
                                <a:gd name="T78" fmla="+- 0 10842 10720"/>
                                <a:gd name="T79" fmla="*/ 10842 h 3511"/>
                                <a:gd name="T80" fmla="+- 0 5843 338"/>
                                <a:gd name="T81" fmla="*/ T80 w 5517"/>
                                <a:gd name="T82" fmla="+- 0 10776 10720"/>
                                <a:gd name="T83" fmla="*/ 10776 h 3511"/>
                                <a:gd name="T84" fmla="+- 0 5799 338"/>
                                <a:gd name="T85" fmla="*/ T84 w 5517"/>
                                <a:gd name="T86" fmla="+- 0 10733 10720"/>
                                <a:gd name="T87" fmla="*/ 10733 h 3511"/>
                                <a:gd name="T88" fmla="+- 0 5734 338"/>
                                <a:gd name="T89" fmla="*/ T88 w 5517"/>
                                <a:gd name="T90" fmla="+- 0 10722 10720"/>
                                <a:gd name="T91" fmla="*/ 10722 h 3511"/>
                                <a:gd name="T92" fmla="+- 0 5669 338"/>
                                <a:gd name="T93" fmla="*/ T92 w 5517"/>
                                <a:gd name="T94" fmla="+- 0 10720 10720"/>
                                <a:gd name="T95" fmla="*/ 10720 h 3511"/>
                                <a:gd name="T96" fmla="+- 0 565 338"/>
                                <a:gd name="T97" fmla="*/ T96 w 5517"/>
                                <a:gd name="T98" fmla="+- 0 10720 10720"/>
                                <a:gd name="T99" fmla="*/ 10720 h 35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</a:cxnLst>
                              <a:rect l="0" t="0" r="r" b="b"/>
                              <a:pathLst>
                                <a:path w="5517" h="3511">
                                  <a:moveTo>
                                    <a:pt x="227" y="0"/>
                                  </a:moveTo>
                                  <a:lnTo>
                                    <a:pt x="152" y="1"/>
                                  </a:lnTo>
                                  <a:lnTo>
                                    <a:pt x="74" y="7"/>
                                  </a:lnTo>
                                  <a:lnTo>
                                    <a:pt x="19" y="41"/>
                                  </a:lnTo>
                                  <a:lnTo>
                                    <a:pt x="1" y="121"/>
                                  </a:lnTo>
                                  <a:lnTo>
                                    <a:pt x="0" y="186"/>
                                  </a:lnTo>
                                  <a:lnTo>
                                    <a:pt x="0" y="3325"/>
                                  </a:lnTo>
                                  <a:lnTo>
                                    <a:pt x="1" y="3389"/>
                                  </a:lnTo>
                                  <a:lnTo>
                                    <a:pt x="12" y="3455"/>
                                  </a:lnTo>
                                  <a:lnTo>
                                    <a:pt x="55" y="3498"/>
                                  </a:lnTo>
                                  <a:lnTo>
                                    <a:pt x="121" y="3509"/>
                                  </a:lnTo>
                                  <a:lnTo>
                                    <a:pt x="185" y="3511"/>
                                  </a:lnTo>
                                  <a:lnTo>
                                    <a:pt x="5329" y="3511"/>
                                  </a:lnTo>
                                  <a:lnTo>
                                    <a:pt x="5364" y="3510"/>
                                  </a:lnTo>
                                  <a:lnTo>
                                    <a:pt x="5443" y="3504"/>
                                  </a:lnTo>
                                  <a:lnTo>
                                    <a:pt x="5497" y="3470"/>
                                  </a:lnTo>
                                  <a:lnTo>
                                    <a:pt x="5515" y="3390"/>
                                  </a:lnTo>
                                  <a:lnTo>
                                    <a:pt x="5516" y="3325"/>
                                  </a:lnTo>
                                  <a:lnTo>
                                    <a:pt x="5516" y="186"/>
                                  </a:lnTo>
                                  <a:lnTo>
                                    <a:pt x="5515" y="122"/>
                                  </a:lnTo>
                                  <a:lnTo>
                                    <a:pt x="5505" y="56"/>
                                  </a:lnTo>
                                  <a:lnTo>
                                    <a:pt x="5461" y="13"/>
                                  </a:lnTo>
                                  <a:lnTo>
                                    <a:pt x="5396" y="2"/>
                                  </a:lnTo>
                                  <a:lnTo>
                                    <a:pt x="5331" y="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FE3E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163"/>
                        <wpg:cNvGrpSpPr>
                          <a:grpSpLocks/>
                        </wpg:cNvGrpSpPr>
                        <wpg:grpSpPr bwMode="auto">
                          <a:xfrm>
                            <a:off x="7517" y="15258"/>
                            <a:ext cx="2898" cy="818"/>
                            <a:chOff x="7517" y="15258"/>
                            <a:chExt cx="2898" cy="818"/>
                          </a:xfrm>
                        </wpg:grpSpPr>
                        <wps:wsp>
                          <wps:cNvPr id="39" name="Freeform 164"/>
                          <wps:cNvSpPr>
                            <a:spLocks/>
                          </wps:cNvSpPr>
                          <wps:spPr bwMode="auto">
                            <a:xfrm>
                              <a:off x="7517" y="15258"/>
                              <a:ext cx="2898" cy="818"/>
                            </a:xfrm>
                            <a:custGeom>
                              <a:avLst/>
                              <a:gdLst>
                                <a:gd name="T0" fmla="+- 0 7616 7503"/>
                                <a:gd name="T1" fmla="*/ T0 w 2898"/>
                                <a:gd name="T2" fmla="+- 0 15202 15202"/>
                                <a:gd name="T3" fmla="*/ 15202 h 818"/>
                                <a:gd name="T4" fmla="+- 0 7550 7503"/>
                                <a:gd name="T5" fmla="*/ T4 w 2898"/>
                                <a:gd name="T6" fmla="+- 0 15204 15202"/>
                                <a:gd name="T7" fmla="*/ 15204 h 818"/>
                                <a:gd name="T8" fmla="+- 0 7504 7503"/>
                                <a:gd name="T9" fmla="*/ T8 w 2898"/>
                                <a:gd name="T10" fmla="+- 0 15250 15202"/>
                                <a:gd name="T11" fmla="*/ 15250 h 818"/>
                                <a:gd name="T12" fmla="+- 0 7503 7503"/>
                                <a:gd name="T13" fmla="*/ T12 w 2898"/>
                                <a:gd name="T14" fmla="+- 0 15315 15202"/>
                                <a:gd name="T15" fmla="*/ 15315 h 818"/>
                                <a:gd name="T16" fmla="+- 0 7503 7503"/>
                                <a:gd name="T17" fmla="*/ T16 w 2898"/>
                                <a:gd name="T18" fmla="+- 0 15906 15202"/>
                                <a:gd name="T19" fmla="*/ 15906 h 818"/>
                                <a:gd name="T20" fmla="+- 0 7504 7503"/>
                                <a:gd name="T21" fmla="*/ T20 w 2898"/>
                                <a:gd name="T22" fmla="+- 0 15971 15202"/>
                                <a:gd name="T23" fmla="*/ 15971 h 818"/>
                                <a:gd name="T24" fmla="+- 0 7550 7503"/>
                                <a:gd name="T25" fmla="*/ T24 w 2898"/>
                                <a:gd name="T26" fmla="+- 0 16017 15202"/>
                                <a:gd name="T27" fmla="*/ 16017 h 818"/>
                                <a:gd name="T28" fmla="+- 0 10287 7503"/>
                                <a:gd name="T29" fmla="*/ T28 w 2898"/>
                                <a:gd name="T30" fmla="+- 0 16019 15202"/>
                                <a:gd name="T31" fmla="*/ 16019 h 818"/>
                                <a:gd name="T32" fmla="+- 0 10324 7503"/>
                                <a:gd name="T33" fmla="*/ T32 w 2898"/>
                                <a:gd name="T34" fmla="+- 0 16019 15202"/>
                                <a:gd name="T35" fmla="*/ 16019 h 818"/>
                                <a:gd name="T36" fmla="+- 0 10386 7503"/>
                                <a:gd name="T37" fmla="*/ T36 w 2898"/>
                                <a:gd name="T38" fmla="+- 0 16005 15202"/>
                                <a:gd name="T39" fmla="*/ 16005 h 818"/>
                                <a:gd name="T40" fmla="+- 0 10400 7503"/>
                                <a:gd name="T41" fmla="*/ T40 w 2898"/>
                                <a:gd name="T42" fmla="+- 0 15944 15202"/>
                                <a:gd name="T43" fmla="*/ 15944 h 818"/>
                                <a:gd name="T44" fmla="+- 0 10400 7503"/>
                                <a:gd name="T45" fmla="*/ T44 w 2898"/>
                                <a:gd name="T46" fmla="+- 0 15906 15202"/>
                                <a:gd name="T47" fmla="*/ 15906 h 818"/>
                                <a:gd name="T48" fmla="+- 0 10400 7503"/>
                                <a:gd name="T49" fmla="*/ T48 w 2898"/>
                                <a:gd name="T50" fmla="+- 0 15315 15202"/>
                                <a:gd name="T51" fmla="*/ 15315 h 818"/>
                                <a:gd name="T52" fmla="+- 0 10399 7503"/>
                                <a:gd name="T53" fmla="*/ T52 w 2898"/>
                                <a:gd name="T54" fmla="+- 0 15250 15202"/>
                                <a:gd name="T55" fmla="*/ 15250 h 818"/>
                                <a:gd name="T56" fmla="+- 0 10353 7503"/>
                                <a:gd name="T57" fmla="*/ T56 w 2898"/>
                                <a:gd name="T58" fmla="+- 0 15204 15202"/>
                                <a:gd name="T59" fmla="*/ 15204 h 818"/>
                                <a:gd name="T60" fmla="+- 0 7616 7503"/>
                                <a:gd name="T61" fmla="*/ T60 w 2898"/>
                                <a:gd name="T62" fmla="+- 0 15202 15202"/>
                                <a:gd name="T63" fmla="*/ 15202 h 8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2898" h="818">
                                  <a:moveTo>
                                    <a:pt x="113" y="0"/>
                                  </a:moveTo>
                                  <a:lnTo>
                                    <a:pt x="47" y="2"/>
                                  </a:lnTo>
                                  <a:lnTo>
                                    <a:pt x="1" y="48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704"/>
                                  </a:lnTo>
                                  <a:lnTo>
                                    <a:pt x="1" y="769"/>
                                  </a:lnTo>
                                  <a:lnTo>
                                    <a:pt x="47" y="815"/>
                                  </a:lnTo>
                                  <a:lnTo>
                                    <a:pt x="2784" y="817"/>
                                  </a:lnTo>
                                  <a:lnTo>
                                    <a:pt x="2821" y="817"/>
                                  </a:lnTo>
                                  <a:lnTo>
                                    <a:pt x="2883" y="803"/>
                                  </a:lnTo>
                                  <a:lnTo>
                                    <a:pt x="2897" y="742"/>
                                  </a:lnTo>
                                  <a:lnTo>
                                    <a:pt x="2897" y="704"/>
                                  </a:lnTo>
                                  <a:lnTo>
                                    <a:pt x="2897" y="113"/>
                                  </a:lnTo>
                                  <a:lnTo>
                                    <a:pt x="2896" y="48"/>
                                  </a:lnTo>
                                  <a:lnTo>
                                    <a:pt x="2850" y="2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DC4C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161"/>
                        <wpg:cNvGrpSpPr>
                          <a:grpSpLocks/>
                        </wpg:cNvGrpSpPr>
                        <wpg:grpSpPr bwMode="auto">
                          <a:xfrm>
                            <a:off x="4508" y="-48"/>
                            <a:ext cx="3588" cy="7048"/>
                            <a:chOff x="4508" y="-48"/>
                            <a:chExt cx="3588" cy="7048"/>
                          </a:xfrm>
                        </wpg:grpSpPr>
                        <wps:wsp>
                          <wps:cNvPr id="41" name="Freeform 162"/>
                          <wps:cNvSpPr>
                            <a:spLocks/>
                          </wps:cNvSpPr>
                          <wps:spPr bwMode="auto">
                            <a:xfrm>
                              <a:off x="4508" y="-48"/>
                              <a:ext cx="3588" cy="7048"/>
                            </a:xfrm>
                            <a:custGeom>
                              <a:avLst/>
                              <a:gdLst>
                                <a:gd name="T0" fmla="+- 0 4508 4508"/>
                                <a:gd name="T1" fmla="*/ T0 w 3588"/>
                                <a:gd name="T2" fmla="+- 0 -48 -48"/>
                                <a:gd name="T3" fmla="*/ -48 h 7048"/>
                                <a:gd name="T4" fmla="+- 0 4508 4508"/>
                                <a:gd name="T5" fmla="*/ T4 w 3588"/>
                                <a:gd name="T6" fmla="+- 0 6471 -48"/>
                                <a:gd name="T7" fmla="*/ 6471 h 7048"/>
                                <a:gd name="T8" fmla="+- 0 6302 4508"/>
                                <a:gd name="T9" fmla="*/ T8 w 3588"/>
                                <a:gd name="T10" fmla="+- 0 6999 -48"/>
                                <a:gd name="T11" fmla="*/ 6999 h 7048"/>
                                <a:gd name="T12" fmla="+- 0 8096 4508"/>
                                <a:gd name="T13" fmla="*/ T12 w 3588"/>
                                <a:gd name="T14" fmla="+- 0 6471 -48"/>
                                <a:gd name="T15" fmla="*/ 6471 h 7048"/>
                                <a:gd name="T16" fmla="+- 0 8096 4508"/>
                                <a:gd name="T17" fmla="*/ T16 w 3588"/>
                                <a:gd name="T18" fmla="+- 0 -48 -48"/>
                                <a:gd name="T19" fmla="*/ -48 h 7048"/>
                                <a:gd name="T20" fmla="+- 0 4508 4508"/>
                                <a:gd name="T21" fmla="*/ T20 w 3588"/>
                                <a:gd name="T22" fmla="+- 0 -48 -48"/>
                                <a:gd name="T23" fmla="*/ -48 h 70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3588" h="7048">
                                  <a:moveTo>
                                    <a:pt x="0" y="0"/>
                                  </a:moveTo>
                                  <a:lnTo>
                                    <a:pt x="0" y="6519"/>
                                  </a:lnTo>
                                  <a:lnTo>
                                    <a:pt x="1794" y="7047"/>
                                  </a:lnTo>
                                  <a:lnTo>
                                    <a:pt x="3588" y="6519"/>
                                  </a:lnTo>
                                  <a:lnTo>
                                    <a:pt x="3588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00A3A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159"/>
                        <wpg:cNvGrpSpPr>
                          <a:grpSpLocks/>
                        </wpg:cNvGrpSpPr>
                        <wpg:grpSpPr bwMode="auto">
                          <a:xfrm>
                            <a:off x="4504" y="626"/>
                            <a:ext cx="3602" cy="378"/>
                            <a:chOff x="4504" y="626"/>
                            <a:chExt cx="3602" cy="378"/>
                          </a:xfrm>
                        </wpg:grpSpPr>
                        <wps:wsp>
                          <wps:cNvPr id="43" name="Freeform 160"/>
                          <wps:cNvSpPr>
                            <a:spLocks/>
                          </wps:cNvSpPr>
                          <wps:spPr bwMode="auto">
                            <a:xfrm>
                              <a:off x="4504" y="626"/>
                              <a:ext cx="3602" cy="378"/>
                            </a:xfrm>
                            <a:custGeom>
                              <a:avLst/>
                              <a:gdLst>
                                <a:gd name="T0" fmla="+- 0 8106 4504"/>
                                <a:gd name="T1" fmla="*/ T0 w 3602"/>
                                <a:gd name="T2" fmla="+- 0 626 626"/>
                                <a:gd name="T3" fmla="*/ 626 h 378"/>
                                <a:gd name="T4" fmla="+- 0 4504 4504"/>
                                <a:gd name="T5" fmla="*/ T4 w 3602"/>
                                <a:gd name="T6" fmla="+- 0 626 626"/>
                                <a:gd name="T7" fmla="*/ 626 h 378"/>
                                <a:gd name="T8" fmla="+- 0 6305 4504"/>
                                <a:gd name="T9" fmla="*/ T8 w 3602"/>
                                <a:gd name="T10" fmla="+- 0 1003 626"/>
                                <a:gd name="T11" fmla="*/ 1003 h 378"/>
                                <a:gd name="T12" fmla="+- 0 8106 4504"/>
                                <a:gd name="T13" fmla="*/ T12 w 3602"/>
                                <a:gd name="T14" fmla="+- 0 626 626"/>
                                <a:gd name="T15" fmla="*/ 626 h 37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602" h="378">
                                  <a:moveTo>
                                    <a:pt x="360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801" y="377"/>
                                  </a:lnTo>
                                  <a:lnTo>
                                    <a:pt x="360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3A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157"/>
                        <wpg:cNvGrpSpPr>
                          <a:grpSpLocks/>
                        </wpg:cNvGrpSpPr>
                        <wpg:grpSpPr bwMode="auto">
                          <a:xfrm>
                            <a:off x="4504" y="-58"/>
                            <a:ext cx="3602" cy="684"/>
                            <a:chOff x="4504" y="-58"/>
                            <a:chExt cx="3602" cy="684"/>
                          </a:xfrm>
                        </wpg:grpSpPr>
                        <wps:wsp>
                          <wps:cNvPr id="45" name="Freeform 158"/>
                          <wps:cNvSpPr>
                            <a:spLocks/>
                          </wps:cNvSpPr>
                          <wps:spPr bwMode="auto">
                            <a:xfrm>
                              <a:off x="4504" y="-58"/>
                              <a:ext cx="3602" cy="684"/>
                            </a:xfrm>
                            <a:custGeom>
                              <a:avLst/>
                              <a:gdLst>
                                <a:gd name="T0" fmla="+- 0 4504 4504"/>
                                <a:gd name="T1" fmla="*/ T0 w 3602"/>
                                <a:gd name="T2" fmla="+- 0 626 -58"/>
                                <a:gd name="T3" fmla="*/ 626 h 684"/>
                                <a:gd name="T4" fmla="+- 0 8106 4504"/>
                                <a:gd name="T5" fmla="*/ T4 w 3602"/>
                                <a:gd name="T6" fmla="+- 0 626 -58"/>
                                <a:gd name="T7" fmla="*/ 626 h 684"/>
                                <a:gd name="T8" fmla="+- 0 8106 4504"/>
                                <a:gd name="T9" fmla="*/ T8 w 3602"/>
                                <a:gd name="T10" fmla="+- 0 -58 -58"/>
                                <a:gd name="T11" fmla="*/ -58 h 684"/>
                                <a:gd name="T12" fmla="+- 0 4504 4504"/>
                                <a:gd name="T13" fmla="*/ T12 w 3602"/>
                                <a:gd name="T14" fmla="+- 0 -58 -58"/>
                                <a:gd name="T15" fmla="*/ -58 h 684"/>
                                <a:gd name="T16" fmla="+- 0 4504 4504"/>
                                <a:gd name="T17" fmla="*/ T16 w 3602"/>
                                <a:gd name="T18" fmla="+- 0 626 -58"/>
                                <a:gd name="T19" fmla="*/ 626 h 68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602" h="684">
                                  <a:moveTo>
                                    <a:pt x="0" y="684"/>
                                  </a:moveTo>
                                  <a:lnTo>
                                    <a:pt x="3602" y="684"/>
                                  </a:lnTo>
                                  <a:lnTo>
                                    <a:pt x="360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3A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155"/>
                        <wpg:cNvGrpSpPr>
                          <a:grpSpLocks/>
                        </wpg:cNvGrpSpPr>
                        <wpg:grpSpPr bwMode="auto">
                          <a:xfrm>
                            <a:off x="8762" y="-38"/>
                            <a:ext cx="3588" cy="7294"/>
                            <a:chOff x="8762" y="-38"/>
                            <a:chExt cx="3588" cy="7294"/>
                          </a:xfrm>
                        </wpg:grpSpPr>
                        <wps:wsp>
                          <wps:cNvPr id="47" name="Freeform 156"/>
                          <wps:cNvSpPr>
                            <a:spLocks/>
                          </wps:cNvSpPr>
                          <wps:spPr bwMode="auto">
                            <a:xfrm>
                              <a:off x="8762" y="-38"/>
                              <a:ext cx="3588" cy="7294"/>
                            </a:xfrm>
                            <a:custGeom>
                              <a:avLst/>
                              <a:gdLst>
                                <a:gd name="T0" fmla="+- 0 8762 8762"/>
                                <a:gd name="T1" fmla="*/ T0 w 3588"/>
                                <a:gd name="T2" fmla="+- 0 -38 -38"/>
                                <a:gd name="T3" fmla="*/ -38 h 7294"/>
                                <a:gd name="T4" fmla="+- 0 8762 8762"/>
                                <a:gd name="T5" fmla="*/ T4 w 3588"/>
                                <a:gd name="T6" fmla="+- 0 6710 -38"/>
                                <a:gd name="T7" fmla="*/ 6710 h 7294"/>
                                <a:gd name="T8" fmla="+- 0 10556 8762"/>
                                <a:gd name="T9" fmla="*/ T8 w 3588"/>
                                <a:gd name="T10" fmla="+- 0 7256 -38"/>
                                <a:gd name="T11" fmla="*/ 7256 h 7294"/>
                                <a:gd name="T12" fmla="+- 0 12350 8762"/>
                                <a:gd name="T13" fmla="*/ T12 w 3588"/>
                                <a:gd name="T14" fmla="+- 0 6710 -38"/>
                                <a:gd name="T15" fmla="*/ 6710 h 7294"/>
                                <a:gd name="T16" fmla="+- 0 12350 8762"/>
                                <a:gd name="T17" fmla="*/ T16 w 3588"/>
                                <a:gd name="T18" fmla="+- 0 -38 -38"/>
                                <a:gd name="T19" fmla="*/ -38 h 7294"/>
                                <a:gd name="T20" fmla="+- 0 8762 8762"/>
                                <a:gd name="T21" fmla="*/ T20 w 3588"/>
                                <a:gd name="T22" fmla="+- 0 -38 -38"/>
                                <a:gd name="T23" fmla="*/ -38 h 72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3588" h="7294">
                                  <a:moveTo>
                                    <a:pt x="0" y="0"/>
                                  </a:moveTo>
                                  <a:lnTo>
                                    <a:pt x="0" y="6748"/>
                                  </a:lnTo>
                                  <a:lnTo>
                                    <a:pt x="1794" y="7294"/>
                                  </a:lnTo>
                                  <a:lnTo>
                                    <a:pt x="3588" y="6748"/>
                                  </a:lnTo>
                                  <a:lnTo>
                                    <a:pt x="3588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00A3A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153"/>
                        <wpg:cNvGrpSpPr>
                          <a:grpSpLocks/>
                        </wpg:cNvGrpSpPr>
                        <wpg:grpSpPr bwMode="auto">
                          <a:xfrm>
                            <a:off x="8759" y="636"/>
                            <a:ext cx="3602" cy="378"/>
                            <a:chOff x="8759" y="636"/>
                            <a:chExt cx="3602" cy="378"/>
                          </a:xfrm>
                        </wpg:grpSpPr>
                        <wps:wsp>
                          <wps:cNvPr id="49" name="Freeform 154"/>
                          <wps:cNvSpPr>
                            <a:spLocks/>
                          </wps:cNvSpPr>
                          <wps:spPr bwMode="auto">
                            <a:xfrm>
                              <a:off x="8759" y="636"/>
                              <a:ext cx="3602" cy="378"/>
                            </a:xfrm>
                            <a:custGeom>
                              <a:avLst/>
                              <a:gdLst>
                                <a:gd name="T0" fmla="+- 0 12360 8759"/>
                                <a:gd name="T1" fmla="*/ T0 w 3602"/>
                                <a:gd name="T2" fmla="+- 0 636 636"/>
                                <a:gd name="T3" fmla="*/ 636 h 378"/>
                                <a:gd name="T4" fmla="+- 0 8759 8759"/>
                                <a:gd name="T5" fmla="*/ T4 w 3602"/>
                                <a:gd name="T6" fmla="+- 0 636 636"/>
                                <a:gd name="T7" fmla="*/ 636 h 378"/>
                                <a:gd name="T8" fmla="+- 0 10559 8759"/>
                                <a:gd name="T9" fmla="*/ T8 w 3602"/>
                                <a:gd name="T10" fmla="+- 0 1013 636"/>
                                <a:gd name="T11" fmla="*/ 1013 h 378"/>
                                <a:gd name="T12" fmla="+- 0 12360 8759"/>
                                <a:gd name="T13" fmla="*/ T12 w 3602"/>
                                <a:gd name="T14" fmla="+- 0 636 636"/>
                                <a:gd name="T15" fmla="*/ 636 h 37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602" h="378">
                                  <a:moveTo>
                                    <a:pt x="360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800" y="377"/>
                                  </a:lnTo>
                                  <a:lnTo>
                                    <a:pt x="36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3A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151"/>
                        <wpg:cNvGrpSpPr>
                          <a:grpSpLocks/>
                        </wpg:cNvGrpSpPr>
                        <wpg:grpSpPr bwMode="auto">
                          <a:xfrm>
                            <a:off x="8759" y="-48"/>
                            <a:ext cx="3602" cy="684"/>
                            <a:chOff x="8759" y="-48"/>
                            <a:chExt cx="3602" cy="684"/>
                          </a:xfrm>
                        </wpg:grpSpPr>
                        <wps:wsp>
                          <wps:cNvPr id="51" name="Freeform 152"/>
                          <wps:cNvSpPr>
                            <a:spLocks/>
                          </wps:cNvSpPr>
                          <wps:spPr bwMode="auto">
                            <a:xfrm>
                              <a:off x="8759" y="-48"/>
                              <a:ext cx="3602" cy="684"/>
                            </a:xfrm>
                            <a:custGeom>
                              <a:avLst/>
                              <a:gdLst>
                                <a:gd name="T0" fmla="+- 0 8759 8759"/>
                                <a:gd name="T1" fmla="*/ T0 w 3602"/>
                                <a:gd name="T2" fmla="+- 0 636 -48"/>
                                <a:gd name="T3" fmla="*/ 636 h 684"/>
                                <a:gd name="T4" fmla="+- 0 12360 8759"/>
                                <a:gd name="T5" fmla="*/ T4 w 3602"/>
                                <a:gd name="T6" fmla="+- 0 636 -48"/>
                                <a:gd name="T7" fmla="*/ 636 h 684"/>
                                <a:gd name="T8" fmla="+- 0 12360 8759"/>
                                <a:gd name="T9" fmla="*/ T8 w 3602"/>
                                <a:gd name="T10" fmla="+- 0 -48 -48"/>
                                <a:gd name="T11" fmla="*/ -48 h 684"/>
                                <a:gd name="T12" fmla="+- 0 8759 8759"/>
                                <a:gd name="T13" fmla="*/ T12 w 3602"/>
                                <a:gd name="T14" fmla="+- 0 -48 -48"/>
                                <a:gd name="T15" fmla="*/ -48 h 684"/>
                                <a:gd name="T16" fmla="+- 0 8759 8759"/>
                                <a:gd name="T17" fmla="*/ T16 w 3602"/>
                                <a:gd name="T18" fmla="+- 0 636 -48"/>
                                <a:gd name="T19" fmla="*/ 636 h 68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602" h="684">
                                  <a:moveTo>
                                    <a:pt x="0" y="684"/>
                                  </a:moveTo>
                                  <a:lnTo>
                                    <a:pt x="3601" y="684"/>
                                  </a:lnTo>
                                  <a:lnTo>
                                    <a:pt x="360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3A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149"/>
                        <wpg:cNvGrpSpPr>
                          <a:grpSpLocks/>
                        </wpg:cNvGrpSpPr>
                        <wpg:grpSpPr bwMode="auto">
                          <a:xfrm>
                            <a:off x="12892" y="-48"/>
                            <a:ext cx="3588" cy="8369"/>
                            <a:chOff x="12892" y="-48"/>
                            <a:chExt cx="3588" cy="8369"/>
                          </a:xfrm>
                        </wpg:grpSpPr>
                        <wps:wsp>
                          <wps:cNvPr id="53" name="Freeform 150"/>
                          <wps:cNvSpPr>
                            <a:spLocks/>
                          </wps:cNvSpPr>
                          <wps:spPr bwMode="auto">
                            <a:xfrm>
                              <a:off x="12892" y="-48"/>
                              <a:ext cx="3588" cy="8369"/>
                            </a:xfrm>
                            <a:custGeom>
                              <a:avLst/>
                              <a:gdLst>
                                <a:gd name="T0" fmla="+- 0 12892 12892"/>
                                <a:gd name="T1" fmla="*/ T0 w 3588"/>
                                <a:gd name="T2" fmla="+- 0 -48 -48"/>
                                <a:gd name="T3" fmla="*/ -48 h 8369"/>
                                <a:gd name="T4" fmla="+- 0 12892 12892"/>
                                <a:gd name="T5" fmla="*/ T4 w 3588"/>
                                <a:gd name="T6" fmla="+- 0 7693 -48"/>
                                <a:gd name="T7" fmla="*/ 7693 h 8369"/>
                                <a:gd name="T8" fmla="+- 0 14686 12892"/>
                                <a:gd name="T9" fmla="*/ T8 w 3588"/>
                                <a:gd name="T10" fmla="+- 0 8320 -48"/>
                                <a:gd name="T11" fmla="*/ 8320 h 8369"/>
                                <a:gd name="T12" fmla="+- 0 16479 12892"/>
                                <a:gd name="T13" fmla="*/ T12 w 3588"/>
                                <a:gd name="T14" fmla="+- 0 7693 -48"/>
                                <a:gd name="T15" fmla="*/ 7693 h 8369"/>
                                <a:gd name="T16" fmla="+- 0 16479 12892"/>
                                <a:gd name="T17" fmla="*/ T16 w 3588"/>
                                <a:gd name="T18" fmla="+- 0 -48 -48"/>
                                <a:gd name="T19" fmla="*/ -48 h 8369"/>
                                <a:gd name="T20" fmla="+- 0 12892 12892"/>
                                <a:gd name="T21" fmla="*/ T20 w 3588"/>
                                <a:gd name="T22" fmla="+- 0 -48 -48"/>
                                <a:gd name="T23" fmla="*/ -48 h 83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3588" h="8369">
                                  <a:moveTo>
                                    <a:pt x="0" y="0"/>
                                  </a:moveTo>
                                  <a:lnTo>
                                    <a:pt x="0" y="7741"/>
                                  </a:lnTo>
                                  <a:lnTo>
                                    <a:pt x="1794" y="8368"/>
                                  </a:lnTo>
                                  <a:lnTo>
                                    <a:pt x="3587" y="7741"/>
                                  </a:lnTo>
                                  <a:lnTo>
                                    <a:pt x="358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00A3A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147"/>
                        <wpg:cNvGrpSpPr>
                          <a:grpSpLocks/>
                        </wpg:cNvGrpSpPr>
                        <wpg:grpSpPr bwMode="auto">
                          <a:xfrm>
                            <a:off x="12888" y="626"/>
                            <a:ext cx="3602" cy="378"/>
                            <a:chOff x="12888" y="626"/>
                            <a:chExt cx="3602" cy="378"/>
                          </a:xfrm>
                        </wpg:grpSpPr>
                        <wps:wsp>
                          <wps:cNvPr id="55" name="Freeform 148"/>
                          <wps:cNvSpPr>
                            <a:spLocks/>
                          </wps:cNvSpPr>
                          <wps:spPr bwMode="auto">
                            <a:xfrm>
                              <a:off x="12888" y="626"/>
                              <a:ext cx="3602" cy="378"/>
                            </a:xfrm>
                            <a:custGeom>
                              <a:avLst/>
                              <a:gdLst>
                                <a:gd name="T0" fmla="+- 0 16489 12888"/>
                                <a:gd name="T1" fmla="*/ T0 w 3602"/>
                                <a:gd name="T2" fmla="+- 0 626 626"/>
                                <a:gd name="T3" fmla="*/ 626 h 378"/>
                                <a:gd name="T4" fmla="+- 0 12888 12888"/>
                                <a:gd name="T5" fmla="*/ T4 w 3602"/>
                                <a:gd name="T6" fmla="+- 0 626 626"/>
                                <a:gd name="T7" fmla="*/ 626 h 378"/>
                                <a:gd name="T8" fmla="+- 0 14689 12888"/>
                                <a:gd name="T9" fmla="*/ T8 w 3602"/>
                                <a:gd name="T10" fmla="+- 0 1003 626"/>
                                <a:gd name="T11" fmla="*/ 1003 h 378"/>
                                <a:gd name="T12" fmla="+- 0 16489 12888"/>
                                <a:gd name="T13" fmla="*/ T12 w 3602"/>
                                <a:gd name="T14" fmla="+- 0 626 626"/>
                                <a:gd name="T15" fmla="*/ 626 h 37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602" h="378">
                                  <a:moveTo>
                                    <a:pt x="360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801" y="377"/>
                                  </a:lnTo>
                                  <a:lnTo>
                                    <a:pt x="36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3A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145"/>
                        <wpg:cNvGrpSpPr>
                          <a:grpSpLocks/>
                        </wpg:cNvGrpSpPr>
                        <wpg:grpSpPr bwMode="auto">
                          <a:xfrm>
                            <a:off x="12888" y="-58"/>
                            <a:ext cx="3602" cy="684"/>
                            <a:chOff x="12888" y="-58"/>
                            <a:chExt cx="3602" cy="684"/>
                          </a:xfrm>
                        </wpg:grpSpPr>
                        <wps:wsp>
                          <wps:cNvPr id="57" name="Freeform 146"/>
                          <wps:cNvSpPr>
                            <a:spLocks/>
                          </wps:cNvSpPr>
                          <wps:spPr bwMode="auto">
                            <a:xfrm>
                              <a:off x="12888" y="-58"/>
                              <a:ext cx="3602" cy="684"/>
                            </a:xfrm>
                            <a:custGeom>
                              <a:avLst/>
                              <a:gdLst>
                                <a:gd name="T0" fmla="+- 0 12888 12888"/>
                                <a:gd name="T1" fmla="*/ T0 w 3602"/>
                                <a:gd name="T2" fmla="+- 0 626 -58"/>
                                <a:gd name="T3" fmla="*/ 626 h 684"/>
                                <a:gd name="T4" fmla="+- 0 16489 12888"/>
                                <a:gd name="T5" fmla="*/ T4 w 3602"/>
                                <a:gd name="T6" fmla="+- 0 626 -58"/>
                                <a:gd name="T7" fmla="*/ 626 h 684"/>
                                <a:gd name="T8" fmla="+- 0 16489 12888"/>
                                <a:gd name="T9" fmla="*/ T8 w 3602"/>
                                <a:gd name="T10" fmla="+- 0 -58 -58"/>
                                <a:gd name="T11" fmla="*/ -58 h 684"/>
                                <a:gd name="T12" fmla="+- 0 12888 12888"/>
                                <a:gd name="T13" fmla="*/ T12 w 3602"/>
                                <a:gd name="T14" fmla="+- 0 -58 -58"/>
                                <a:gd name="T15" fmla="*/ -58 h 684"/>
                                <a:gd name="T16" fmla="+- 0 12888 12888"/>
                                <a:gd name="T17" fmla="*/ T16 w 3602"/>
                                <a:gd name="T18" fmla="+- 0 626 -58"/>
                                <a:gd name="T19" fmla="*/ 626 h 68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602" h="684">
                                  <a:moveTo>
                                    <a:pt x="0" y="684"/>
                                  </a:moveTo>
                                  <a:lnTo>
                                    <a:pt x="3601" y="684"/>
                                  </a:lnTo>
                                  <a:lnTo>
                                    <a:pt x="360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3A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143"/>
                        <wpg:cNvGrpSpPr>
                          <a:grpSpLocks/>
                        </wpg:cNvGrpSpPr>
                        <wpg:grpSpPr bwMode="auto">
                          <a:xfrm>
                            <a:off x="12304" y="15153"/>
                            <a:ext cx="217" cy="214"/>
                            <a:chOff x="12304" y="15153"/>
                            <a:chExt cx="217" cy="214"/>
                          </a:xfrm>
                        </wpg:grpSpPr>
                        <wps:wsp>
                          <wps:cNvPr id="59" name="Freeform 144"/>
                          <wps:cNvSpPr>
                            <a:spLocks/>
                          </wps:cNvSpPr>
                          <wps:spPr bwMode="auto">
                            <a:xfrm>
                              <a:off x="12304" y="15153"/>
                              <a:ext cx="217" cy="214"/>
                            </a:xfrm>
                            <a:custGeom>
                              <a:avLst/>
                              <a:gdLst>
                                <a:gd name="T0" fmla="+- 0 12394 12304"/>
                                <a:gd name="T1" fmla="*/ T0 w 217"/>
                                <a:gd name="T2" fmla="+- 0 15153 15153"/>
                                <a:gd name="T3" fmla="*/ 15153 h 214"/>
                                <a:gd name="T4" fmla="+- 0 12337 12304"/>
                                <a:gd name="T5" fmla="*/ T4 w 217"/>
                                <a:gd name="T6" fmla="+- 0 15182 15153"/>
                                <a:gd name="T7" fmla="*/ 15182 h 214"/>
                                <a:gd name="T8" fmla="+- 0 12306 12304"/>
                                <a:gd name="T9" fmla="*/ T8 w 217"/>
                                <a:gd name="T10" fmla="+- 0 15240 15153"/>
                                <a:gd name="T11" fmla="*/ 15240 h 214"/>
                                <a:gd name="T12" fmla="+- 0 12304 12304"/>
                                <a:gd name="T13" fmla="*/ T12 w 217"/>
                                <a:gd name="T14" fmla="+- 0 15264 15153"/>
                                <a:gd name="T15" fmla="*/ 15264 h 214"/>
                                <a:gd name="T16" fmla="+- 0 12307 12304"/>
                                <a:gd name="T17" fmla="*/ T16 w 217"/>
                                <a:gd name="T18" fmla="+- 0 15285 15153"/>
                                <a:gd name="T19" fmla="*/ 15285 h 214"/>
                                <a:gd name="T20" fmla="+- 0 12339 12304"/>
                                <a:gd name="T21" fmla="*/ T20 w 217"/>
                                <a:gd name="T22" fmla="+- 0 15337 15153"/>
                                <a:gd name="T23" fmla="*/ 15337 h 214"/>
                                <a:gd name="T24" fmla="+- 0 12401 12304"/>
                                <a:gd name="T25" fmla="*/ T24 w 217"/>
                                <a:gd name="T26" fmla="+- 0 15364 15153"/>
                                <a:gd name="T27" fmla="*/ 15364 h 214"/>
                                <a:gd name="T28" fmla="+- 0 12427 12304"/>
                                <a:gd name="T29" fmla="*/ T28 w 217"/>
                                <a:gd name="T30" fmla="+- 0 15366 15153"/>
                                <a:gd name="T31" fmla="*/ 15366 h 214"/>
                                <a:gd name="T32" fmla="+- 0 12449 12304"/>
                                <a:gd name="T33" fmla="*/ T32 w 217"/>
                                <a:gd name="T34" fmla="+- 0 15361 15153"/>
                                <a:gd name="T35" fmla="*/ 15361 h 214"/>
                                <a:gd name="T36" fmla="+- 0 12500 12304"/>
                                <a:gd name="T37" fmla="*/ T36 w 217"/>
                                <a:gd name="T38" fmla="+- 0 15322 15153"/>
                                <a:gd name="T39" fmla="*/ 15322 h 214"/>
                                <a:gd name="T40" fmla="+- 0 12520 12304"/>
                                <a:gd name="T41" fmla="*/ T40 w 217"/>
                                <a:gd name="T42" fmla="+- 0 15259 15153"/>
                                <a:gd name="T43" fmla="*/ 15259 h 214"/>
                                <a:gd name="T44" fmla="+- 0 12520 12304"/>
                                <a:gd name="T45" fmla="*/ T44 w 217"/>
                                <a:gd name="T46" fmla="+- 0 15251 15153"/>
                                <a:gd name="T47" fmla="*/ 15251 h 214"/>
                                <a:gd name="T48" fmla="+- 0 12498 12304"/>
                                <a:gd name="T49" fmla="*/ T48 w 217"/>
                                <a:gd name="T50" fmla="+- 0 15195 15153"/>
                                <a:gd name="T51" fmla="*/ 15195 h 214"/>
                                <a:gd name="T52" fmla="+- 0 12445 12304"/>
                                <a:gd name="T53" fmla="*/ T52 w 217"/>
                                <a:gd name="T54" fmla="+- 0 15160 15153"/>
                                <a:gd name="T55" fmla="*/ 15160 h 214"/>
                                <a:gd name="T56" fmla="+- 0 12394 12304"/>
                                <a:gd name="T57" fmla="*/ T56 w 217"/>
                                <a:gd name="T58" fmla="+- 0 15153 15153"/>
                                <a:gd name="T59" fmla="*/ 15153 h 2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217" h="214">
                                  <a:moveTo>
                                    <a:pt x="90" y="0"/>
                                  </a:moveTo>
                                  <a:lnTo>
                                    <a:pt x="33" y="29"/>
                                  </a:lnTo>
                                  <a:lnTo>
                                    <a:pt x="2" y="87"/>
                                  </a:lnTo>
                                  <a:lnTo>
                                    <a:pt x="0" y="111"/>
                                  </a:lnTo>
                                  <a:lnTo>
                                    <a:pt x="3" y="132"/>
                                  </a:lnTo>
                                  <a:lnTo>
                                    <a:pt x="35" y="184"/>
                                  </a:lnTo>
                                  <a:lnTo>
                                    <a:pt x="97" y="211"/>
                                  </a:lnTo>
                                  <a:lnTo>
                                    <a:pt x="123" y="213"/>
                                  </a:lnTo>
                                  <a:lnTo>
                                    <a:pt x="145" y="208"/>
                                  </a:lnTo>
                                  <a:lnTo>
                                    <a:pt x="196" y="169"/>
                                  </a:lnTo>
                                  <a:lnTo>
                                    <a:pt x="216" y="106"/>
                                  </a:lnTo>
                                  <a:lnTo>
                                    <a:pt x="216" y="98"/>
                                  </a:lnTo>
                                  <a:lnTo>
                                    <a:pt x="194" y="42"/>
                                  </a:lnTo>
                                  <a:lnTo>
                                    <a:pt x="141" y="7"/>
                                  </a:lnTo>
                                  <a:lnTo>
                                    <a:pt x="9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141"/>
                        <wpg:cNvGrpSpPr>
                          <a:grpSpLocks/>
                        </wpg:cNvGrpSpPr>
                        <wpg:grpSpPr bwMode="auto">
                          <a:xfrm>
                            <a:off x="12727" y="15101"/>
                            <a:ext cx="161" cy="157"/>
                            <a:chOff x="12727" y="15101"/>
                            <a:chExt cx="161" cy="157"/>
                          </a:xfrm>
                        </wpg:grpSpPr>
                        <wps:wsp>
                          <wps:cNvPr id="61" name="Freeform 142"/>
                          <wps:cNvSpPr>
                            <a:spLocks/>
                          </wps:cNvSpPr>
                          <wps:spPr bwMode="auto">
                            <a:xfrm>
                              <a:off x="12727" y="15101"/>
                              <a:ext cx="161" cy="157"/>
                            </a:xfrm>
                            <a:custGeom>
                              <a:avLst/>
                              <a:gdLst>
                                <a:gd name="T0" fmla="+- 0 12787 12727"/>
                                <a:gd name="T1" fmla="*/ T0 w 161"/>
                                <a:gd name="T2" fmla="+- 0 15101 15101"/>
                                <a:gd name="T3" fmla="*/ 15101 h 157"/>
                                <a:gd name="T4" fmla="+- 0 12738 12727"/>
                                <a:gd name="T5" fmla="*/ T4 w 161"/>
                                <a:gd name="T6" fmla="+- 0 15140 15101"/>
                                <a:gd name="T7" fmla="*/ 15140 h 157"/>
                                <a:gd name="T8" fmla="+- 0 12727 12727"/>
                                <a:gd name="T9" fmla="*/ T8 w 161"/>
                                <a:gd name="T10" fmla="+- 0 15185 15101"/>
                                <a:gd name="T11" fmla="*/ 15185 h 157"/>
                                <a:gd name="T12" fmla="+- 0 12732 12727"/>
                                <a:gd name="T13" fmla="*/ T12 w 161"/>
                                <a:gd name="T14" fmla="+- 0 15205 15101"/>
                                <a:gd name="T15" fmla="*/ 15205 h 157"/>
                                <a:gd name="T16" fmla="+- 0 12774 12727"/>
                                <a:gd name="T17" fmla="*/ T16 w 161"/>
                                <a:gd name="T18" fmla="+- 0 15249 15101"/>
                                <a:gd name="T19" fmla="*/ 15249 h 157"/>
                                <a:gd name="T20" fmla="+- 0 12823 12727"/>
                                <a:gd name="T21" fmla="*/ T20 w 161"/>
                                <a:gd name="T22" fmla="+- 0 15257 15101"/>
                                <a:gd name="T23" fmla="*/ 15257 h 157"/>
                                <a:gd name="T24" fmla="+- 0 12844 12727"/>
                                <a:gd name="T25" fmla="*/ T24 w 161"/>
                                <a:gd name="T26" fmla="+- 0 15250 15101"/>
                                <a:gd name="T27" fmla="*/ 15250 h 157"/>
                                <a:gd name="T28" fmla="+- 0 12862 12727"/>
                                <a:gd name="T29" fmla="*/ T28 w 161"/>
                                <a:gd name="T30" fmla="+- 0 15238 15101"/>
                                <a:gd name="T31" fmla="*/ 15238 h 157"/>
                                <a:gd name="T32" fmla="+- 0 12876 12727"/>
                                <a:gd name="T33" fmla="*/ T32 w 161"/>
                                <a:gd name="T34" fmla="+- 0 15221 15101"/>
                                <a:gd name="T35" fmla="*/ 15221 h 157"/>
                                <a:gd name="T36" fmla="+- 0 12885 12727"/>
                                <a:gd name="T37" fmla="*/ T36 w 161"/>
                                <a:gd name="T38" fmla="+- 0 15201 15101"/>
                                <a:gd name="T39" fmla="*/ 15201 h 157"/>
                                <a:gd name="T40" fmla="+- 0 12888 12727"/>
                                <a:gd name="T41" fmla="*/ T40 w 161"/>
                                <a:gd name="T42" fmla="+- 0 15178 15101"/>
                                <a:gd name="T43" fmla="*/ 15178 h 157"/>
                                <a:gd name="T44" fmla="+- 0 12887 12727"/>
                                <a:gd name="T45" fmla="*/ T44 w 161"/>
                                <a:gd name="T46" fmla="+- 0 15167 15101"/>
                                <a:gd name="T47" fmla="*/ 15167 h 157"/>
                                <a:gd name="T48" fmla="+- 0 12838 12727"/>
                                <a:gd name="T49" fmla="*/ T48 w 161"/>
                                <a:gd name="T50" fmla="+- 0 15108 15101"/>
                                <a:gd name="T51" fmla="*/ 15108 h 157"/>
                                <a:gd name="T52" fmla="+- 0 12787 12727"/>
                                <a:gd name="T53" fmla="*/ T52 w 161"/>
                                <a:gd name="T54" fmla="+- 0 15101 15101"/>
                                <a:gd name="T55" fmla="*/ 15101 h 1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161" h="157">
                                  <a:moveTo>
                                    <a:pt x="60" y="0"/>
                                  </a:moveTo>
                                  <a:lnTo>
                                    <a:pt x="11" y="39"/>
                                  </a:lnTo>
                                  <a:lnTo>
                                    <a:pt x="0" y="84"/>
                                  </a:lnTo>
                                  <a:lnTo>
                                    <a:pt x="5" y="104"/>
                                  </a:lnTo>
                                  <a:lnTo>
                                    <a:pt x="47" y="148"/>
                                  </a:lnTo>
                                  <a:lnTo>
                                    <a:pt x="96" y="156"/>
                                  </a:lnTo>
                                  <a:lnTo>
                                    <a:pt x="117" y="149"/>
                                  </a:lnTo>
                                  <a:lnTo>
                                    <a:pt x="135" y="137"/>
                                  </a:lnTo>
                                  <a:lnTo>
                                    <a:pt x="149" y="120"/>
                                  </a:lnTo>
                                  <a:lnTo>
                                    <a:pt x="158" y="100"/>
                                  </a:lnTo>
                                  <a:lnTo>
                                    <a:pt x="161" y="77"/>
                                  </a:lnTo>
                                  <a:lnTo>
                                    <a:pt x="160" y="66"/>
                                  </a:lnTo>
                                  <a:lnTo>
                                    <a:pt x="111" y="7"/>
                                  </a:lnTo>
                                  <a:lnTo>
                                    <a:pt x="6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139"/>
                        <wpg:cNvGrpSpPr>
                          <a:grpSpLocks/>
                        </wpg:cNvGrpSpPr>
                        <wpg:grpSpPr bwMode="auto">
                          <a:xfrm>
                            <a:off x="12557" y="15443"/>
                            <a:ext cx="292" cy="291"/>
                            <a:chOff x="12557" y="15443"/>
                            <a:chExt cx="292" cy="291"/>
                          </a:xfrm>
                        </wpg:grpSpPr>
                        <wps:wsp>
                          <wps:cNvPr id="63" name="Freeform 140"/>
                          <wps:cNvSpPr>
                            <a:spLocks/>
                          </wps:cNvSpPr>
                          <wps:spPr bwMode="auto">
                            <a:xfrm>
                              <a:off x="12557" y="15443"/>
                              <a:ext cx="292" cy="291"/>
                            </a:xfrm>
                            <a:custGeom>
                              <a:avLst/>
                              <a:gdLst>
                                <a:gd name="T0" fmla="+- 0 12685 12557"/>
                                <a:gd name="T1" fmla="*/ T0 w 292"/>
                                <a:gd name="T2" fmla="+- 0 15443 15443"/>
                                <a:gd name="T3" fmla="*/ 15443 h 291"/>
                                <a:gd name="T4" fmla="+- 0 12625 12557"/>
                                <a:gd name="T5" fmla="*/ T4 w 292"/>
                                <a:gd name="T6" fmla="+- 0 15464 15443"/>
                                <a:gd name="T7" fmla="*/ 15464 h 291"/>
                                <a:gd name="T8" fmla="+- 0 12581 12557"/>
                                <a:gd name="T9" fmla="*/ T8 w 292"/>
                                <a:gd name="T10" fmla="+- 0 15510 15443"/>
                                <a:gd name="T11" fmla="*/ 15510 h 291"/>
                                <a:gd name="T12" fmla="+- 0 12559 12557"/>
                                <a:gd name="T13" fmla="*/ T12 w 292"/>
                                <a:gd name="T14" fmla="+- 0 15576 15443"/>
                                <a:gd name="T15" fmla="*/ 15576 h 291"/>
                                <a:gd name="T16" fmla="+- 0 12557 12557"/>
                                <a:gd name="T17" fmla="*/ T16 w 292"/>
                                <a:gd name="T18" fmla="+- 0 15601 15443"/>
                                <a:gd name="T19" fmla="*/ 15601 h 291"/>
                                <a:gd name="T20" fmla="+- 0 12561 12557"/>
                                <a:gd name="T21" fmla="*/ T20 w 292"/>
                                <a:gd name="T22" fmla="+- 0 15623 15443"/>
                                <a:gd name="T23" fmla="*/ 15623 h 291"/>
                                <a:gd name="T24" fmla="+- 0 12590 12557"/>
                                <a:gd name="T25" fmla="*/ T24 w 292"/>
                                <a:gd name="T26" fmla="+- 0 15680 15443"/>
                                <a:gd name="T27" fmla="*/ 15680 h 291"/>
                                <a:gd name="T28" fmla="+- 0 12642 12557"/>
                                <a:gd name="T29" fmla="*/ T28 w 292"/>
                                <a:gd name="T30" fmla="+- 0 15719 15443"/>
                                <a:gd name="T31" fmla="*/ 15719 h 291"/>
                                <a:gd name="T32" fmla="+- 0 12710 12557"/>
                                <a:gd name="T33" fmla="*/ T32 w 292"/>
                                <a:gd name="T34" fmla="+- 0 15733 15443"/>
                                <a:gd name="T35" fmla="*/ 15733 h 291"/>
                                <a:gd name="T36" fmla="+- 0 12733 12557"/>
                                <a:gd name="T37" fmla="*/ T36 w 292"/>
                                <a:gd name="T38" fmla="+- 0 15730 15443"/>
                                <a:gd name="T39" fmla="*/ 15730 h 291"/>
                                <a:gd name="T40" fmla="+- 0 12792 12557"/>
                                <a:gd name="T41" fmla="*/ T40 w 292"/>
                                <a:gd name="T42" fmla="+- 0 15703 15443"/>
                                <a:gd name="T43" fmla="*/ 15703 h 291"/>
                                <a:gd name="T44" fmla="+- 0 12833 12557"/>
                                <a:gd name="T45" fmla="*/ T44 w 292"/>
                                <a:gd name="T46" fmla="+- 0 15653 15443"/>
                                <a:gd name="T47" fmla="*/ 15653 h 291"/>
                                <a:gd name="T48" fmla="+- 0 12849 12557"/>
                                <a:gd name="T49" fmla="*/ T48 w 292"/>
                                <a:gd name="T50" fmla="+- 0 15588 15443"/>
                                <a:gd name="T51" fmla="*/ 15588 h 291"/>
                                <a:gd name="T52" fmla="+- 0 12849 12557"/>
                                <a:gd name="T53" fmla="*/ T52 w 292"/>
                                <a:gd name="T54" fmla="+- 0 15587 15443"/>
                                <a:gd name="T55" fmla="*/ 15587 h 291"/>
                                <a:gd name="T56" fmla="+- 0 12835 12557"/>
                                <a:gd name="T57" fmla="*/ T56 w 292"/>
                                <a:gd name="T58" fmla="+- 0 15526 15443"/>
                                <a:gd name="T59" fmla="*/ 15526 h 291"/>
                                <a:gd name="T60" fmla="+- 0 12795 12557"/>
                                <a:gd name="T61" fmla="*/ T60 w 292"/>
                                <a:gd name="T62" fmla="+- 0 15478 15443"/>
                                <a:gd name="T63" fmla="*/ 15478 h 291"/>
                                <a:gd name="T64" fmla="+- 0 12735 12557"/>
                                <a:gd name="T65" fmla="*/ T64 w 292"/>
                                <a:gd name="T66" fmla="+- 0 15448 15443"/>
                                <a:gd name="T67" fmla="*/ 15448 h 291"/>
                                <a:gd name="T68" fmla="+- 0 12685 12557"/>
                                <a:gd name="T69" fmla="*/ T68 w 292"/>
                                <a:gd name="T70" fmla="+- 0 15443 15443"/>
                                <a:gd name="T71" fmla="*/ 15443 h 29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292" h="291">
                                  <a:moveTo>
                                    <a:pt x="128" y="0"/>
                                  </a:moveTo>
                                  <a:lnTo>
                                    <a:pt x="68" y="21"/>
                                  </a:lnTo>
                                  <a:lnTo>
                                    <a:pt x="24" y="67"/>
                                  </a:lnTo>
                                  <a:lnTo>
                                    <a:pt x="2" y="133"/>
                                  </a:lnTo>
                                  <a:lnTo>
                                    <a:pt x="0" y="158"/>
                                  </a:lnTo>
                                  <a:lnTo>
                                    <a:pt x="4" y="180"/>
                                  </a:lnTo>
                                  <a:lnTo>
                                    <a:pt x="33" y="237"/>
                                  </a:lnTo>
                                  <a:lnTo>
                                    <a:pt x="85" y="276"/>
                                  </a:lnTo>
                                  <a:lnTo>
                                    <a:pt x="153" y="290"/>
                                  </a:lnTo>
                                  <a:lnTo>
                                    <a:pt x="176" y="287"/>
                                  </a:lnTo>
                                  <a:lnTo>
                                    <a:pt x="235" y="260"/>
                                  </a:lnTo>
                                  <a:lnTo>
                                    <a:pt x="276" y="210"/>
                                  </a:lnTo>
                                  <a:lnTo>
                                    <a:pt x="292" y="145"/>
                                  </a:lnTo>
                                  <a:lnTo>
                                    <a:pt x="292" y="144"/>
                                  </a:lnTo>
                                  <a:lnTo>
                                    <a:pt x="278" y="83"/>
                                  </a:lnTo>
                                  <a:lnTo>
                                    <a:pt x="238" y="35"/>
                                  </a:lnTo>
                                  <a:lnTo>
                                    <a:pt x="178" y="5"/>
                                  </a:lnTo>
                                  <a:lnTo>
                                    <a:pt x="1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137"/>
                        <wpg:cNvGrpSpPr>
                          <a:grpSpLocks/>
                        </wpg:cNvGrpSpPr>
                        <wpg:grpSpPr bwMode="auto">
                          <a:xfrm>
                            <a:off x="12471" y="15319"/>
                            <a:ext cx="171" cy="175"/>
                            <a:chOff x="12471" y="15319"/>
                            <a:chExt cx="171" cy="175"/>
                          </a:xfrm>
                        </wpg:grpSpPr>
                        <wps:wsp>
                          <wps:cNvPr id="65" name="Freeform 138"/>
                          <wps:cNvSpPr>
                            <a:spLocks/>
                          </wps:cNvSpPr>
                          <wps:spPr bwMode="auto">
                            <a:xfrm>
                              <a:off x="12471" y="15319"/>
                              <a:ext cx="171" cy="175"/>
                            </a:xfrm>
                            <a:custGeom>
                              <a:avLst/>
                              <a:gdLst>
                                <a:gd name="T0" fmla="+- 0 12492 12471"/>
                                <a:gd name="T1" fmla="*/ T0 w 171"/>
                                <a:gd name="T2" fmla="+- 0 15319 15319"/>
                                <a:gd name="T3" fmla="*/ 15319 h 175"/>
                                <a:gd name="T4" fmla="+- 0 12471 12471"/>
                                <a:gd name="T5" fmla="*/ T4 w 171"/>
                                <a:gd name="T6" fmla="+- 0 15339 15319"/>
                                <a:gd name="T7" fmla="*/ 15339 h 175"/>
                                <a:gd name="T8" fmla="+- 0 12621 12471"/>
                                <a:gd name="T9" fmla="*/ T8 w 171"/>
                                <a:gd name="T10" fmla="+- 0 15493 15319"/>
                                <a:gd name="T11" fmla="*/ 15493 h 175"/>
                                <a:gd name="T12" fmla="+- 0 12642 12471"/>
                                <a:gd name="T13" fmla="*/ T12 w 171"/>
                                <a:gd name="T14" fmla="+- 0 15473 15319"/>
                                <a:gd name="T15" fmla="*/ 15473 h 175"/>
                                <a:gd name="T16" fmla="+- 0 12492 12471"/>
                                <a:gd name="T17" fmla="*/ T16 w 171"/>
                                <a:gd name="T18" fmla="+- 0 15319 15319"/>
                                <a:gd name="T19" fmla="*/ 15319 h 17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1" h="175">
                                  <a:moveTo>
                                    <a:pt x="21" y="0"/>
                                  </a:moveTo>
                                  <a:lnTo>
                                    <a:pt x="0" y="20"/>
                                  </a:lnTo>
                                  <a:lnTo>
                                    <a:pt x="150" y="174"/>
                                  </a:lnTo>
                                  <a:lnTo>
                                    <a:pt x="171" y="154"/>
                                  </a:lnTo>
                                  <a:lnTo>
                                    <a:pt x="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135"/>
                        <wpg:cNvGrpSpPr>
                          <a:grpSpLocks/>
                        </wpg:cNvGrpSpPr>
                        <wpg:grpSpPr bwMode="auto">
                          <a:xfrm>
                            <a:off x="12506" y="15173"/>
                            <a:ext cx="231" cy="74"/>
                            <a:chOff x="12506" y="15173"/>
                            <a:chExt cx="231" cy="74"/>
                          </a:xfrm>
                        </wpg:grpSpPr>
                        <wps:wsp>
                          <wps:cNvPr id="67" name="Freeform 136"/>
                          <wps:cNvSpPr>
                            <a:spLocks/>
                          </wps:cNvSpPr>
                          <wps:spPr bwMode="auto">
                            <a:xfrm>
                              <a:off x="12506" y="15173"/>
                              <a:ext cx="231" cy="74"/>
                            </a:xfrm>
                            <a:custGeom>
                              <a:avLst/>
                              <a:gdLst>
                                <a:gd name="T0" fmla="+- 0 12731 12506"/>
                                <a:gd name="T1" fmla="*/ T0 w 231"/>
                                <a:gd name="T2" fmla="+- 0 15173 15173"/>
                                <a:gd name="T3" fmla="*/ 15173 h 74"/>
                                <a:gd name="T4" fmla="+- 0 12506 12506"/>
                                <a:gd name="T5" fmla="*/ T4 w 231"/>
                                <a:gd name="T6" fmla="+- 0 15219 15173"/>
                                <a:gd name="T7" fmla="*/ 15219 h 74"/>
                                <a:gd name="T8" fmla="+- 0 12512 12506"/>
                                <a:gd name="T9" fmla="*/ T8 w 231"/>
                                <a:gd name="T10" fmla="+- 0 15247 15173"/>
                                <a:gd name="T11" fmla="*/ 15247 h 74"/>
                                <a:gd name="T12" fmla="+- 0 12737 12506"/>
                                <a:gd name="T13" fmla="*/ T12 w 231"/>
                                <a:gd name="T14" fmla="+- 0 15202 15173"/>
                                <a:gd name="T15" fmla="*/ 15202 h 74"/>
                                <a:gd name="T16" fmla="+- 0 12731 12506"/>
                                <a:gd name="T17" fmla="*/ T16 w 231"/>
                                <a:gd name="T18" fmla="+- 0 15173 15173"/>
                                <a:gd name="T19" fmla="*/ 15173 h 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1" h="74">
                                  <a:moveTo>
                                    <a:pt x="225" y="0"/>
                                  </a:moveTo>
                                  <a:lnTo>
                                    <a:pt x="0" y="46"/>
                                  </a:lnTo>
                                  <a:lnTo>
                                    <a:pt x="6" y="74"/>
                                  </a:lnTo>
                                  <a:lnTo>
                                    <a:pt x="231" y="29"/>
                                  </a:lnTo>
                                  <a:lnTo>
                                    <a:pt x="22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132"/>
                        <wpg:cNvGrpSpPr>
                          <a:grpSpLocks/>
                        </wpg:cNvGrpSpPr>
                        <wpg:grpSpPr bwMode="auto">
                          <a:xfrm>
                            <a:off x="12190" y="14952"/>
                            <a:ext cx="874" cy="875"/>
                            <a:chOff x="12190" y="14952"/>
                            <a:chExt cx="874" cy="875"/>
                          </a:xfrm>
                        </wpg:grpSpPr>
                        <wps:wsp>
                          <wps:cNvPr id="69" name="Freeform 134"/>
                          <wps:cNvSpPr>
                            <a:spLocks/>
                          </wps:cNvSpPr>
                          <wps:spPr bwMode="auto">
                            <a:xfrm>
                              <a:off x="12190" y="14952"/>
                              <a:ext cx="874" cy="875"/>
                            </a:xfrm>
                            <a:custGeom>
                              <a:avLst/>
                              <a:gdLst>
                                <a:gd name="T0" fmla="+- 0 12626 12190"/>
                                <a:gd name="T1" fmla="*/ T0 w 874"/>
                                <a:gd name="T2" fmla="+- 0 14952 14952"/>
                                <a:gd name="T3" fmla="*/ 14952 h 875"/>
                                <a:gd name="T4" fmla="+- 0 12555 12190"/>
                                <a:gd name="T5" fmla="*/ T4 w 874"/>
                                <a:gd name="T6" fmla="+- 0 14958 14952"/>
                                <a:gd name="T7" fmla="*/ 14958 h 875"/>
                                <a:gd name="T8" fmla="+- 0 12488 12190"/>
                                <a:gd name="T9" fmla="*/ T8 w 874"/>
                                <a:gd name="T10" fmla="+- 0 14975 14952"/>
                                <a:gd name="T11" fmla="*/ 14975 h 875"/>
                                <a:gd name="T12" fmla="+- 0 12425 12190"/>
                                <a:gd name="T13" fmla="*/ T12 w 874"/>
                                <a:gd name="T14" fmla="+- 0 15001 14952"/>
                                <a:gd name="T15" fmla="*/ 15001 h 875"/>
                                <a:gd name="T16" fmla="+- 0 12368 12190"/>
                                <a:gd name="T17" fmla="*/ T16 w 874"/>
                                <a:gd name="T18" fmla="+- 0 15037 14952"/>
                                <a:gd name="T19" fmla="*/ 15037 h 875"/>
                                <a:gd name="T20" fmla="+- 0 12317 12190"/>
                                <a:gd name="T21" fmla="*/ T20 w 874"/>
                                <a:gd name="T22" fmla="+- 0 15081 14952"/>
                                <a:gd name="T23" fmla="*/ 15081 h 875"/>
                                <a:gd name="T24" fmla="+- 0 12274 12190"/>
                                <a:gd name="T25" fmla="*/ T24 w 874"/>
                                <a:gd name="T26" fmla="+- 0 15132 14952"/>
                                <a:gd name="T27" fmla="*/ 15132 h 875"/>
                                <a:gd name="T28" fmla="+- 0 12238 12190"/>
                                <a:gd name="T29" fmla="*/ T28 w 874"/>
                                <a:gd name="T30" fmla="+- 0 15189 14952"/>
                                <a:gd name="T31" fmla="*/ 15189 h 875"/>
                                <a:gd name="T32" fmla="+- 0 12212 12190"/>
                                <a:gd name="T33" fmla="*/ T32 w 874"/>
                                <a:gd name="T34" fmla="+- 0 15252 14952"/>
                                <a:gd name="T35" fmla="*/ 15252 h 875"/>
                                <a:gd name="T36" fmla="+- 0 12195 12190"/>
                                <a:gd name="T37" fmla="*/ T36 w 874"/>
                                <a:gd name="T38" fmla="+- 0 15319 14952"/>
                                <a:gd name="T39" fmla="*/ 15319 h 875"/>
                                <a:gd name="T40" fmla="+- 0 12190 12190"/>
                                <a:gd name="T41" fmla="*/ T40 w 874"/>
                                <a:gd name="T42" fmla="+- 0 15390 14952"/>
                                <a:gd name="T43" fmla="*/ 15390 h 875"/>
                                <a:gd name="T44" fmla="+- 0 12191 12190"/>
                                <a:gd name="T45" fmla="*/ T44 w 874"/>
                                <a:gd name="T46" fmla="+- 0 15426 14952"/>
                                <a:gd name="T47" fmla="*/ 15426 h 875"/>
                                <a:gd name="T48" fmla="+- 0 12202 12190"/>
                                <a:gd name="T49" fmla="*/ T48 w 874"/>
                                <a:gd name="T50" fmla="+- 0 15495 14952"/>
                                <a:gd name="T51" fmla="*/ 15495 h 875"/>
                                <a:gd name="T52" fmla="+- 0 12224 12190"/>
                                <a:gd name="T53" fmla="*/ T52 w 874"/>
                                <a:gd name="T54" fmla="+- 0 15560 14952"/>
                                <a:gd name="T55" fmla="*/ 15560 h 875"/>
                                <a:gd name="T56" fmla="+- 0 12255 12190"/>
                                <a:gd name="T57" fmla="*/ T56 w 874"/>
                                <a:gd name="T58" fmla="+- 0 15620 14952"/>
                                <a:gd name="T59" fmla="*/ 15620 h 875"/>
                                <a:gd name="T60" fmla="+- 0 12295 12190"/>
                                <a:gd name="T61" fmla="*/ T60 w 874"/>
                                <a:gd name="T62" fmla="+- 0 15674 14952"/>
                                <a:gd name="T63" fmla="*/ 15674 h 875"/>
                                <a:gd name="T64" fmla="+- 0 12342 12190"/>
                                <a:gd name="T65" fmla="*/ T64 w 874"/>
                                <a:gd name="T66" fmla="+- 0 15722 14952"/>
                                <a:gd name="T67" fmla="*/ 15722 h 875"/>
                                <a:gd name="T68" fmla="+- 0 12396 12190"/>
                                <a:gd name="T69" fmla="*/ T68 w 874"/>
                                <a:gd name="T70" fmla="+- 0 15762 14952"/>
                                <a:gd name="T71" fmla="*/ 15762 h 875"/>
                                <a:gd name="T72" fmla="+- 0 12456 12190"/>
                                <a:gd name="T73" fmla="*/ T72 w 874"/>
                                <a:gd name="T74" fmla="+- 0 15793 14952"/>
                                <a:gd name="T75" fmla="*/ 15793 h 875"/>
                                <a:gd name="T76" fmla="+- 0 12521 12190"/>
                                <a:gd name="T77" fmla="*/ T76 w 874"/>
                                <a:gd name="T78" fmla="+- 0 15814 14952"/>
                                <a:gd name="T79" fmla="*/ 15814 h 875"/>
                                <a:gd name="T80" fmla="+- 0 12590 12190"/>
                                <a:gd name="T81" fmla="*/ T80 w 874"/>
                                <a:gd name="T82" fmla="+- 0 15826 14952"/>
                                <a:gd name="T83" fmla="*/ 15826 h 875"/>
                                <a:gd name="T84" fmla="+- 0 12626 12190"/>
                                <a:gd name="T85" fmla="*/ T84 w 874"/>
                                <a:gd name="T86" fmla="+- 0 15827 14952"/>
                                <a:gd name="T87" fmla="*/ 15827 h 875"/>
                                <a:gd name="T88" fmla="+- 0 12662 12190"/>
                                <a:gd name="T89" fmla="*/ T88 w 874"/>
                                <a:gd name="T90" fmla="+- 0 15826 14952"/>
                                <a:gd name="T91" fmla="*/ 15826 h 875"/>
                                <a:gd name="T92" fmla="+- 0 12697 12190"/>
                                <a:gd name="T93" fmla="*/ T92 w 874"/>
                                <a:gd name="T94" fmla="+- 0 15821 14952"/>
                                <a:gd name="T95" fmla="*/ 15821 h 875"/>
                                <a:gd name="T96" fmla="+- 0 12731 12190"/>
                                <a:gd name="T97" fmla="*/ T96 w 874"/>
                                <a:gd name="T98" fmla="+- 0 15814 14952"/>
                                <a:gd name="T99" fmla="*/ 15814 h 875"/>
                                <a:gd name="T100" fmla="+- 0 12764 12190"/>
                                <a:gd name="T101" fmla="*/ T100 w 874"/>
                                <a:gd name="T102" fmla="+- 0 15805 14952"/>
                                <a:gd name="T103" fmla="*/ 15805 h 875"/>
                                <a:gd name="T104" fmla="+- 0 12790 12190"/>
                                <a:gd name="T105" fmla="*/ T104 w 874"/>
                                <a:gd name="T106" fmla="+- 0 15795 14952"/>
                                <a:gd name="T107" fmla="*/ 15795 h 875"/>
                                <a:gd name="T108" fmla="+- 0 12644 12190"/>
                                <a:gd name="T109" fmla="*/ T108 w 874"/>
                                <a:gd name="T110" fmla="+- 0 15795 14952"/>
                                <a:gd name="T111" fmla="*/ 15795 h 875"/>
                                <a:gd name="T112" fmla="+- 0 12620 12190"/>
                                <a:gd name="T113" fmla="*/ T112 w 874"/>
                                <a:gd name="T114" fmla="+- 0 15794 14952"/>
                                <a:gd name="T115" fmla="*/ 15794 h 875"/>
                                <a:gd name="T116" fmla="+- 0 12553 12190"/>
                                <a:gd name="T117" fmla="*/ T116 w 874"/>
                                <a:gd name="T118" fmla="+- 0 15787 14952"/>
                                <a:gd name="T119" fmla="*/ 15787 h 875"/>
                                <a:gd name="T120" fmla="+- 0 12493 12190"/>
                                <a:gd name="T121" fmla="*/ T120 w 874"/>
                                <a:gd name="T122" fmla="+- 0 15771 14952"/>
                                <a:gd name="T123" fmla="*/ 15771 h 875"/>
                                <a:gd name="T124" fmla="+- 0 12420 12190"/>
                                <a:gd name="T125" fmla="*/ T124 w 874"/>
                                <a:gd name="T126" fmla="+- 0 15739 14952"/>
                                <a:gd name="T127" fmla="*/ 15739 h 875"/>
                                <a:gd name="T128" fmla="+- 0 12358 12190"/>
                                <a:gd name="T129" fmla="*/ T128 w 874"/>
                                <a:gd name="T130" fmla="+- 0 15694 14952"/>
                                <a:gd name="T131" fmla="*/ 15694 h 875"/>
                                <a:gd name="T132" fmla="+- 0 12316 12190"/>
                                <a:gd name="T133" fmla="*/ T132 w 874"/>
                                <a:gd name="T134" fmla="+- 0 15650 14952"/>
                                <a:gd name="T135" fmla="*/ 15650 h 875"/>
                                <a:gd name="T136" fmla="+- 0 12281 12190"/>
                                <a:gd name="T137" fmla="*/ T136 w 874"/>
                                <a:gd name="T138" fmla="+- 0 15600 14952"/>
                                <a:gd name="T139" fmla="*/ 15600 h 875"/>
                                <a:gd name="T140" fmla="+- 0 12253 12190"/>
                                <a:gd name="T141" fmla="*/ T140 w 874"/>
                                <a:gd name="T142" fmla="+- 0 15546 14952"/>
                                <a:gd name="T143" fmla="*/ 15546 h 875"/>
                                <a:gd name="T144" fmla="+- 0 12234 12190"/>
                                <a:gd name="T145" fmla="*/ T144 w 874"/>
                                <a:gd name="T146" fmla="+- 0 15488 14952"/>
                                <a:gd name="T147" fmla="*/ 15488 h 875"/>
                                <a:gd name="T148" fmla="+- 0 12223 12190"/>
                                <a:gd name="T149" fmla="*/ T148 w 874"/>
                                <a:gd name="T150" fmla="+- 0 15427 14952"/>
                                <a:gd name="T151" fmla="*/ 15427 h 875"/>
                                <a:gd name="T152" fmla="+- 0 12222 12190"/>
                                <a:gd name="T153" fmla="*/ T152 w 874"/>
                                <a:gd name="T154" fmla="+- 0 15406 14952"/>
                                <a:gd name="T155" fmla="*/ 15406 h 875"/>
                                <a:gd name="T156" fmla="+- 0 12206 12190"/>
                                <a:gd name="T157" fmla="*/ T156 w 874"/>
                                <a:gd name="T158" fmla="+- 0 15390 14952"/>
                                <a:gd name="T159" fmla="*/ 15390 h 875"/>
                                <a:gd name="T160" fmla="+- 0 12221 12190"/>
                                <a:gd name="T161" fmla="*/ T160 w 874"/>
                                <a:gd name="T162" fmla="+- 0 15390 14952"/>
                                <a:gd name="T163" fmla="*/ 15390 h 875"/>
                                <a:gd name="T164" fmla="+- 0 12222 12190"/>
                                <a:gd name="T165" fmla="*/ T164 w 874"/>
                                <a:gd name="T166" fmla="+- 0 15368 14952"/>
                                <a:gd name="T167" fmla="*/ 15368 h 875"/>
                                <a:gd name="T168" fmla="+- 0 12224 12190"/>
                                <a:gd name="T169" fmla="*/ T168 w 874"/>
                                <a:gd name="T170" fmla="+- 0 15347 14952"/>
                                <a:gd name="T171" fmla="*/ 15347 h 875"/>
                                <a:gd name="T172" fmla="+- 0 12235 12190"/>
                                <a:gd name="T173" fmla="*/ T172 w 874"/>
                                <a:gd name="T174" fmla="+- 0 15285 14952"/>
                                <a:gd name="T175" fmla="*/ 15285 h 875"/>
                                <a:gd name="T176" fmla="+- 0 12255 12190"/>
                                <a:gd name="T177" fmla="*/ T176 w 874"/>
                                <a:gd name="T178" fmla="+- 0 15227 14952"/>
                                <a:gd name="T179" fmla="*/ 15227 h 875"/>
                                <a:gd name="T180" fmla="+- 0 12284 12190"/>
                                <a:gd name="T181" fmla="*/ T180 w 874"/>
                                <a:gd name="T182" fmla="+- 0 15174 14952"/>
                                <a:gd name="T183" fmla="*/ 15174 h 875"/>
                                <a:gd name="T184" fmla="+- 0 12319 12190"/>
                                <a:gd name="T185" fmla="*/ T184 w 874"/>
                                <a:gd name="T186" fmla="+- 0 15125 14952"/>
                                <a:gd name="T187" fmla="*/ 15125 h 875"/>
                                <a:gd name="T188" fmla="+- 0 12364 12190"/>
                                <a:gd name="T189" fmla="*/ T188 w 874"/>
                                <a:gd name="T190" fmla="+- 0 15082 14952"/>
                                <a:gd name="T191" fmla="*/ 15082 h 875"/>
                                <a:gd name="T192" fmla="+- 0 12414 12190"/>
                                <a:gd name="T193" fmla="*/ T192 w 874"/>
                                <a:gd name="T194" fmla="+- 0 15045 14952"/>
                                <a:gd name="T195" fmla="*/ 15045 h 875"/>
                                <a:gd name="T196" fmla="+- 0 12468 12190"/>
                                <a:gd name="T197" fmla="*/ T196 w 874"/>
                                <a:gd name="T198" fmla="+- 0 15017 14952"/>
                                <a:gd name="T199" fmla="*/ 15017 h 875"/>
                                <a:gd name="T200" fmla="+- 0 12525 12190"/>
                                <a:gd name="T201" fmla="*/ T200 w 874"/>
                                <a:gd name="T202" fmla="+- 0 14997 14952"/>
                                <a:gd name="T203" fmla="*/ 14997 h 875"/>
                                <a:gd name="T204" fmla="+- 0 12585 12190"/>
                                <a:gd name="T205" fmla="*/ T204 w 874"/>
                                <a:gd name="T206" fmla="+- 0 14986 14952"/>
                                <a:gd name="T207" fmla="*/ 14986 h 875"/>
                                <a:gd name="T208" fmla="+- 0 12606 12190"/>
                                <a:gd name="T209" fmla="*/ T208 w 874"/>
                                <a:gd name="T210" fmla="+- 0 14985 14952"/>
                                <a:gd name="T211" fmla="*/ 14985 h 875"/>
                                <a:gd name="T212" fmla="+- 0 12791 12190"/>
                                <a:gd name="T213" fmla="*/ T212 w 874"/>
                                <a:gd name="T214" fmla="+- 0 14985 14952"/>
                                <a:gd name="T215" fmla="*/ 14985 h 875"/>
                                <a:gd name="T216" fmla="+- 0 12764 12190"/>
                                <a:gd name="T217" fmla="*/ T216 w 874"/>
                                <a:gd name="T218" fmla="+- 0 14975 14952"/>
                                <a:gd name="T219" fmla="*/ 14975 h 875"/>
                                <a:gd name="T220" fmla="+- 0 12731 12190"/>
                                <a:gd name="T221" fmla="*/ T220 w 874"/>
                                <a:gd name="T222" fmla="+- 0 14965 14952"/>
                                <a:gd name="T223" fmla="*/ 14965 h 875"/>
                                <a:gd name="T224" fmla="+- 0 12697 12190"/>
                                <a:gd name="T225" fmla="*/ T224 w 874"/>
                                <a:gd name="T226" fmla="+- 0 14958 14952"/>
                                <a:gd name="T227" fmla="*/ 14958 h 875"/>
                                <a:gd name="T228" fmla="+- 0 12662 12190"/>
                                <a:gd name="T229" fmla="*/ T228 w 874"/>
                                <a:gd name="T230" fmla="+- 0 14954 14952"/>
                                <a:gd name="T231" fmla="*/ 14954 h 875"/>
                                <a:gd name="T232" fmla="+- 0 12626 12190"/>
                                <a:gd name="T233" fmla="*/ T232 w 874"/>
                                <a:gd name="T234" fmla="+- 0 14952 14952"/>
                                <a:gd name="T235" fmla="*/ 14952 h 87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  <a:cxn ang="0">
                                  <a:pos x="T209" y="T211"/>
                                </a:cxn>
                                <a:cxn ang="0">
                                  <a:pos x="T213" y="T215"/>
                                </a:cxn>
                                <a:cxn ang="0">
                                  <a:pos x="T217" y="T219"/>
                                </a:cxn>
                                <a:cxn ang="0">
                                  <a:pos x="T221" y="T223"/>
                                </a:cxn>
                                <a:cxn ang="0">
                                  <a:pos x="T225" y="T227"/>
                                </a:cxn>
                                <a:cxn ang="0">
                                  <a:pos x="T229" y="T231"/>
                                </a:cxn>
                                <a:cxn ang="0">
                                  <a:pos x="T233" y="T235"/>
                                </a:cxn>
                              </a:cxnLst>
                              <a:rect l="0" t="0" r="r" b="b"/>
                              <a:pathLst>
                                <a:path w="874" h="875">
                                  <a:moveTo>
                                    <a:pt x="436" y="0"/>
                                  </a:moveTo>
                                  <a:lnTo>
                                    <a:pt x="365" y="6"/>
                                  </a:lnTo>
                                  <a:lnTo>
                                    <a:pt x="298" y="23"/>
                                  </a:lnTo>
                                  <a:lnTo>
                                    <a:pt x="235" y="49"/>
                                  </a:lnTo>
                                  <a:lnTo>
                                    <a:pt x="178" y="85"/>
                                  </a:lnTo>
                                  <a:lnTo>
                                    <a:pt x="127" y="129"/>
                                  </a:lnTo>
                                  <a:lnTo>
                                    <a:pt x="84" y="180"/>
                                  </a:lnTo>
                                  <a:lnTo>
                                    <a:pt x="48" y="237"/>
                                  </a:lnTo>
                                  <a:lnTo>
                                    <a:pt x="22" y="300"/>
                                  </a:lnTo>
                                  <a:lnTo>
                                    <a:pt x="5" y="367"/>
                                  </a:lnTo>
                                  <a:lnTo>
                                    <a:pt x="0" y="438"/>
                                  </a:lnTo>
                                  <a:lnTo>
                                    <a:pt x="1" y="474"/>
                                  </a:lnTo>
                                  <a:lnTo>
                                    <a:pt x="12" y="543"/>
                                  </a:lnTo>
                                  <a:lnTo>
                                    <a:pt x="34" y="608"/>
                                  </a:lnTo>
                                  <a:lnTo>
                                    <a:pt x="65" y="668"/>
                                  </a:lnTo>
                                  <a:lnTo>
                                    <a:pt x="105" y="722"/>
                                  </a:lnTo>
                                  <a:lnTo>
                                    <a:pt x="152" y="770"/>
                                  </a:lnTo>
                                  <a:lnTo>
                                    <a:pt x="206" y="810"/>
                                  </a:lnTo>
                                  <a:lnTo>
                                    <a:pt x="266" y="841"/>
                                  </a:lnTo>
                                  <a:lnTo>
                                    <a:pt x="331" y="862"/>
                                  </a:lnTo>
                                  <a:lnTo>
                                    <a:pt x="400" y="874"/>
                                  </a:lnTo>
                                  <a:lnTo>
                                    <a:pt x="436" y="875"/>
                                  </a:lnTo>
                                  <a:lnTo>
                                    <a:pt x="472" y="874"/>
                                  </a:lnTo>
                                  <a:lnTo>
                                    <a:pt x="507" y="869"/>
                                  </a:lnTo>
                                  <a:lnTo>
                                    <a:pt x="541" y="862"/>
                                  </a:lnTo>
                                  <a:lnTo>
                                    <a:pt x="574" y="853"/>
                                  </a:lnTo>
                                  <a:lnTo>
                                    <a:pt x="600" y="843"/>
                                  </a:lnTo>
                                  <a:lnTo>
                                    <a:pt x="454" y="843"/>
                                  </a:lnTo>
                                  <a:lnTo>
                                    <a:pt x="430" y="842"/>
                                  </a:lnTo>
                                  <a:lnTo>
                                    <a:pt x="363" y="835"/>
                                  </a:lnTo>
                                  <a:lnTo>
                                    <a:pt x="303" y="819"/>
                                  </a:lnTo>
                                  <a:lnTo>
                                    <a:pt x="230" y="787"/>
                                  </a:lnTo>
                                  <a:lnTo>
                                    <a:pt x="168" y="742"/>
                                  </a:lnTo>
                                  <a:lnTo>
                                    <a:pt x="126" y="698"/>
                                  </a:lnTo>
                                  <a:lnTo>
                                    <a:pt x="91" y="648"/>
                                  </a:lnTo>
                                  <a:lnTo>
                                    <a:pt x="63" y="594"/>
                                  </a:lnTo>
                                  <a:lnTo>
                                    <a:pt x="44" y="536"/>
                                  </a:lnTo>
                                  <a:lnTo>
                                    <a:pt x="33" y="475"/>
                                  </a:lnTo>
                                  <a:lnTo>
                                    <a:pt x="32" y="454"/>
                                  </a:lnTo>
                                  <a:lnTo>
                                    <a:pt x="16" y="438"/>
                                  </a:lnTo>
                                  <a:lnTo>
                                    <a:pt x="31" y="438"/>
                                  </a:lnTo>
                                  <a:lnTo>
                                    <a:pt x="32" y="416"/>
                                  </a:lnTo>
                                  <a:lnTo>
                                    <a:pt x="34" y="395"/>
                                  </a:lnTo>
                                  <a:lnTo>
                                    <a:pt x="45" y="333"/>
                                  </a:lnTo>
                                  <a:lnTo>
                                    <a:pt x="65" y="275"/>
                                  </a:lnTo>
                                  <a:lnTo>
                                    <a:pt x="94" y="222"/>
                                  </a:lnTo>
                                  <a:lnTo>
                                    <a:pt x="129" y="173"/>
                                  </a:lnTo>
                                  <a:lnTo>
                                    <a:pt x="174" y="130"/>
                                  </a:lnTo>
                                  <a:lnTo>
                                    <a:pt x="224" y="93"/>
                                  </a:lnTo>
                                  <a:lnTo>
                                    <a:pt x="278" y="65"/>
                                  </a:lnTo>
                                  <a:lnTo>
                                    <a:pt x="335" y="45"/>
                                  </a:lnTo>
                                  <a:lnTo>
                                    <a:pt x="395" y="34"/>
                                  </a:lnTo>
                                  <a:lnTo>
                                    <a:pt x="416" y="33"/>
                                  </a:lnTo>
                                  <a:lnTo>
                                    <a:pt x="601" y="33"/>
                                  </a:lnTo>
                                  <a:lnTo>
                                    <a:pt x="574" y="23"/>
                                  </a:lnTo>
                                  <a:lnTo>
                                    <a:pt x="541" y="13"/>
                                  </a:lnTo>
                                  <a:lnTo>
                                    <a:pt x="507" y="6"/>
                                  </a:lnTo>
                                  <a:lnTo>
                                    <a:pt x="472" y="2"/>
                                  </a:lnTo>
                                  <a:lnTo>
                                    <a:pt x="43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Freeform 133"/>
                          <wps:cNvSpPr>
                            <a:spLocks/>
                          </wps:cNvSpPr>
                          <wps:spPr bwMode="auto">
                            <a:xfrm>
                              <a:off x="12190" y="14952"/>
                              <a:ext cx="874" cy="875"/>
                            </a:xfrm>
                            <a:custGeom>
                              <a:avLst/>
                              <a:gdLst>
                                <a:gd name="T0" fmla="+- 0 12791 12190"/>
                                <a:gd name="T1" fmla="*/ T0 w 874"/>
                                <a:gd name="T2" fmla="+- 0 14985 14952"/>
                                <a:gd name="T3" fmla="*/ 14985 h 875"/>
                                <a:gd name="T4" fmla="+- 0 12606 12190"/>
                                <a:gd name="T5" fmla="*/ T4 w 874"/>
                                <a:gd name="T6" fmla="+- 0 14985 14952"/>
                                <a:gd name="T7" fmla="*/ 14985 h 875"/>
                                <a:gd name="T8" fmla="+- 0 12630 12190"/>
                                <a:gd name="T9" fmla="*/ T8 w 874"/>
                                <a:gd name="T10" fmla="+- 0 14985 14952"/>
                                <a:gd name="T11" fmla="*/ 14985 h 875"/>
                                <a:gd name="T12" fmla="+- 0 12653 12190"/>
                                <a:gd name="T13" fmla="*/ T12 w 874"/>
                                <a:gd name="T14" fmla="+- 0 14987 14952"/>
                                <a:gd name="T15" fmla="*/ 14987 h 875"/>
                                <a:gd name="T16" fmla="+- 0 12718 12190"/>
                                <a:gd name="T17" fmla="*/ T16 w 874"/>
                                <a:gd name="T18" fmla="+- 0 14997 14952"/>
                                <a:gd name="T19" fmla="*/ 14997 h 875"/>
                                <a:gd name="T20" fmla="+- 0 12777 12190"/>
                                <a:gd name="T21" fmla="*/ T20 w 874"/>
                                <a:gd name="T22" fmla="+- 0 15015 14952"/>
                                <a:gd name="T23" fmla="*/ 15015 h 875"/>
                                <a:gd name="T24" fmla="+- 0 12847 12190"/>
                                <a:gd name="T25" fmla="*/ T24 w 874"/>
                                <a:gd name="T26" fmla="+- 0 15050 14952"/>
                                <a:gd name="T27" fmla="*/ 15050 h 875"/>
                                <a:gd name="T28" fmla="+- 0 12906 12190"/>
                                <a:gd name="T29" fmla="*/ T28 w 874"/>
                                <a:gd name="T30" fmla="+- 0 15097 14952"/>
                                <a:gd name="T31" fmla="*/ 15097 h 875"/>
                                <a:gd name="T32" fmla="+- 0 12947 12190"/>
                                <a:gd name="T33" fmla="*/ T32 w 874"/>
                                <a:gd name="T34" fmla="+- 0 15144 14952"/>
                                <a:gd name="T35" fmla="*/ 15144 h 875"/>
                                <a:gd name="T36" fmla="+- 0 12981 12190"/>
                                <a:gd name="T37" fmla="*/ T36 w 874"/>
                                <a:gd name="T38" fmla="+- 0 15196 14952"/>
                                <a:gd name="T39" fmla="*/ 15196 h 875"/>
                                <a:gd name="T40" fmla="+- 0 13006 12190"/>
                                <a:gd name="T41" fmla="*/ T40 w 874"/>
                                <a:gd name="T42" fmla="+- 0 15251 14952"/>
                                <a:gd name="T43" fmla="*/ 15251 h 875"/>
                                <a:gd name="T44" fmla="+- 0 13023 12190"/>
                                <a:gd name="T45" fmla="*/ T44 w 874"/>
                                <a:gd name="T46" fmla="+- 0 15310 14952"/>
                                <a:gd name="T47" fmla="*/ 15310 h 875"/>
                                <a:gd name="T48" fmla="+- 0 13030 12190"/>
                                <a:gd name="T49" fmla="*/ T48 w 874"/>
                                <a:gd name="T50" fmla="+- 0 15371 14952"/>
                                <a:gd name="T51" fmla="*/ 15371 h 875"/>
                                <a:gd name="T52" fmla="+- 0 13030 12190"/>
                                <a:gd name="T53" fmla="*/ T52 w 874"/>
                                <a:gd name="T54" fmla="+- 0 15395 14952"/>
                                <a:gd name="T55" fmla="*/ 15395 h 875"/>
                                <a:gd name="T56" fmla="+- 0 13023 12190"/>
                                <a:gd name="T57" fmla="*/ T56 w 874"/>
                                <a:gd name="T58" fmla="+- 0 15462 14952"/>
                                <a:gd name="T59" fmla="*/ 15462 h 875"/>
                                <a:gd name="T60" fmla="+- 0 13007 12190"/>
                                <a:gd name="T61" fmla="*/ T60 w 874"/>
                                <a:gd name="T62" fmla="+- 0 15523 14952"/>
                                <a:gd name="T63" fmla="*/ 15523 h 875"/>
                                <a:gd name="T64" fmla="+- 0 12975 12190"/>
                                <a:gd name="T65" fmla="*/ T64 w 874"/>
                                <a:gd name="T66" fmla="+- 0 15595 14952"/>
                                <a:gd name="T67" fmla="*/ 15595 h 875"/>
                                <a:gd name="T68" fmla="+- 0 12930 12190"/>
                                <a:gd name="T69" fmla="*/ T68 w 874"/>
                                <a:gd name="T70" fmla="+- 0 15657 14952"/>
                                <a:gd name="T71" fmla="*/ 15657 h 875"/>
                                <a:gd name="T72" fmla="+- 0 12887 12190"/>
                                <a:gd name="T73" fmla="*/ T72 w 874"/>
                                <a:gd name="T74" fmla="+- 0 15699 14952"/>
                                <a:gd name="T75" fmla="*/ 15699 h 875"/>
                                <a:gd name="T76" fmla="+- 0 12837 12190"/>
                                <a:gd name="T77" fmla="*/ T76 w 874"/>
                                <a:gd name="T78" fmla="+- 0 15735 14952"/>
                                <a:gd name="T79" fmla="*/ 15735 h 875"/>
                                <a:gd name="T80" fmla="+- 0 12783 12190"/>
                                <a:gd name="T81" fmla="*/ T80 w 874"/>
                                <a:gd name="T82" fmla="+- 0 15763 14952"/>
                                <a:gd name="T83" fmla="*/ 15763 h 875"/>
                                <a:gd name="T84" fmla="+- 0 12725 12190"/>
                                <a:gd name="T85" fmla="*/ T84 w 874"/>
                                <a:gd name="T86" fmla="+- 0 15783 14952"/>
                                <a:gd name="T87" fmla="*/ 15783 h 875"/>
                                <a:gd name="T88" fmla="+- 0 12664 12190"/>
                                <a:gd name="T89" fmla="*/ T88 w 874"/>
                                <a:gd name="T90" fmla="+- 0 15793 14952"/>
                                <a:gd name="T91" fmla="*/ 15793 h 875"/>
                                <a:gd name="T92" fmla="+- 0 12644 12190"/>
                                <a:gd name="T93" fmla="*/ T92 w 874"/>
                                <a:gd name="T94" fmla="+- 0 15795 14952"/>
                                <a:gd name="T95" fmla="*/ 15795 h 875"/>
                                <a:gd name="T96" fmla="+- 0 12790 12190"/>
                                <a:gd name="T97" fmla="*/ T96 w 874"/>
                                <a:gd name="T98" fmla="+- 0 15795 14952"/>
                                <a:gd name="T99" fmla="*/ 15795 h 875"/>
                                <a:gd name="T100" fmla="+- 0 12856 12190"/>
                                <a:gd name="T101" fmla="*/ T100 w 874"/>
                                <a:gd name="T102" fmla="+- 0 15762 14952"/>
                                <a:gd name="T103" fmla="*/ 15762 h 875"/>
                                <a:gd name="T104" fmla="+- 0 12910 12190"/>
                                <a:gd name="T105" fmla="*/ T104 w 874"/>
                                <a:gd name="T106" fmla="+- 0 15722 14952"/>
                                <a:gd name="T107" fmla="*/ 15722 h 875"/>
                                <a:gd name="T108" fmla="+- 0 12958 12190"/>
                                <a:gd name="T109" fmla="*/ T108 w 874"/>
                                <a:gd name="T110" fmla="+- 0 15674 14952"/>
                                <a:gd name="T111" fmla="*/ 15674 h 875"/>
                                <a:gd name="T112" fmla="+- 0 12997 12190"/>
                                <a:gd name="T113" fmla="*/ T112 w 874"/>
                                <a:gd name="T114" fmla="+- 0 15620 14952"/>
                                <a:gd name="T115" fmla="*/ 15620 h 875"/>
                                <a:gd name="T116" fmla="+- 0 13028 12190"/>
                                <a:gd name="T117" fmla="*/ T116 w 874"/>
                                <a:gd name="T118" fmla="+- 0 15560 14952"/>
                                <a:gd name="T119" fmla="*/ 15560 h 875"/>
                                <a:gd name="T120" fmla="+- 0 13050 12190"/>
                                <a:gd name="T121" fmla="*/ T120 w 874"/>
                                <a:gd name="T122" fmla="+- 0 15495 14952"/>
                                <a:gd name="T123" fmla="*/ 15495 h 875"/>
                                <a:gd name="T124" fmla="+- 0 13061 12190"/>
                                <a:gd name="T125" fmla="*/ T124 w 874"/>
                                <a:gd name="T126" fmla="+- 0 15426 14952"/>
                                <a:gd name="T127" fmla="*/ 15426 h 875"/>
                                <a:gd name="T128" fmla="+- 0 13063 12190"/>
                                <a:gd name="T129" fmla="*/ T128 w 874"/>
                                <a:gd name="T130" fmla="+- 0 15390 14952"/>
                                <a:gd name="T131" fmla="*/ 15390 h 875"/>
                                <a:gd name="T132" fmla="+- 0 13061 12190"/>
                                <a:gd name="T133" fmla="*/ T132 w 874"/>
                                <a:gd name="T134" fmla="+- 0 15354 14952"/>
                                <a:gd name="T135" fmla="*/ 15354 h 875"/>
                                <a:gd name="T136" fmla="+- 0 13050 12190"/>
                                <a:gd name="T137" fmla="*/ T136 w 874"/>
                                <a:gd name="T138" fmla="+- 0 15285 14952"/>
                                <a:gd name="T139" fmla="*/ 15285 h 875"/>
                                <a:gd name="T140" fmla="+- 0 13028 12190"/>
                                <a:gd name="T141" fmla="*/ T140 w 874"/>
                                <a:gd name="T142" fmla="+- 0 15220 14952"/>
                                <a:gd name="T143" fmla="*/ 15220 h 875"/>
                                <a:gd name="T144" fmla="+- 0 12997 12190"/>
                                <a:gd name="T145" fmla="*/ T144 w 874"/>
                                <a:gd name="T146" fmla="+- 0 15159 14952"/>
                                <a:gd name="T147" fmla="*/ 15159 h 875"/>
                                <a:gd name="T148" fmla="+- 0 12958 12190"/>
                                <a:gd name="T149" fmla="*/ T148 w 874"/>
                                <a:gd name="T150" fmla="+- 0 15105 14952"/>
                                <a:gd name="T151" fmla="*/ 15105 h 875"/>
                                <a:gd name="T152" fmla="+- 0 12910 12190"/>
                                <a:gd name="T153" fmla="*/ T152 w 874"/>
                                <a:gd name="T154" fmla="+- 0 15058 14952"/>
                                <a:gd name="T155" fmla="*/ 15058 h 875"/>
                                <a:gd name="T156" fmla="+- 0 12856 12190"/>
                                <a:gd name="T157" fmla="*/ T156 w 874"/>
                                <a:gd name="T158" fmla="+- 0 15018 14952"/>
                                <a:gd name="T159" fmla="*/ 15018 h 875"/>
                                <a:gd name="T160" fmla="+- 0 12796 12190"/>
                                <a:gd name="T161" fmla="*/ T160 w 874"/>
                                <a:gd name="T162" fmla="+- 0 14987 14952"/>
                                <a:gd name="T163" fmla="*/ 14987 h 875"/>
                                <a:gd name="T164" fmla="+- 0 12791 12190"/>
                                <a:gd name="T165" fmla="*/ T164 w 874"/>
                                <a:gd name="T166" fmla="+- 0 14985 14952"/>
                                <a:gd name="T167" fmla="*/ 14985 h 87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</a:cxnLst>
                              <a:rect l="0" t="0" r="r" b="b"/>
                              <a:pathLst>
                                <a:path w="874" h="875">
                                  <a:moveTo>
                                    <a:pt x="601" y="33"/>
                                  </a:moveTo>
                                  <a:lnTo>
                                    <a:pt x="416" y="33"/>
                                  </a:lnTo>
                                  <a:lnTo>
                                    <a:pt x="440" y="33"/>
                                  </a:lnTo>
                                  <a:lnTo>
                                    <a:pt x="463" y="35"/>
                                  </a:lnTo>
                                  <a:lnTo>
                                    <a:pt x="528" y="45"/>
                                  </a:lnTo>
                                  <a:lnTo>
                                    <a:pt x="587" y="63"/>
                                  </a:lnTo>
                                  <a:lnTo>
                                    <a:pt x="657" y="98"/>
                                  </a:lnTo>
                                  <a:lnTo>
                                    <a:pt x="716" y="145"/>
                                  </a:lnTo>
                                  <a:lnTo>
                                    <a:pt x="757" y="192"/>
                                  </a:lnTo>
                                  <a:lnTo>
                                    <a:pt x="791" y="244"/>
                                  </a:lnTo>
                                  <a:lnTo>
                                    <a:pt x="816" y="299"/>
                                  </a:lnTo>
                                  <a:lnTo>
                                    <a:pt x="833" y="358"/>
                                  </a:lnTo>
                                  <a:lnTo>
                                    <a:pt x="840" y="419"/>
                                  </a:lnTo>
                                  <a:lnTo>
                                    <a:pt x="840" y="443"/>
                                  </a:lnTo>
                                  <a:lnTo>
                                    <a:pt x="833" y="510"/>
                                  </a:lnTo>
                                  <a:lnTo>
                                    <a:pt x="817" y="571"/>
                                  </a:lnTo>
                                  <a:lnTo>
                                    <a:pt x="785" y="643"/>
                                  </a:lnTo>
                                  <a:lnTo>
                                    <a:pt x="740" y="705"/>
                                  </a:lnTo>
                                  <a:lnTo>
                                    <a:pt x="697" y="747"/>
                                  </a:lnTo>
                                  <a:lnTo>
                                    <a:pt x="647" y="783"/>
                                  </a:lnTo>
                                  <a:lnTo>
                                    <a:pt x="593" y="811"/>
                                  </a:lnTo>
                                  <a:lnTo>
                                    <a:pt x="535" y="831"/>
                                  </a:lnTo>
                                  <a:lnTo>
                                    <a:pt x="474" y="841"/>
                                  </a:lnTo>
                                  <a:lnTo>
                                    <a:pt x="454" y="843"/>
                                  </a:lnTo>
                                  <a:lnTo>
                                    <a:pt x="600" y="843"/>
                                  </a:lnTo>
                                  <a:lnTo>
                                    <a:pt x="666" y="810"/>
                                  </a:lnTo>
                                  <a:lnTo>
                                    <a:pt x="720" y="770"/>
                                  </a:lnTo>
                                  <a:lnTo>
                                    <a:pt x="768" y="722"/>
                                  </a:lnTo>
                                  <a:lnTo>
                                    <a:pt x="807" y="668"/>
                                  </a:lnTo>
                                  <a:lnTo>
                                    <a:pt x="838" y="608"/>
                                  </a:lnTo>
                                  <a:lnTo>
                                    <a:pt x="860" y="543"/>
                                  </a:lnTo>
                                  <a:lnTo>
                                    <a:pt x="871" y="474"/>
                                  </a:lnTo>
                                  <a:lnTo>
                                    <a:pt x="873" y="438"/>
                                  </a:lnTo>
                                  <a:lnTo>
                                    <a:pt x="871" y="402"/>
                                  </a:lnTo>
                                  <a:lnTo>
                                    <a:pt x="860" y="333"/>
                                  </a:lnTo>
                                  <a:lnTo>
                                    <a:pt x="838" y="268"/>
                                  </a:lnTo>
                                  <a:lnTo>
                                    <a:pt x="807" y="207"/>
                                  </a:lnTo>
                                  <a:lnTo>
                                    <a:pt x="768" y="153"/>
                                  </a:lnTo>
                                  <a:lnTo>
                                    <a:pt x="720" y="106"/>
                                  </a:lnTo>
                                  <a:lnTo>
                                    <a:pt x="666" y="66"/>
                                  </a:lnTo>
                                  <a:lnTo>
                                    <a:pt x="606" y="35"/>
                                  </a:lnTo>
                                  <a:lnTo>
                                    <a:pt x="601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130"/>
                        <wpg:cNvGrpSpPr>
                          <a:grpSpLocks/>
                        </wpg:cNvGrpSpPr>
                        <wpg:grpSpPr bwMode="auto">
                          <a:xfrm>
                            <a:off x="12520" y="11395"/>
                            <a:ext cx="42" cy="42"/>
                            <a:chOff x="12520" y="11395"/>
                            <a:chExt cx="42" cy="42"/>
                          </a:xfrm>
                        </wpg:grpSpPr>
                        <wps:wsp>
                          <wps:cNvPr id="72" name="Freeform 131"/>
                          <wps:cNvSpPr>
                            <a:spLocks/>
                          </wps:cNvSpPr>
                          <wps:spPr bwMode="auto">
                            <a:xfrm>
                              <a:off x="12520" y="11395"/>
                              <a:ext cx="42" cy="42"/>
                            </a:xfrm>
                            <a:custGeom>
                              <a:avLst/>
                              <a:gdLst>
                                <a:gd name="T0" fmla="+- 0 12552 12520"/>
                                <a:gd name="T1" fmla="*/ T0 w 42"/>
                                <a:gd name="T2" fmla="+- 0 11395 11395"/>
                                <a:gd name="T3" fmla="*/ 11395 h 42"/>
                                <a:gd name="T4" fmla="+- 0 12529 12520"/>
                                <a:gd name="T5" fmla="*/ T4 w 42"/>
                                <a:gd name="T6" fmla="+- 0 11395 11395"/>
                                <a:gd name="T7" fmla="*/ 11395 h 42"/>
                                <a:gd name="T8" fmla="+- 0 12520 12520"/>
                                <a:gd name="T9" fmla="*/ T8 w 42"/>
                                <a:gd name="T10" fmla="+- 0 11404 11395"/>
                                <a:gd name="T11" fmla="*/ 11404 h 42"/>
                                <a:gd name="T12" fmla="+- 0 12520 12520"/>
                                <a:gd name="T13" fmla="*/ T12 w 42"/>
                                <a:gd name="T14" fmla="+- 0 11427 11395"/>
                                <a:gd name="T15" fmla="*/ 11427 h 42"/>
                                <a:gd name="T16" fmla="+- 0 12529 12520"/>
                                <a:gd name="T17" fmla="*/ T16 w 42"/>
                                <a:gd name="T18" fmla="+- 0 11437 11395"/>
                                <a:gd name="T19" fmla="*/ 11437 h 42"/>
                                <a:gd name="T20" fmla="+- 0 12552 12520"/>
                                <a:gd name="T21" fmla="*/ T20 w 42"/>
                                <a:gd name="T22" fmla="+- 0 11437 11395"/>
                                <a:gd name="T23" fmla="*/ 11437 h 42"/>
                                <a:gd name="T24" fmla="+- 0 12561 12520"/>
                                <a:gd name="T25" fmla="*/ T24 w 42"/>
                                <a:gd name="T26" fmla="+- 0 11427 11395"/>
                                <a:gd name="T27" fmla="*/ 11427 h 42"/>
                                <a:gd name="T28" fmla="+- 0 12561 12520"/>
                                <a:gd name="T29" fmla="*/ T28 w 42"/>
                                <a:gd name="T30" fmla="+- 0 11404 11395"/>
                                <a:gd name="T31" fmla="*/ 11404 h 42"/>
                                <a:gd name="T32" fmla="+- 0 12552 12520"/>
                                <a:gd name="T33" fmla="*/ T32 w 42"/>
                                <a:gd name="T34" fmla="+- 0 11395 11395"/>
                                <a:gd name="T35" fmla="*/ 11395 h 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42" h="42">
                                  <a:moveTo>
                                    <a:pt x="32" y="0"/>
                                  </a:moveTo>
                                  <a:lnTo>
                                    <a:pt x="9" y="0"/>
                                  </a:lnTo>
                                  <a:lnTo>
                                    <a:pt x="0" y="9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9" y="42"/>
                                  </a:lnTo>
                                  <a:lnTo>
                                    <a:pt x="32" y="42"/>
                                  </a:lnTo>
                                  <a:lnTo>
                                    <a:pt x="41" y="32"/>
                                  </a:lnTo>
                                  <a:lnTo>
                                    <a:pt x="41" y="9"/>
                                  </a:lnTo>
                                  <a:lnTo>
                                    <a:pt x="3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128"/>
                        <wpg:cNvGrpSpPr>
                          <a:grpSpLocks/>
                        </wpg:cNvGrpSpPr>
                        <wpg:grpSpPr bwMode="auto">
                          <a:xfrm>
                            <a:off x="12609" y="11473"/>
                            <a:ext cx="44" cy="44"/>
                            <a:chOff x="12609" y="11473"/>
                            <a:chExt cx="44" cy="44"/>
                          </a:xfrm>
                        </wpg:grpSpPr>
                        <wps:wsp>
                          <wps:cNvPr id="74" name="Freeform 129"/>
                          <wps:cNvSpPr>
                            <a:spLocks/>
                          </wps:cNvSpPr>
                          <wps:spPr bwMode="auto">
                            <a:xfrm>
                              <a:off x="12609" y="11473"/>
                              <a:ext cx="44" cy="44"/>
                            </a:xfrm>
                            <a:custGeom>
                              <a:avLst/>
                              <a:gdLst>
                                <a:gd name="T0" fmla="+- 0 12643 12609"/>
                                <a:gd name="T1" fmla="*/ T0 w 44"/>
                                <a:gd name="T2" fmla="+- 0 11473 11473"/>
                                <a:gd name="T3" fmla="*/ 11473 h 44"/>
                                <a:gd name="T4" fmla="+- 0 12619 12609"/>
                                <a:gd name="T5" fmla="*/ T4 w 44"/>
                                <a:gd name="T6" fmla="+- 0 11473 11473"/>
                                <a:gd name="T7" fmla="*/ 11473 h 44"/>
                                <a:gd name="T8" fmla="+- 0 12609 12609"/>
                                <a:gd name="T9" fmla="*/ T8 w 44"/>
                                <a:gd name="T10" fmla="+- 0 11482 11473"/>
                                <a:gd name="T11" fmla="*/ 11482 h 44"/>
                                <a:gd name="T12" fmla="+- 0 12609 12609"/>
                                <a:gd name="T13" fmla="*/ T12 w 44"/>
                                <a:gd name="T14" fmla="+- 0 11506 11473"/>
                                <a:gd name="T15" fmla="*/ 11506 h 44"/>
                                <a:gd name="T16" fmla="+- 0 12619 12609"/>
                                <a:gd name="T17" fmla="*/ T16 w 44"/>
                                <a:gd name="T18" fmla="+- 0 11516 11473"/>
                                <a:gd name="T19" fmla="*/ 11516 h 44"/>
                                <a:gd name="T20" fmla="+- 0 12643 12609"/>
                                <a:gd name="T21" fmla="*/ T20 w 44"/>
                                <a:gd name="T22" fmla="+- 0 11516 11473"/>
                                <a:gd name="T23" fmla="*/ 11516 h 44"/>
                                <a:gd name="T24" fmla="+- 0 12653 12609"/>
                                <a:gd name="T25" fmla="*/ T24 w 44"/>
                                <a:gd name="T26" fmla="+- 0 11506 11473"/>
                                <a:gd name="T27" fmla="*/ 11506 h 44"/>
                                <a:gd name="T28" fmla="+- 0 12653 12609"/>
                                <a:gd name="T29" fmla="*/ T28 w 44"/>
                                <a:gd name="T30" fmla="+- 0 11482 11473"/>
                                <a:gd name="T31" fmla="*/ 11482 h 44"/>
                                <a:gd name="T32" fmla="+- 0 12643 12609"/>
                                <a:gd name="T33" fmla="*/ T32 w 44"/>
                                <a:gd name="T34" fmla="+- 0 11473 11473"/>
                                <a:gd name="T35" fmla="*/ 11473 h 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44" h="44">
                                  <a:moveTo>
                                    <a:pt x="34" y="0"/>
                                  </a:moveTo>
                                  <a:lnTo>
                                    <a:pt x="10" y="0"/>
                                  </a:lnTo>
                                  <a:lnTo>
                                    <a:pt x="0" y="9"/>
                                  </a:lnTo>
                                  <a:lnTo>
                                    <a:pt x="0" y="33"/>
                                  </a:lnTo>
                                  <a:lnTo>
                                    <a:pt x="10" y="43"/>
                                  </a:lnTo>
                                  <a:lnTo>
                                    <a:pt x="34" y="43"/>
                                  </a:lnTo>
                                  <a:lnTo>
                                    <a:pt x="44" y="33"/>
                                  </a:lnTo>
                                  <a:lnTo>
                                    <a:pt x="44" y="9"/>
                                  </a:lnTo>
                                  <a:lnTo>
                                    <a:pt x="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" name="Group 114"/>
                        <wpg:cNvGrpSpPr>
                          <a:grpSpLocks/>
                        </wpg:cNvGrpSpPr>
                        <wpg:grpSpPr bwMode="auto">
                          <a:xfrm>
                            <a:off x="12443" y="11309"/>
                            <a:ext cx="289" cy="362"/>
                            <a:chOff x="12443" y="11309"/>
                            <a:chExt cx="289" cy="362"/>
                          </a:xfrm>
                        </wpg:grpSpPr>
                        <wps:wsp>
                          <wps:cNvPr id="76" name="Freeform 127"/>
                          <wps:cNvSpPr>
                            <a:spLocks/>
                          </wps:cNvSpPr>
                          <wps:spPr bwMode="auto">
                            <a:xfrm>
                              <a:off x="12443" y="11309"/>
                              <a:ext cx="289" cy="362"/>
                            </a:xfrm>
                            <a:custGeom>
                              <a:avLst/>
                              <a:gdLst>
                                <a:gd name="T0" fmla="+- 0 12593 12443"/>
                                <a:gd name="T1" fmla="*/ T0 w 289"/>
                                <a:gd name="T2" fmla="+- 0 11309 11309"/>
                                <a:gd name="T3" fmla="*/ 11309 h 362"/>
                                <a:gd name="T4" fmla="+- 0 12525 12443"/>
                                <a:gd name="T5" fmla="*/ T4 w 289"/>
                                <a:gd name="T6" fmla="+- 0 11324 11309"/>
                                <a:gd name="T7" fmla="*/ 11324 h 362"/>
                                <a:gd name="T8" fmla="+- 0 12474 12443"/>
                                <a:gd name="T9" fmla="*/ T8 w 289"/>
                                <a:gd name="T10" fmla="+- 0 11364 11309"/>
                                <a:gd name="T11" fmla="*/ 11364 h 362"/>
                                <a:gd name="T12" fmla="+- 0 12446 12443"/>
                                <a:gd name="T13" fmla="*/ T12 w 289"/>
                                <a:gd name="T14" fmla="+- 0 11422 11309"/>
                                <a:gd name="T15" fmla="*/ 11422 h 362"/>
                                <a:gd name="T16" fmla="+- 0 12443 12443"/>
                                <a:gd name="T17" fmla="*/ T16 w 289"/>
                                <a:gd name="T18" fmla="+- 0 11446 11309"/>
                                <a:gd name="T19" fmla="*/ 11446 h 362"/>
                                <a:gd name="T20" fmla="+- 0 12444 12443"/>
                                <a:gd name="T21" fmla="*/ T20 w 289"/>
                                <a:gd name="T22" fmla="+- 0 11468 11309"/>
                                <a:gd name="T23" fmla="*/ 11468 h 362"/>
                                <a:gd name="T24" fmla="+- 0 12448 12443"/>
                                <a:gd name="T25" fmla="*/ T24 w 289"/>
                                <a:gd name="T26" fmla="+- 0 11489 11309"/>
                                <a:gd name="T27" fmla="*/ 11489 h 362"/>
                                <a:gd name="T28" fmla="+- 0 12453 12443"/>
                                <a:gd name="T29" fmla="*/ T28 w 289"/>
                                <a:gd name="T30" fmla="+- 0 11508 11309"/>
                                <a:gd name="T31" fmla="*/ 11508 h 362"/>
                                <a:gd name="T32" fmla="+- 0 12461 12443"/>
                                <a:gd name="T33" fmla="*/ T32 w 289"/>
                                <a:gd name="T34" fmla="+- 0 11524 11309"/>
                                <a:gd name="T35" fmla="*/ 11524 h 362"/>
                                <a:gd name="T36" fmla="+- 0 12481 12443"/>
                                <a:gd name="T37" fmla="*/ T36 w 289"/>
                                <a:gd name="T38" fmla="+- 0 11552 11309"/>
                                <a:gd name="T39" fmla="*/ 11552 h 362"/>
                                <a:gd name="T40" fmla="+- 0 12496 12443"/>
                                <a:gd name="T41" fmla="*/ T40 w 289"/>
                                <a:gd name="T42" fmla="+- 0 11575 11309"/>
                                <a:gd name="T43" fmla="*/ 11575 h 362"/>
                                <a:gd name="T44" fmla="+- 0 12523 12443"/>
                                <a:gd name="T45" fmla="*/ T44 w 289"/>
                                <a:gd name="T46" fmla="+- 0 11639 11309"/>
                                <a:gd name="T47" fmla="*/ 11639 h 362"/>
                                <a:gd name="T48" fmla="+- 0 12524 12443"/>
                                <a:gd name="T49" fmla="*/ T48 w 289"/>
                                <a:gd name="T50" fmla="+- 0 11663 11309"/>
                                <a:gd name="T51" fmla="*/ 11663 h 362"/>
                                <a:gd name="T52" fmla="+- 0 12532 12443"/>
                                <a:gd name="T53" fmla="*/ T52 w 289"/>
                                <a:gd name="T54" fmla="+- 0 11671 11309"/>
                                <a:gd name="T55" fmla="*/ 11671 h 362"/>
                                <a:gd name="T56" fmla="+- 0 12643 12443"/>
                                <a:gd name="T57" fmla="*/ T56 w 289"/>
                                <a:gd name="T58" fmla="+- 0 11671 11309"/>
                                <a:gd name="T59" fmla="*/ 11671 h 362"/>
                                <a:gd name="T60" fmla="+- 0 12651 12443"/>
                                <a:gd name="T61" fmla="*/ T60 w 289"/>
                                <a:gd name="T62" fmla="+- 0 11663 11309"/>
                                <a:gd name="T63" fmla="*/ 11663 h 362"/>
                                <a:gd name="T64" fmla="+- 0 12651 12443"/>
                                <a:gd name="T65" fmla="*/ T64 w 289"/>
                                <a:gd name="T66" fmla="+- 0 11651 11309"/>
                                <a:gd name="T67" fmla="*/ 11651 h 362"/>
                                <a:gd name="T68" fmla="+- 0 12652 12443"/>
                                <a:gd name="T69" fmla="*/ T68 w 289"/>
                                <a:gd name="T70" fmla="+- 0 11637 11309"/>
                                <a:gd name="T71" fmla="*/ 11637 h 362"/>
                                <a:gd name="T72" fmla="+- 0 12686 12443"/>
                                <a:gd name="T73" fmla="*/ T72 w 289"/>
                                <a:gd name="T74" fmla="+- 0 11565 11309"/>
                                <a:gd name="T75" fmla="*/ 11565 h 362"/>
                                <a:gd name="T76" fmla="+- 0 12694 12443"/>
                                <a:gd name="T77" fmla="*/ T76 w 289"/>
                                <a:gd name="T78" fmla="+- 0 11553 11309"/>
                                <a:gd name="T79" fmla="*/ 11553 h 362"/>
                                <a:gd name="T80" fmla="+- 0 12624 12443"/>
                                <a:gd name="T81" fmla="*/ T80 w 289"/>
                                <a:gd name="T82" fmla="+- 0 11553 11309"/>
                                <a:gd name="T83" fmla="*/ 11553 h 362"/>
                                <a:gd name="T84" fmla="+- 0 12621 12443"/>
                                <a:gd name="T85" fmla="*/ T84 w 289"/>
                                <a:gd name="T86" fmla="+- 0 11541 11309"/>
                                <a:gd name="T87" fmla="*/ 11541 h 362"/>
                                <a:gd name="T88" fmla="+- 0 12595 12443"/>
                                <a:gd name="T89" fmla="*/ T88 w 289"/>
                                <a:gd name="T90" fmla="+- 0 11541 11309"/>
                                <a:gd name="T91" fmla="*/ 11541 h 362"/>
                                <a:gd name="T92" fmla="+- 0 12584 12443"/>
                                <a:gd name="T93" fmla="*/ T92 w 289"/>
                                <a:gd name="T94" fmla="+- 0 11531 11309"/>
                                <a:gd name="T95" fmla="*/ 11531 h 362"/>
                                <a:gd name="T96" fmla="+- 0 12596 12443"/>
                                <a:gd name="T97" fmla="*/ T96 w 289"/>
                                <a:gd name="T98" fmla="+- 0 11514 11309"/>
                                <a:gd name="T99" fmla="*/ 11514 h 362"/>
                                <a:gd name="T100" fmla="+- 0 12594 12443"/>
                                <a:gd name="T101" fmla="*/ T100 w 289"/>
                                <a:gd name="T102" fmla="+- 0 11512 11309"/>
                                <a:gd name="T103" fmla="*/ 11512 h 362"/>
                                <a:gd name="T104" fmla="+- 0 12593 12443"/>
                                <a:gd name="T105" fmla="*/ T104 w 289"/>
                                <a:gd name="T106" fmla="+- 0 11508 11309"/>
                                <a:gd name="T107" fmla="*/ 11508 h 362"/>
                                <a:gd name="T108" fmla="+- 0 12592 12443"/>
                                <a:gd name="T109" fmla="*/ T108 w 289"/>
                                <a:gd name="T110" fmla="+- 0 11505 11309"/>
                                <a:gd name="T111" fmla="*/ 11505 h 362"/>
                                <a:gd name="T112" fmla="+- 0 12572 12443"/>
                                <a:gd name="T113" fmla="*/ T112 w 289"/>
                                <a:gd name="T114" fmla="+- 0 11502 11309"/>
                                <a:gd name="T115" fmla="*/ 11502 h 362"/>
                                <a:gd name="T116" fmla="+- 0 12572 12443"/>
                                <a:gd name="T117" fmla="*/ T116 w 289"/>
                                <a:gd name="T118" fmla="+- 0 11487 11309"/>
                                <a:gd name="T119" fmla="*/ 11487 h 362"/>
                                <a:gd name="T120" fmla="+- 0 12592 12443"/>
                                <a:gd name="T121" fmla="*/ T120 w 289"/>
                                <a:gd name="T122" fmla="+- 0 11484 11309"/>
                                <a:gd name="T123" fmla="*/ 11484 h 362"/>
                                <a:gd name="T124" fmla="+- 0 12593 12443"/>
                                <a:gd name="T125" fmla="*/ T124 w 289"/>
                                <a:gd name="T126" fmla="+- 0 11480 11309"/>
                                <a:gd name="T127" fmla="*/ 11480 h 362"/>
                                <a:gd name="T128" fmla="+- 0 12594 12443"/>
                                <a:gd name="T129" fmla="*/ T128 w 289"/>
                                <a:gd name="T130" fmla="+- 0 11477 11309"/>
                                <a:gd name="T131" fmla="*/ 11477 h 362"/>
                                <a:gd name="T132" fmla="+- 0 12596 12443"/>
                                <a:gd name="T133" fmla="*/ T132 w 289"/>
                                <a:gd name="T134" fmla="+- 0 11475 11309"/>
                                <a:gd name="T135" fmla="*/ 11475 h 362"/>
                                <a:gd name="T136" fmla="+- 0 12594 12443"/>
                                <a:gd name="T137" fmla="*/ T136 w 289"/>
                                <a:gd name="T138" fmla="+- 0 11472 11309"/>
                                <a:gd name="T139" fmla="*/ 11472 h 362"/>
                                <a:gd name="T140" fmla="+- 0 12533 12443"/>
                                <a:gd name="T141" fmla="*/ T140 w 289"/>
                                <a:gd name="T142" fmla="+- 0 11472 11309"/>
                                <a:gd name="T143" fmla="*/ 11472 h 362"/>
                                <a:gd name="T144" fmla="+- 0 12520 12443"/>
                                <a:gd name="T145" fmla="*/ T144 w 289"/>
                                <a:gd name="T146" fmla="+- 0 11468 11309"/>
                                <a:gd name="T147" fmla="*/ 11468 h 362"/>
                                <a:gd name="T148" fmla="+- 0 12521 12443"/>
                                <a:gd name="T149" fmla="*/ T148 w 289"/>
                                <a:gd name="T150" fmla="+- 0 11451 11309"/>
                                <a:gd name="T151" fmla="*/ 11451 h 362"/>
                                <a:gd name="T152" fmla="+- 0 12496 12443"/>
                                <a:gd name="T153" fmla="*/ T152 w 289"/>
                                <a:gd name="T154" fmla="+- 0 11451 11309"/>
                                <a:gd name="T155" fmla="*/ 11451 h 362"/>
                                <a:gd name="T156" fmla="+- 0 12489 12443"/>
                                <a:gd name="T157" fmla="*/ T156 w 289"/>
                                <a:gd name="T158" fmla="+- 0 11439 11309"/>
                                <a:gd name="T159" fmla="*/ 11439 h 362"/>
                                <a:gd name="T160" fmla="+- 0 12503 12443"/>
                                <a:gd name="T161" fmla="*/ T160 w 289"/>
                                <a:gd name="T162" fmla="+- 0 11427 11309"/>
                                <a:gd name="T163" fmla="*/ 11427 h 362"/>
                                <a:gd name="T164" fmla="+- 0 12502 12443"/>
                                <a:gd name="T165" fmla="*/ T164 w 289"/>
                                <a:gd name="T166" fmla="+- 0 11424 11309"/>
                                <a:gd name="T167" fmla="*/ 11424 h 362"/>
                                <a:gd name="T168" fmla="+- 0 12502 12443"/>
                                <a:gd name="T169" fmla="*/ T168 w 289"/>
                                <a:gd name="T170" fmla="+- 0 11417 11309"/>
                                <a:gd name="T171" fmla="*/ 11417 h 362"/>
                                <a:gd name="T172" fmla="+- 0 12484 12443"/>
                                <a:gd name="T173" fmla="*/ T172 w 289"/>
                                <a:gd name="T174" fmla="+- 0 11408 11309"/>
                                <a:gd name="T175" fmla="*/ 11408 h 362"/>
                                <a:gd name="T176" fmla="+- 0 12488 12443"/>
                                <a:gd name="T177" fmla="*/ T176 w 289"/>
                                <a:gd name="T178" fmla="+- 0 11395 11309"/>
                                <a:gd name="T179" fmla="*/ 11395 h 362"/>
                                <a:gd name="T180" fmla="+- 0 12508 12443"/>
                                <a:gd name="T181" fmla="*/ T180 w 289"/>
                                <a:gd name="T182" fmla="+- 0 11395 11309"/>
                                <a:gd name="T183" fmla="*/ 11395 h 362"/>
                                <a:gd name="T184" fmla="+- 0 12510 12443"/>
                                <a:gd name="T185" fmla="*/ T184 w 289"/>
                                <a:gd name="T186" fmla="+- 0 11391 11309"/>
                                <a:gd name="T187" fmla="*/ 11391 h 362"/>
                                <a:gd name="T188" fmla="+- 0 12512 12443"/>
                                <a:gd name="T189" fmla="*/ T188 w 289"/>
                                <a:gd name="T190" fmla="+- 0 11389 11309"/>
                                <a:gd name="T191" fmla="*/ 11389 h 362"/>
                                <a:gd name="T192" fmla="+- 0 12505 12443"/>
                                <a:gd name="T193" fmla="*/ T192 w 289"/>
                                <a:gd name="T194" fmla="+- 0 11371 11309"/>
                                <a:gd name="T195" fmla="*/ 11371 h 362"/>
                                <a:gd name="T196" fmla="+- 0 12517 12443"/>
                                <a:gd name="T197" fmla="*/ T196 w 289"/>
                                <a:gd name="T198" fmla="+- 0 11364 11309"/>
                                <a:gd name="T199" fmla="*/ 11364 h 362"/>
                                <a:gd name="T200" fmla="+- 0 12546 12443"/>
                                <a:gd name="T201" fmla="*/ T200 w 289"/>
                                <a:gd name="T202" fmla="+- 0 11364 11309"/>
                                <a:gd name="T203" fmla="*/ 11364 h 362"/>
                                <a:gd name="T204" fmla="+- 0 12548 12443"/>
                                <a:gd name="T205" fmla="*/ T204 w 289"/>
                                <a:gd name="T206" fmla="+- 0 11361 11309"/>
                                <a:gd name="T207" fmla="*/ 11361 h 362"/>
                                <a:gd name="T208" fmla="+- 0 12697 12443"/>
                                <a:gd name="T209" fmla="*/ T208 w 289"/>
                                <a:gd name="T210" fmla="+- 0 11361 11309"/>
                                <a:gd name="T211" fmla="*/ 11361 h 362"/>
                                <a:gd name="T212" fmla="+- 0 12637 12443"/>
                                <a:gd name="T213" fmla="*/ T212 w 289"/>
                                <a:gd name="T214" fmla="+- 0 11318 11309"/>
                                <a:gd name="T215" fmla="*/ 11318 h 362"/>
                                <a:gd name="T216" fmla="+- 0 12615 12443"/>
                                <a:gd name="T217" fmla="*/ T216 w 289"/>
                                <a:gd name="T218" fmla="+- 0 11312 11309"/>
                                <a:gd name="T219" fmla="*/ 11312 h 362"/>
                                <a:gd name="T220" fmla="+- 0 12593 12443"/>
                                <a:gd name="T221" fmla="*/ T220 w 289"/>
                                <a:gd name="T222" fmla="+- 0 11309 11309"/>
                                <a:gd name="T223" fmla="*/ 11309 h 3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  <a:cxn ang="0">
                                  <a:pos x="T209" y="T211"/>
                                </a:cxn>
                                <a:cxn ang="0">
                                  <a:pos x="T213" y="T215"/>
                                </a:cxn>
                                <a:cxn ang="0">
                                  <a:pos x="T217" y="T219"/>
                                </a:cxn>
                                <a:cxn ang="0">
                                  <a:pos x="T221" y="T223"/>
                                </a:cxn>
                              </a:cxnLst>
                              <a:rect l="0" t="0" r="r" b="b"/>
                              <a:pathLst>
                                <a:path w="289" h="362">
                                  <a:moveTo>
                                    <a:pt x="150" y="0"/>
                                  </a:moveTo>
                                  <a:lnTo>
                                    <a:pt x="82" y="15"/>
                                  </a:lnTo>
                                  <a:lnTo>
                                    <a:pt x="31" y="55"/>
                                  </a:lnTo>
                                  <a:lnTo>
                                    <a:pt x="3" y="113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1" y="159"/>
                                  </a:lnTo>
                                  <a:lnTo>
                                    <a:pt x="5" y="180"/>
                                  </a:lnTo>
                                  <a:lnTo>
                                    <a:pt x="10" y="199"/>
                                  </a:lnTo>
                                  <a:lnTo>
                                    <a:pt x="18" y="215"/>
                                  </a:lnTo>
                                  <a:lnTo>
                                    <a:pt x="38" y="243"/>
                                  </a:lnTo>
                                  <a:lnTo>
                                    <a:pt x="53" y="266"/>
                                  </a:lnTo>
                                  <a:lnTo>
                                    <a:pt x="80" y="330"/>
                                  </a:lnTo>
                                  <a:lnTo>
                                    <a:pt x="81" y="354"/>
                                  </a:lnTo>
                                  <a:lnTo>
                                    <a:pt x="89" y="362"/>
                                  </a:lnTo>
                                  <a:lnTo>
                                    <a:pt x="200" y="362"/>
                                  </a:lnTo>
                                  <a:lnTo>
                                    <a:pt x="208" y="354"/>
                                  </a:lnTo>
                                  <a:lnTo>
                                    <a:pt x="208" y="342"/>
                                  </a:lnTo>
                                  <a:lnTo>
                                    <a:pt x="209" y="328"/>
                                  </a:lnTo>
                                  <a:lnTo>
                                    <a:pt x="243" y="256"/>
                                  </a:lnTo>
                                  <a:lnTo>
                                    <a:pt x="251" y="244"/>
                                  </a:lnTo>
                                  <a:lnTo>
                                    <a:pt x="181" y="244"/>
                                  </a:lnTo>
                                  <a:lnTo>
                                    <a:pt x="178" y="232"/>
                                  </a:lnTo>
                                  <a:lnTo>
                                    <a:pt x="152" y="232"/>
                                  </a:lnTo>
                                  <a:lnTo>
                                    <a:pt x="141" y="222"/>
                                  </a:lnTo>
                                  <a:lnTo>
                                    <a:pt x="153" y="205"/>
                                  </a:lnTo>
                                  <a:lnTo>
                                    <a:pt x="151" y="203"/>
                                  </a:lnTo>
                                  <a:lnTo>
                                    <a:pt x="150" y="199"/>
                                  </a:lnTo>
                                  <a:lnTo>
                                    <a:pt x="149" y="196"/>
                                  </a:lnTo>
                                  <a:lnTo>
                                    <a:pt x="129" y="193"/>
                                  </a:lnTo>
                                  <a:lnTo>
                                    <a:pt x="129" y="178"/>
                                  </a:lnTo>
                                  <a:lnTo>
                                    <a:pt x="149" y="175"/>
                                  </a:lnTo>
                                  <a:lnTo>
                                    <a:pt x="150" y="171"/>
                                  </a:lnTo>
                                  <a:lnTo>
                                    <a:pt x="151" y="168"/>
                                  </a:lnTo>
                                  <a:lnTo>
                                    <a:pt x="153" y="166"/>
                                  </a:lnTo>
                                  <a:lnTo>
                                    <a:pt x="151" y="163"/>
                                  </a:lnTo>
                                  <a:lnTo>
                                    <a:pt x="90" y="163"/>
                                  </a:lnTo>
                                  <a:lnTo>
                                    <a:pt x="77" y="159"/>
                                  </a:lnTo>
                                  <a:lnTo>
                                    <a:pt x="78" y="142"/>
                                  </a:lnTo>
                                  <a:lnTo>
                                    <a:pt x="53" y="142"/>
                                  </a:lnTo>
                                  <a:lnTo>
                                    <a:pt x="46" y="130"/>
                                  </a:lnTo>
                                  <a:lnTo>
                                    <a:pt x="60" y="118"/>
                                  </a:lnTo>
                                  <a:lnTo>
                                    <a:pt x="59" y="115"/>
                                  </a:lnTo>
                                  <a:lnTo>
                                    <a:pt x="59" y="108"/>
                                  </a:lnTo>
                                  <a:lnTo>
                                    <a:pt x="41" y="99"/>
                                  </a:lnTo>
                                  <a:lnTo>
                                    <a:pt x="45" y="86"/>
                                  </a:lnTo>
                                  <a:lnTo>
                                    <a:pt x="65" y="86"/>
                                  </a:lnTo>
                                  <a:lnTo>
                                    <a:pt x="67" y="82"/>
                                  </a:lnTo>
                                  <a:lnTo>
                                    <a:pt x="69" y="80"/>
                                  </a:lnTo>
                                  <a:lnTo>
                                    <a:pt x="62" y="62"/>
                                  </a:lnTo>
                                  <a:lnTo>
                                    <a:pt x="74" y="55"/>
                                  </a:lnTo>
                                  <a:lnTo>
                                    <a:pt x="103" y="55"/>
                                  </a:lnTo>
                                  <a:lnTo>
                                    <a:pt x="105" y="52"/>
                                  </a:lnTo>
                                  <a:lnTo>
                                    <a:pt x="254" y="52"/>
                                  </a:lnTo>
                                  <a:lnTo>
                                    <a:pt x="194" y="9"/>
                                  </a:lnTo>
                                  <a:lnTo>
                                    <a:pt x="172" y="3"/>
                                  </a:lnTo>
                                  <a:lnTo>
                                    <a:pt x="15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Freeform 126"/>
                          <wps:cNvSpPr>
                            <a:spLocks/>
                          </wps:cNvSpPr>
                          <wps:spPr bwMode="auto">
                            <a:xfrm>
                              <a:off x="12443" y="11309"/>
                              <a:ext cx="289" cy="362"/>
                            </a:xfrm>
                            <a:custGeom>
                              <a:avLst/>
                              <a:gdLst>
                                <a:gd name="T0" fmla="+- 0 12652 12443"/>
                                <a:gd name="T1" fmla="*/ T0 w 289"/>
                                <a:gd name="T2" fmla="+- 0 11530 11309"/>
                                <a:gd name="T3" fmla="*/ 11530 h 362"/>
                                <a:gd name="T4" fmla="+- 0 12649 12443"/>
                                <a:gd name="T5" fmla="*/ T4 w 289"/>
                                <a:gd name="T6" fmla="+- 0 11532 11309"/>
                                <a:gd name="T7" fmla="*/ 11532 h 362"/>
                                <a:gd name="T8" fmla="+- 0 12645 12443"/>
                                <a:gd name="T9" fmla="*/ T8 w 289"/>
                                <a:gd name="T10" fmla="+- 0 11532 11309"/>
                                <a:gd name="T11" fmla="*/ 11532 h 362"/>
                                <a:gd name="T12" fmla="+- 0 12643 12443"/>
                                <a:gd name="T13" fmla="*/ T12 w 289"/>
                                <a:gd name="T14" fmla="+- 0 11533 11309"/>
                                <a:gd name="T15" fmla="*/ 11533 h 362"/>
                                <a:gd name="T16" fmla="+- 0 12639 12443"/>
                                <a:gd name="T17" fmla="*/ T16 w 289"/>
                                <a:gd name="T18" fmla="+- 0 11553 11309"/>
                                <a:gd name="T19" fmla="*/ 11553 h 362"/>
                                <a:gd name="T20" fmla="+- 0 12694 12443"/>
                                <a:gd name="T21" fmla="*/ T20 w 289"/>
                                <a:gd name="T22" fmla="+- 0 11553 11309"/>
                                <a:gd name="T23" fmla="*/ 11553 h 362"/>
                                <a:gd name="T24" fmla="+- 0 12701 12443"/>
                                <a:gd name="T25" fmla="*/ T24 w 289"/>
                                <a:gd name="T26" fmla="+- 0 11544 11309"/>
                                <a:gd name="T27" fmla="*/ 11544 h 362"/>
                                <a:gd name="T28" fmla="+- 0 12703 12443"/>
                                <a:gd name="T29" fmla="*/ T28 w 289"/>
                                <a:gd name="T30" fmla="+- 0 11541 11309"/>
                                <a:gd name="T31" fmla="*/ 11541 h 362"/>
                                <a:gd name="T32" fmla="+- 0 12668 12443"/>
                                <a:gd name="T33" fmla="*/ T32 w 289"/>
                                <a:gd name="T34" fmla="+- 0 11541 11309"/>
                                <a:gd name="T35" fmla="*/ 11541 h 362"/>
                                <a:gd name="T36" fmla="+- 0 12652 12443"/>
                                <a:gd name="T37" fmla="*/ T36 w 289"/>
                                <a:gd name="T38" fmla="+- 0 11530 11309"/>
                                <a:gd name="T39" fmla="*/ 11530 h 3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289" h="362">
                                  <a:moveTo>
                                    <a:pt x="209" y="221"/>
                                  </a:moveTo>
                                  <a:lnTo>
                                    <a:pt x="206" y="223"/>
                                  </a:lnTo>
                                  <a:lnTo>
                                    <a:pt x="202" y="223"/>
                                  </a:lnTo>
                                  <a:lnTo>
                                    <a:pt x="200" y="224"/>
                                  </a:lnTo>
                                  <a:lnTo>
                                    <a:pt x="196" y="244"/>
                                  </a:lnTo>
                                  <a:lnTo>
                                    <a:pt x="251" y="244"/>
                                  </a:lnTo>
                                  <a:lnTo>
                                    <a:pt x="258" y="235"/>
                                  </a:lnTo>
                                  <a:lnTo>
                                    <a:pt x="260" y="232"/>
                                  </a:lnTo>
                                  <a:lnTo>
                                    <a:pt x="225" y="232"/>
                                  </a:lnTo>
                                  <a:lnTo>
                                    <a:pt x="209" y="2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Freeform 125"/>
                          <wps:cNvSpPr>
                            <a:spLocks/>
                          </wps:cNvSpPr>
                          <wps:spPr bwMode="auto">
                            <a:xfrm>
                              <a:off x="12443" y="11309"/>
                              <a:ext cx="289" cy="362"/>
                            </a:xfrm>
                            <a:custGeom>
                              <a:avLst/>
                              <a:gdLst>
                                <a:gd name="T0" fmla="+- 0 12611 12443"/>
                                <a:gd name="T1" fmla="*/ T0 w 289"/>
                                <a:gd name="T2" fmla="+- 0 11530 11309"/>
                                <a:gd name="T3" fmla="*/ 11530 h 362"/>
                                <a:gd name="T4" fmla="+- 0 12595 12443"/>
                                <a:gd name="T5" fmla="*/ T4 w 289"/>
                                <a:gd name="T6" fmla="+- 0 11541 11309"/>
                                <a:gd name="T7" fmla="*/ 11541 h 362"/>
                                <a:gd name="T8" fmla="+- 0 12621 12443"/>
                                <a:gd name="T9" fmla="*/ T8 w 289"/>
                                <a:gd name="T10" fmla="+- 0 11541 11309"/>
                                <a:gd name="T11" fmla="*/ 11541 h 362"/>
                                <a:gd name="T12" fmla="+- 0 12620 12443"/>
                                <a:gd name="T13" fmla="*/ T12 w 289"/>
                                <a:gd name="T14" fmla="+- 0 11533 11309"/>
                                <a:gd name="T15" fmla="*/ 11533 h 362"/>
                                <a:gd name="T16" fmla="+- 0 12616 12443"/>
                                <a:gd name="T17" fmla="*/ T16 w 289"/>
                                <a:gd name="T18" fmla="+- 0 11532 11309"/>
                                <a:gd name="T19" fmla="*/ 11532 h 362"/>
                                <a:gd name="T20" fmla="+- 0 12614 12443"/>
                                <a:gd name="T21" fmla="*/ T20 w 289"/>
                                <a:gd name="T22" fmla="+- 0 11532 11309"/>
                                <a:gd name="T23" fmla="*/ 11532 h 362"/>
                                <a:gd name="T24" fmla="+- 0 12611 12443"/>
                                <a:gd name="T25" fmla="*/ T24 w 289"/>
                                <a:gd name="T26" fmla="+- 0 11530 11309"/>
                                <a:gd name="T27" fmla="*/ 11530 h 3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289" h="362">
                                  <a:moveTo>
                                    <a:pt x="168" y="221"/>
                                  </a:moveTo>
                                  <a:lnTo>
                                    <a:pt x="152" y="232"/>
                                  </a:lnTo>
                                  <a:lnTo>
                                    <a:pt x="178" y="232"/>
                                  </a:lnTo>
                                  <a:lnTo>
                                    <a:pt x="177" y="224"/>
                                  </a:lnTo>
                                  <a:lnTo>
                                    <a:pt x="173" y="223"/>
                                  </a:lnTo>
                                  <a:lnTo>
                                    <a:pt x="171" y="223"/>
                                  </a:lnTo>
                                  <a:lnTo>
                                    <a:pt x="168" y="2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Freeform 124"/>
                          <wps:cNvSpPr>
                            <a:spLocks/>
                          </wps:cNvSpPr>
                          <wps:spPr bwMode="auto">
                            <a:xfrm>
                              <a:off x="12443" y="11309"/>
                              <a:ext cx="289" cy="362"/>
                            </a:xfrm>
                            <a:custGeom>
                              <a:avLst/>
                              <a:gdLst>
                                <a:gd name="T0" fmla="+- 0 12732 12443"/>
                                <a:gd name="T1" fmla="*/ T0 w 289"/>
                                <a:gd name="T2" fmla="+- 0 11447 11309"/>
                                <a:gd name="T3" fmla="*/ 11447 h 362"/>
                                <a:gd name="T4" fmla="+- 0 12667 12443"/>
                                <a:gd name="T5" fmla="*/ T4 w 289"/>
                                <a:gd name="T6" fmla="+- 0 11447 11309"/>
                                <a:gd name="T7" fmla="*/ 11447 h 362"/>
                                <a:gd name="T8" fmla="+- 0 12678 12443"/>
                                <a:gd name="T9" fmla="*/ T8 w 289"/>
                                <a:gd name="T10" fmla="+- 0 11458 11309"/>
                                <a:gd name="T11" fmla="*/ 11458 h 362"/>
                                <a:gd name="T12" fmla="+- 0 12666 12443"/>
                                <a:gd name="T13" fmla="*/ T12 w 289"/>
                                <a:gd name="T14" fmla="+- 0 11475 11309"/>
                                <a:gd name="T15" fmla="*/ 11475 h 362"/>
                                <a:gd name="T16" fmla="+- 0 12668 12443"/>
                                <a:gd name="T17" fmla="*/ T16 w 289"/>
                                <a:gd name="T18" fmla="+- 0 11477 11309"/>
                                <a:gd name="T19" fmla="*/ 11477 h 362"/>
                                <a:gd name="T20" fmla="+- 0 12669 12443"/>
                                <a:gd name="T21" fmla="*/ T20 w 289"/>
                                <a:gd name="T22" fmla="+- 0 11481 11309"/>
                                <a:gd name="T23" fmla="*/ 11481 h 362"/>
                                <a:gd name="T24" fmla="+- 0 12670 12443"/>
                                <a:gd name="T25" fmla="*/ T24 w 289"/>
                                <a:gd name="T26" fmla="+- 0 11484 11309"/>
                                <a:gd name="T27" fmla="*/ 11484 h 362"/>
                                <a:gd name="T28" fmla="+- 0 12690 12443"/>
                                <a:gd name="T29" fmla="*/ T28 w 289"/>
                                <a:gd name="T30" fmla="+- 0 11487 11309"/>
                                <a:gd name="T31" fmla="*/ 11487 h 362"/>
                                <a:gd name="T32" fmla="+- 0 12690 12443"/>
                                <a:gd name="T33" fmla="*/ T32 w 289"/>
                                <a:gd name="T34" fmla="+- 0 11502 11309"/>
                                <a:gd name="T35" fmla="*/ 11502 h 362"/>
                                <a:gd name="T36" fmla="+- 0 12691 12443"/>
                                <a:gd name="T37" fmla="*/ T36 w 289"/>
                                <a:gd name="T38" fmla="+- 0 11502 11309"/>
                                <a:gd name="T39" fmla="*/ 11502 h 362"/>
                                <a:gd name="T40" fmla="+- 0 12671 12443"/>
                                <a:gd name="T41" fmla="*/ T40 w 289"/>
                                <a:gd name="T42" fmla="+- 0 11505 11309"/>
                                <a:gd name="T43" fmla="*/ 11505 h 362"/>
                                <a:gd name="T44" fmla="+- 0 12670 12443"/>
                                <a:gd name="T45" fmla="*/ T44 w 289"/>
                                <a:gd name="T46" fmla="+- 0 11509 11309"/>
                                <a:gd name="T47" fmla="*/ 11509 h 362"/>
                                <a:gd name="T48" fmla="+- 0 12669 12443"/>
                                <a:gd name="T49" fmla="*/ T48 w 289"/>
                                <a:gd name="T50" fmla="+- 0 11512 11309"/>
                                <a:gd name="T51" fmla="*/ 11512 h 362"/>
                                <a:gd name="T52" fmla="+- 0 12667 12443"/>
                                <a:gd name="T53" fmla="*/ T52 w 289"/>
                                <a:gd name="T54" fmla="+- 0 11514 11309"/>
                                <a:gd name="T55" fmla="*/ 11514 h 362"/>
                                <a:gd name="T56" fmla="+- 0 12679 12443"/>
                                <a:gd name="T57" fmla="*/ T56 w 289"/>
                                <a:gd name="T58" fmla="+- 0 11531 11309"/>
                                <a:gd name="T59" fmla="*/ 11531 h 362"/>
                                <a:gd name="T60" fmla="+- 0 12668 12443"/>
                                <a:gd name="T61" fmla="*/ T60 w 289"/>
                                <a:gd name="T62" fmla="+- 0 11541 11309"/>
                                <a:gd name="T63" fmla="*/ 11541 h 362"/>
                                <a:gd name="T64" fmla="+- 0 12703 12443"/>
                                <a:gd name="T65" fmla="*/ T64 w 289"/>
                                <a:gd name="T66" fmla="+- 0 11541 11309"/>
                                <a:gd name="T67" fmla="*/ 11541 h 362"/>
                                <a:gd name="T68" fmla="+- 0 12713 12443"/>
                                <a:gd name="T69" fmla="*/ T68 w 289"/>
                                <a:gd name="T70" fmla="+- 0 11525 11309"/>
                                <a:gd name="T71" fmla="*/ 11525 h 362"/>
                                <a:gd name="T72" fmla="+- 0 12721 12443"/>
                                <a:gd name="T73" fmla="*/ T72 w 289"/>
                                <a:gd name="T74" fmla="+- 0 11507 11309"/>
                                <a:gd name="T75" fmla="*/ 11507 h 362"/>
                                <a:gd name="T76" fmla="+- 0 12727 12443"/>
                                <a:gd name="T77" fmla="*/ T76 w 289"/>
                                <a:gd name="T78" fmla="+- 0 11489 11309"/>
                                <a:gd name="T79" fmla="*/ 11489 h 362"/>
                                <a:gd name="T80" fmla="+- 0 12731 12443"/>
                                <a:gd name="T81" fmla="*/ T80 w 289"/>
                                <a:gd name="T82" fmla="+- 0 11472 11309"/>
                                <a:gd name="T83" fmla="*/ 11472 h 362"/>
                                <a:gd name="T84" fmla="+- 0 12732 12443"/>
                                <a:gd name="T85" fmla="*/ T84 w 289"/>
                                <a:gd name="T86" fmla="+- 0 11456 11309"/>
                                <a:gd name="T87" fmla="*/ 11456 h 362"/>
                                <a:gd name="T88" fmla="+- 0 12732 12443"/>
                                <a:gd name="T89" fmla="*/ T88 w 289"/>
                                <a:gd name="T90" fmla="+- 0 11451 11309"/>
                                <a:gd name="T91" fmla="*/ 11451 h 362"/>
                                <a:gd name="T92" fmla="+- 0 12732 12443"/>
                                <a:gd name="T93" fmla="*/ T92 w 289"/>
                                <a:gd name="T94" fmla="+- 0 11447 11309"/>
                                <a:gd name="T95" fmla="*/ 11447 h 3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</a:cxnLst>
                              <a:rect l="0" t="0" r="r" b="b"/>
                              <a:pathLst>
                                <a:path w="289" h="362">
                                  <a:moveTo>
                                    <a:pt x="289" y="138"/>
                                  </a:moveTo>
                                  <a:lnTo>
                                    <a:pt x="224" y="138"/>
                                  </a:lnTo>
                                  <a:lnTo>
                                    <a:pt x="235" y="149"/>
                                  </a:lnTo>
                                  <a:lnTo>
                                    <a:pt x="223" y="166"/>
                                  </a:lnTo>
                                  <a:lnTo>
                                    <a:pt x="225" y="168"/>
                                  </a:lnTo>
                                  <a:lnTo>
                                    <a:pt x="226" y="172"/>
                                  </a:lnTo>
                                  <a:lnTo>
                                    <a:pt x="227" y="175"/>
                                  </a:lnTo>
                                  <a:lnTo>
                                    <a:pt x="247" y="178"/>
                                  </a:lnTo>
                                  <a:lnTo>
                                    <a:pt x="247" y="193"/>
                                  </a:lnTo>
                                  <a:lnTo>
                                    <a:pt x="248" y="193"/>
                                  </a:lnTo>
                                  <a:lnTo>
                                    <a:pt x="228" y="196"/>
                                  </a:lnTo>
                                  <a:lnTo>
                                    <a:pt x="227" y="200"/>
                                  </a:lnTo>
                                  <a:lnTo>
                                    <a:pt x="226" y="203"/>
                                  </a:lnTo>
                                  <a:lnTo>
                                    <a:pt x="224" y="205"/>
                                  </a:lnTo>
                                  <a:lnTo>
                                    <a:pt x="236" y="222"/>
                                  </a:lnTo>
                                  <a:lnTo>
                                    <a:pt x="225" y="232"/>
                                  </a:lnTo>
                                  <a:lnTo>
                                    <a:pt x="260" y="232"/>
                                  </a:lnTo>
                                  <a:lnTo>
                                    <a:pt x="270" y="216"/>
                                  </a:lnTo>
                                  <a:lnTo>
                                    <a:pt x="278" y="198"/>
                                  </a:lnTo>
                                  <a:lnTo>
                                    <a:pt x="284" y="180"/>
                                  </a:lnTo>
                                  <a:lnTo>
                                    <a:pt x="288" y="163"/>
                                  </a:lnTo>
                                  <a:lnTo>
                                    <a:pt x="289" y="147"/>
                                  </a:lnTo>
                                  <a:lnTo>
                                    <a:pt x="289" y="142"/>
                                  </a:lnTo>
                                  <a:lnTo>
                                    <a:pt x="289" y="1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Freeform 123"/>
                          <wps:cNvSpPr>
                            <a:spLocks/>
                          </wps:cNvSpPr>
                          <wps:spPr bwMode="auto">
                            <a:xfrm>
                              <a:off x="12443" y="11309"/>
                              <a:ext cx="289" cy="362"/>
                            </a:xfrm>
                            <a:custGeom>
                              <a:avLst/>
                              <a:gdLst>
                                <a:gd name="T0" fmla="+- 0 12550 12443"/>
                                <a:gd name="T1" fmla="*/ T0 w 289"/>
                                <a:gd name="T2" fmla="+- 0 11453 11309"/>
                                <a:gd name="T3" fmla="*/ 11453 h 362"/>
                                <a:gd name="T4" fmla="+- 0 12548 12443"/>
                                <a:gd name="T5" fmla="*/ T4 w 289"/>
                                <a:gd name="T6" fmla="+- 0 11454 11309"/>
                                <a:gd name="T7" fmla="*/ 11454 h 362"/>
                                <a:gd name="T8" fmla="+- 0 12540 12443"/>
                                <a:gd name="T9" fmla="*/ T8 w 289"/>
                                <a:gd name="T10" fmla="+- 0 11454 11309"/>
                                <a:gd name="T11" fmla="*/ 11454 h 362"/>
                                <a:gd name="T12" fmla="+- 0 12533 12443"/>
                                <a:gd name="T13" fmla="*/ T12 w 289"/>
                                <a:gd name="T14" fmla="+- 0 11472 11309"/>
                                <a:gd name="T15" fmla="*/ 11472 h 362"/>
                                <a:gd name="T16" fmla="+- 0 12594 12443"/>
                                <a:gd name="T17" fmla="*/ T16 w 289"/>
                                <a:gd name="T18" fmla="+- 0 11472 11309"/>
                                <a:gd name="T19" fmla="*/ 11472 h 362"/>
                                <a:gd name="T20" fmla="+- 0 12591 12443"/>
                                <a:gd name="T21" fmla="*/ T20 w 289"/>
                                <a:gd name="T22" fmla="+- 0 11468 11309"/>
                                <a:gd name="T23" fmla="*/ 11468 h 362"/>
                                <a:gd name="T24" fmla="+- 0 12563 12443"/>
                                <a:gd name="T25" fmla="*/ T24 w 289"/>
                                <a:gd name="T26" fmla="+- 0 11468 11309"/>
                                <a:gd name="T27" fmla="*/ 11468 h 362"/>
                                <a:gd name="T28" fmla="+- 0 12550 12443"/>
                                <a:gd name="T29" fmla="*/ T28 w 289"/>
                                <a:gd name="T30" fmla="+- 0 11453 11309"/>
                                <a:gd name="T31" fmla="*/ 11453 h 3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289" h="362">
                                  <a:moveTo>
                                    <a:pt x="107" y="144"/>
                                  </a:moveTo>
                                  <a:lnTo>
                                    <a:pt x="105" y="145"/>
                                  </a:lnTo>
                                  <a:lnTo>
                                    <a:pt x="97" y="145"/>
                                  </a:lnTo>
                                  <a:lnTo>
                                    <a:pt x="90" y="163"/>
                                  </a:lnTo>
                                  <a:lnTo>
                                    <a:pt x="151" y="163"/>
                                  </a:lnTo>
                                  <a:lnTo>
                                    <a:pt x="148" y="159"/>
                                  </a:lnTo>
                                  <a:lnTo>
                                    <a:pt x="120" y="159"/>
                                  </a:lnTo>
                                  <a:lnTo>
                                    <a:pt x="107" y="1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Freeform 122"/>
                          <wps:cNvSpPr>
                            <a:spLocks/>
                          </wps:cNvSpPr>
                          <wps:spPr bwMode="auto">
                            <a:xfrm>
                              <a:off x="12443" y="11309"/>
                              <a:ext cx="289" cy="362"/>
                            </a:xfrm>
                            <a:custGeom>
                              <a:avLst/>
                              <a:gdLst>
                                <a:gd name="T0" fmla="+- 0 12573 12443"/>
                                <a:gd name="T1" fmla="*/ T0 w 289"/>
                                <a:gd name="T2" fmla="+- 0 11436 11309"/>
                                <a:gd name="T3" fmla="*/ 11436 h 362"/>
                                <a:gd name="T4" fmla="+- 0 12569 12443"/>
                                <a:gd name="T5" fmla="*/ T4 w 289"/>
                                <a:gd name="T6" fmla="+- 0 11441 11309"/>
                                <a:gd name="T7" fmla="*/ 11441 h 362"/>
                                <a:gd name="T8" fmla="+- 0 12567 12443"/>
                                <a:gd name="T9" fmla="*/ T8 w 289"/>
                                <a:gd name="T10" fmla="+- 0 11443 11309"/>
                                <a:gd name="T11" fmla="*/ 11443 h 362"/>
                                <a:gd name="T12" fmla="+- 0 12575 12443"/>
                                <a:gd name="T13" fmla="*/ T12 w 289"/>
                                <a:gd name="T14" fmla="+- 0 11461 11309"/>
                                <a:gd name="T15" fmla="*/ 11461 h 362"/>
                                <a:gd name="T16" fmla="+- 0 12563 12443"/>
                                <a:gd name="T17" fmla="*/ T16 w 289"/>
                                <a:gd name="T18" fmla="+- 0 11468 11309"/>
                                <a:gd name="T19" fmla="*/ 11468 h 362"/>
                                <a:gd name="T20" fmla="+- 0 12591 12443"/>
                                <a:gd name="T21" fmla="*/ T20 w 289"/>
                                <a:gd name="T22" fmla="+- 0 11468 11309"/>
                                <a:gd name="T23" fmla="*/ 11468 h 362"/>
                                <a:gd name="T24" fmla="+- 0 12584 12443"/>
                                <a:gd name="T25" fmla="*/ T24 w 289"/>
                                <a:gd name="T26" fmla="+- 0 11458 11309"/>
                                <a:gd name="T27" fmla="*/ 11458 h 362"/>
                                <a:gd name="T28" fmla="+- 0 12595 12443"/>
                                <a:gd name="T29" fmla="*/ T28 w 289"/>
                                <a:gd name="T30" fmla="+- 0 11447 11309"/>
                                <a:gd name="T31" fmla="*/ 11447 h 362"/>
                                <a:gd name="T32" fmla="+- 0 12621 12443"/>
                                <a:gd name="T33" fmla="*/ T32 w 289"/>
                                <a:gd name="T34" fmla="+- 0 11447 11309"/>
                                <a:gd name="T35" fmla="*/ 11447 h 362"/>
                                <a:gd name="T36" fmla="+- 0 12623 12443"/>
                                <a:gd name="T37" fmla="*/ T36 w 289"/>
                                <a:gd name="T38" fmla="+- 0 11437 11309"/>
                                <a:gd name="T39" fmla="*/ 11437 h 362"/>
                                <a:gd name="T40" fmla="+- 0 12592 12443"/>
                                <a:gd name="T41" fmla="*/ T40 w 289"/>
                                <a:gd name="T42" fmla="+- 0 11437 11309"/>
                                <a:gd name="T43" fmla="*/ 11437 h 362"/>
                                <a:gd name="T44" fmla="+- 0 12573 12443"/>
                                <a:gd name="T45" fmla="*/ T44 w 289"/>
                                <a:gd name="T46" fmla="+- 0 11436 11309"/>
                                <a:gd name="T47" fmla="*/ 11436 h 3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289" h="362">
                                  <a:moveTo>
                                    <a:pt x="130" y="127"/>
                                  </a:moveTo>
                                  <a:lnTo>
                                    <a:pt x="126" y="132"/>
                                  </a:lnTo>
                                  <a:lnTo>
                                    <a:pt x="124" y="134"/>
                                  </a:lnTo>
                                  <a:lnTo>
                                    <a:pt x="132" y="152"/>
                                  </a:lnTo>
                                  <a:lnTo>
                                    <a:pt x="120" y="159"/>
                                  </a:lnTo>
                                  <a:lnTo>
                                    <a:pt x="148" y="159"/>
                                  </a:lnTo>
                                  <a:lnTo>
                                    <a:pt x="141" y="149"/>
                                  </a:lnTo>
                                  <a:lnTo>
                                    <a:pt x="152" y="138"/>
                                  </a:lnTo>
                                  <a:lnTo>
                                    <a:pt x="178" y="138"/>
                                  </a:lnTo>
                                  <a:lnTo>
                                    <a:pt x="180" y="128"/>
                                  </a:lnTo>
                                  <a:lnTo>
                                    <a:pt x="149" y="128"/>
                                  </a:lnTo>
                                  <a:lnTo>
                                    <a:pt x="130" y="1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Freeform 121"/>
                          <wps:cNvSpPr>
                            <a:spLocks/>
                          </wps:cNvSpPr>
                          <wps:spPr bwMode="auto">
                            <a:xfrm>
                              <a:off x="12443" y="11309"/>
                              <a:ext cx="289" cy="362"/>
                            </a:xfrm>
                            <a:custGeom>
                              <a:avLst/>
                              <a:gdLst>
                                <a:gd name="T0" fmla="+- 0 12621 12443"/>
                                <a:gd name="T1" fmla="*/ T0 w 289"/>
                                <a:gd name="T2" fmla="+- 0 11447 11309"/>
                                <a:gd name="T3" fmla="*/ 11447 h 362"/>
                                <a:gd name="T4" fmla="+- 0 12595 12443"/>
                                <a:gd name="T5" fmla="*/ T4 w 289"/>
                                <a:gd name="T6" fmla="+- 0 11447 11309"/>
                                <a:gd name="T7" fmla="*/ 11447 h 362"/>
                                <a:gd name="T8" fmla="+- 0 12611 12443"/>
                                <a:gd name="T9" fmla="*/ T8 w 289"/>
                                <a:gd name="T10" fmla="+- 0 11459 11309"/>
                                <a:gd name="T11" fmla="*/ 11459 h 362"/>
                                <a:gd name="T12" fmla="+- 0 12614 12443"/>
                                <a:gd name="T13" fmla="*/ T12 w 289"/>
                                <a:gd name="T14" fmla="+- 0 11457 11309"/>
                                <a:gd name="T15" fmla="*/ 11457 h 362"/>
                                <a:gd name="T16" fmla="+- 0 12617 12443"/>
                                <a:gd name="T17" fmla="*/ T16 w 289"/>
                                <a:gd name="T18" fmla="+- 0 11456 11309"/>
                                <a:gd name="T19" fmla="*/ 11456 h 362"/>
                                <a:gd name="T20" fmla="+- 0 12620 12443"/>
                                <a:gd name="T21" fmla="*/ T20 w 289"/>
                                <a:gd name="T22" fmla="+- 0 11456 11309"/>
                                <a:gd name="T23" fmla="*/ 11456 h 362"/>
                                <a:gd name="T24" fmla="+- 0 12621 12443"/>
                                <a:gd name="T25" fmla="*/ T24 w 289"/>
                                <a:gd name="T26" fmla="+- 0 11447 11309"/>
                                <a:gd name="T27" fmla="*/ 11447 h 3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289" h="362">
                                  <a:moveTo>
                                    <a:pt x="178" y="138"/>
                                  </a:moveTo>
                                  <a:lnTo>
                                    <a:pt x="152" y="138"/>
                                  </a:lnTo>
                                  <a:lnTo>
                                    <a:pt x="168" y="150"/>
                                  </a:lnTo>
                                  <a:lnTo>
                                    <a:pt x="171" y="148"/>
                                  </a:lnTo>
                                  <a:lnTo>
                                    <a:pt x="174" y="147"/>
                                  </a:lnTo>
                                  <a:lnTo>
                                    <a:pt x="177" y="147"/>
                                  </a:lnTo>
                                  <a:lnTo>
                                    <a:pt x="178" y="1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Freeform 120"/>
                          <wps:cNvSpPr>
                            <a:spLocks/>
                          </wps:cNvSpPr>
                          <wps:spPr bwMode="auto">
                            <a:xfrm>
                              <a:off x="12443" y="11309"/>
                              <a:ext cx="289" cy="362"/>
                            </a:xfrm>
                            <a:custGeom>
                              <a:avLst/>
                              <a:gdLst>
                                <a:gd name="T0" fmla="+- 0 12731 12443"/>
                                <a:gd name="T1" fmla="*/ T0 w 289"/>
                                <a:gd name="T2" fmla="+- 0 11436 11309"/>
                                <a:gd name="T3" fmla="*/ 11436 h 362"/>
                                <a:gd name="T4" fmla="+- 0 12638 12443"/>
                                <a:gd name="T5" fmla="*/ T4 w 289"/>
                                <a:gd name="T6" fmla="+- 0 11436 11309"/>
                                <a:gd name="T7" fmla="*/ 11436 h 362"/>
                                <a:gd name="T8" fmla="+- 0 12642 12443"/>
                                <a:gd name="T9" fmla="*/ T8 w 289"/>
                                <a:gd name="T10" fmla="+- 0 11456 11309"/>
                                <a:gd name="T11" fmla="*/ 11456 h 362"/>
                                <a:gd name="T12" fmla="+- 0 12645 12443"/>
                                <a:gd name="T13" fmla="*/ T12 w 289"/>
                                <a:gd name="T14" fmla="+- 0 11456 11309"/>
                                <a:gd name="T15" fmla="*/ 11456 h 362"/>
                                <a:gd name="T16" fmla="+- 0 12648 12443"/>
                                <a:gd name="T17" fmla="*/ T16 w 289"/>
                                <a:gd name="T18" fmla="+- 0 11457 11309"/>
                                <a:gd name="T19" fmla="*/ 11457 h 362"/>
                                <a:gd name="T20" fmla="+- 0 12651 12443"/>
                                <a:gd name="T21" fmla="*/ T20 w 289"/>
                                <a:gd name="T22" fmla="+- 0 11459 11309"/>
                                <a:gd name="T23" fmla="*/ 11459 h 362"/>
                                <a:gd name="T24" fmla="+- 0 12667 12443"/>
                                <a:gd name="T25" fmla="*/ T24 w 289"/>
                                <a:gd name="T26" fmla="+- 0 11447 11309"/>
                                <a:gd name="T27" fmla="*/ 11447 h 362"/>
                                <a:gd name="T28" fmla="+- 0 12732 12443"/>
                                <a:gd name="T29" fmla="*/ T28 w 289"/>
                                <a:gd name="T30" fmla="+- 0 11447 11309"/>
                                <a:gd name="T31" fmla="*/ 11447 h 362"/>
                                <a:gd name="T32" fmla="+- 0 12731 12443"/>
                                <a:gd name="T33" fmla="*/ T32 w 289"/>
                                <a:gd name="T34" fmla="+- 0 11436 11309"/>
                                <a:gd name="T35" fmla="*/ 11436 h 3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289" h="362">
                                  <a:moveTo>
                                    <a:pt x="288" y="127"/>
                                  </a:moveTo>
                                  <a:lnTo>
                                    <a:pt x="195" y="127"/>
                                  </a:lnTo>
                                  <a:lnTo>
                                    <a:pt x="199" y="147"/>
                                  </a:lnTo>
                                  <a:lnTo>
                                    <a:pt x="202" y="147"/>
                                  </a:lnTo>
                                  <a:lnTo>
                                    <a:pt x="205" y="148"/>
                                  </a:lnTo>
                                  <a:lnTo>
                                    <a:pt x="208" y="150"/>
                                  </a:lnTo>
                                  <a:lnTo>
                                    <a:pt x="224" y="138"/>
                                  </a:lnTo>
                                  <a:lnTo>
                                    <a:pt x="289" y="138"/>
                                  </a:lnTo>
                                  <a:lnTo>
                                    <a:pt x="288" y="1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Freeform 119"/>
                          <wps:cNvSpPr>
                            <a:spLocks/>
                          </wps:cNvSpPr>
                          <wps:spPr bwMode="auto">
                            <a:xfrm>
                              <a:off x="12443" y="11309"/>
                              <a:ext cx="289" cy="362"/>
                            </a:xfrm>
                            <a:custGeom>
                              <a:avLst/>
                              <a:gdLst>
                                <a:gd name="T0" fmla="+- 0 12514 12443"/>
                                <a:gd name="T1" fmla="*/ T0 w 289"/>
                                <a:gd name="T2" fmla="+- 0 11444 11309"/>
                                <a:gd name="T3" fmla="*/ 11444 h 362"/>
                                <a:gd name="T4" fmla="+- 0 12496 12443"/>
                                <a:gd name="T5" fmla="*/ T4 w 289"/>
                                <a:gd name="T6" fmla="+- 0 11451 11309"/>
                                <a:gd name="T7" fmla="*/ 11451 h 362"/>
                                <a:gd name="T8" fmla="+- 0 12521 12443"/>
                                <a:gd name="T9" fmla="*/ T8 w 289"/>
                                <a:gd name="T10" fmla="+- 0 11451 11309"/>
                                <a:gd name="T11" fmla="*/ 11451 h 362"/>
                                <a:gd name="T12" fmla="+- 0 12521 12443"/>
                                <a:gd name="T13" fmla="*/ T12 w 289"/>
                                <a:gd name="T14" fmla="+- 0 11449 11309"/>
                                <a:gd name="T15" fmla="*/ 11449 h 362"/>
                                <a:gd name="T16" fmla="+- 0 12516 12443"/>
                                <a:gd name="T17" fmla="*/ T16 w 289"/>
                                <a:gd name="T18" fmla="+- 0 11446 11309"/>
                                <a:gd name="T19" fmla="*/ 11446 h 362"/>
                                <a:gd name="T20" fmla="+- 0 12514 12443"/>
                                <a:gd name="T21" fmla="*/ T20 w 289"/>
                                <a:gd name="T22" fmla="+- 0 11444 11309"/>
                                <a:gd name="T23" fmla="*/ 11444 h 3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289" h="362">
                                  <a:moveTo>
                                    <a:pt x="71" y="135"/>
                                  </a:moveTo>
                                  <a:lnTo>
                                    <a:pt x="53" y="142"/>
                                  </a:lnTo>
                                  <a:lnTo>
                                    <a:pt x="78" y="142"/>
                                  </a:lnTo>
                                  <a:lnTo>
                                    <a:pt x="78" y="140"/>
                                  </a:lnTo>
                                  <a:lnTo>
                                    <a:pt x="73" y="137"/>
                                  </a:lnTo>
                                  <a:lnTo>
                                    <a:pt x="71" y="1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" name="Freeform 118"/>
                          <wps:cNvSpPr>
                            <a:spLocks/>
                          </wps:cNvSpPr>
                          <wps:spPr bwMode="auto">
                            <a:xfrm>
                              <a:off x="12443" y="11309"/>
                              <a:ext cx="289" cy="362"/>
                            </a:xfrm>
                            <a:custGeom>
                              <a:avLst/>
                              <a:gdLst>
                                <a:gd name="T0" fmla="+- 0 12712 12443"/>
                                <a:gd name="T1" fmla="*/ T0 w 289"/>
                                <a:gd name="T2" fmla="+- 0 11381 11309"/>
                                <a:gd name="T3" fmla="*/ 11381 h 362"/>
                                <a:gd name="T4" fmla="+- 0 12585 12443"/>
                                <a:gd name="T5" fmla="*/ T4 w 289"/>
                                <a:gd name="T6" fmla="+- 0 11381 11309"/>
                                <a:gd name="T7" fmla="*/ 11381 h 362"/>
                                <a:gd name="T8" fmla="+- 0 12592 12443"/>
                                <a:gd name="T9" fmla="*/ T8 w 289"/>
                                <a:gd name="T10" fmla="+- 0 11393 11309"/>
                                <a:gd name="T11" fmla="*/ 11393 h 362"/>
                                <a:gd name="T12" fmla="+- 0 12577 12443"/>
                                <a:gd name="T13" fmla="*/ T12 w 289"/>
                                <a:gd name="T14" fmla="+- 0 11406 11309"/>
                                <a:gd name="T15" fmla="*/ 11406 h 362"/>
                                <a:gd name="T16" fmla="+- 0 12578 12443"/>
                                <a:gd name="T17" fmla="*/ T16 w 289"/>
                                <a:gd name="T18" fmla="+- 0 11408 11309"/>
                                <a:gd name="T19" fmla="*/ 11408 h 362"/>
                                <a:gd name="T20" fmla="+- 0 12578 12443"/>
                                <a:gd name="T21" fmla="*/ T20 w 289"/>
                                <a:gd name="T22" fmla="+- 0 11416 11309"/>
                                <a:gd name="T23" fmla="*/ 11416 h 362"/>
                                <a:gd name="T24" fmla="+- 0 12596 12443"/>
                                <a:gd name="T25" fmla="*/ T24 w 289"/>
                                <a:gd name="T26" fmla="+- 0 11424 11309"/>
                                <a:gd name="T27" fmla="*/ 11424 h 362"/>
                                <a:gd name="T28" fmla="+- 0 12592 12443"/>
                                <a:gd name="T29" fmla="*/ T28 w 289"/>
                                <a:gd name="T30" fmla="+- 0 11437 11309"/>
                                <a:gd name="T31" fmla="*/ 11437 h 362"/>
                                <a:gd name="T32" fmla="+- 0 12623 12443"/>
                                <a:gd name="T33" fmla="*/ T32 w 289"/>
                                <a:gd name="T34" fmla="+- 0 11437 11309"/>
                                <a:gd name="T35" fmla="*/ 11437 h 362"/>
                                <a:gd name="T36" fmla="+- 0 12624 12443"/>
                                <a:gd name="T37" fmla="*/ T36 w 289"/>
                                <a:gd name="T38" fmla="+- 0 11436 11309"/>
                                <a:gd name="T39" fmla="*/ 11436 h 362"/>
                                <a:gd name="T40" fmla="+- 0 12731 12443"/>
                                <a:gd name="T41" fmla="*/ T40 w 289"/>
                                <a:gd name="T42" fmla="+- 0 11436 11309"/>
                                <a:gd name="T43" fmla="*/ 11436 h 362"/>
                                <a:gd name="T44" fmla="+- 0 12730 12443"/>
                                <a:gd name="T45" fmla="*/ T44 w 289"/>
                                <a:gd name="T46" fmla="+- 0 11431 11309"/>
                                <a:gd name="T47" fmla="*/ 11431 h 362"/>
                                <a:gd name="T48" fmla="+- 0 12725 12443"/>
                                <a:gd name="T49" fmla="*/ T48 w 289"/>
                                <a:gd name="T50" fmla="+- 0 11409 11309"/>
                                <a:gd name="T51" fmla="*/ 11409 h 362"/>
                                <a:gd name="T52" fmla="+- 0 12717 12443"/>
                                <a:gd name="T53" fmla="*/ T52 w 289"/>
                                <a:gd name="T54" fmla="+- 0 11389 11309"/>
                                <a:gd name="T55" fmla="*/ 11389 h 362"/>
                                <a:gd name="T56" fmla="+- 0 12712 12443"/>
                                <a:gd name="T57" fmla="*/ T56 w 289"/>
                                <a:gd name="T58" fmla="+- 0 11381 11309"/>
                                <a:gd name="T59" fmla="*/ 11381 h 3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289" h="362">
                                  <a:moveTo>
                                    <a:pt x="269" y="72"/>
                                  </a:moveTo>
                                  <a:lnTo>
                                    <a:pt x="142" y="72"/>
                                  </a:lnTo>
                                  <a:lnTo>
                                    <a:pt x="149" y="84"/>
                                  </a:lnTo>
                                  <a:lnTo>
                                    <a:pt x="134" y="97"/>
                                  </a:lnTo>
                                  <a:lnTo>
                                    <a:pt x="135" y="99"/>
                                  </a:lnTo>
                                  <a:lnTo>
                                    <a:pt x="135" y="107"/>
                                  </a:lnTo>
                                  <a:lnTo>
                                    <a:pt x="153" y="115"/>
                                  </a:lnTo>
                                  <a:lnTo>
                                    <a:pt x="149" y="128"/>
                                  </a:lnTo>
                                  <a:lnTo>
                                    <a:pt x="180" y="128"/>
                                  </a:lnTo>
                                  <a:lnTo>
                                    <a:pt x="181" y="127"/>
                                  </a:lnTo>
                                  <a:lnTo>
                                    <a:pt x="288" y="127"/>
                                  </a:lnTo>
                                  <a:lnTo>
                                    <a:pt x="287" y="122"/>
                                  </a:lnTo>
                                  <a:lnTo>
                                    <a:pt x="282" y="100"/>
                                  </a:lnTo>
                                  <a:lnTo>
                                    <a:pt x="274" y="80"/>
                                  </a:lnTo>
                                  <a:lnTo>
                                    <a:pt x="269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" name="Freeform 117"/>
                          <wps:cNvSpPr>
                            <a:spLocks/>
                          </wps:cNvSpPr>
                          <wps:spPr bwMode="auto">
                            <a:xfrm>
                              <a:off x="12443" y="11309"/>
                              <a:ext cx="289" cy="362"/>
                            </a:xfrm>
                            <a:custGeom>
                              <a:avLst/>
                              <a:gdLst>
                                <a:gd name="T0" fmla="+- 0 12508 12443"/>
                                <a:gd name="T1" fmla="*/ T0 w 289"/>
                                <a:gd name="T2" fmla="+- 0 11395 11309"/>
                                <a:gd name="T3" fmla="*/ 11395 h 362"/>
                                <a:gd name="T4" fmla="+- 0 12488 12443"/>
                                <a:gd name="T5" fmla="*/ T4 w 289"/>
                                <a:gd name="T6" fmla="+- 0 11395 11309"/>
                                <a:gd name="T7" fmla="*/ 11395 h 362"/>
                                <a:gd name="T8" fmla="+- 0 12507 12443"/>
                                <a:gd name="T9" fmla="*/ T8 w 289"/>
                                <a:gd name="T10" fmla="+- 0 11397 11309"/>
                                <a:gd name="T11" fmla="*/ 11397 h 362"/>
                                <a:gd name="T12" fmla="+- 0 12508 12443"/>
                                <a:gd name="T13" fmla="*/ T12 w 289"/>
                                <a:gd name="T14" fmla="+- 0 11395 11309"/>
                                <a:gd name="T15" fmla="*/ 11395 h 3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89" h="362">
                                  <a:moveTo>
                                    <a:pt x="65" y="86"/>
                                  </a:moveTo>
                                  <a:lnTo>
                                    <a:pt x="45" y="86"/>
                                  </a:lnTo>
                                  <a:lnTo>
                                    <a:pt x="64" y="88"/>
                                  </a:lnTo>
                                  <a:lnTo>
                                    <a:pt x="65" y="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" name="Freeform 116"/>
                          <wps:cNvSpPr>
                            <a:spLocks/>
                          </wps:cNvSpPr>
                          <wps:spPr bwMode="auto">
                            <a:xfrm>
                              <a:off x="12443" y="11309"/>
                              <a:ext cx="289" cy="362"/>
                            </a:xfrm>
                            <a:custGeom>
                              <a:avLst/>
                              <a:gdLst>
                                <a:gd name="T0" fmla="+- 0 12697 12443"/>
                                <a:gd name="T1" fmla="*/ T0 w 289"/>
                                <a:gd name="T2" fmla="+- 0 11361 11309"/>
                                <a:gd name="T3" fmla="*/ 11361 h 362"/>
                                <a:gd name="T4" fmla="+- 0 12548 12443"/>
                                <a:gd name="T5" fmla="*/ T4 w 289"/>
                                <a:gd name="T6" fmla="+- 0 11361 11309"/>
                                <a:gd name="T7" fmla="*/ 11361 h 362"/>
                                <a:gd name="T8" fmla="+- 0 12561 12443"/>
                                <a:gd name="T9" fmla="*/ T8 w 289"/>
                                <a:gd name="T10" fmla="+- 0 11364 11309"/>
                                <a:gd name="T11" fmla="*/ 11364 h 362"/>
                                <a:gd name="T12" fmla="+- 0 12559 12443"/>
                                <a:gd name="T13" fmla="*/ T12 w 289"/>
                                <a:gd name="T14" fmla="+- 0 11383 11309"/>
                                <a:gd name="T15" fmla="*/ 11383 h 362"/>
                                <a:gd name="T16" fmla="+- 0 12565 12443"/>
                                <a:gd name="T17" fmla="*/ T16 w 289"/>
                                <a:gd name="T18" fmla="+- 0 11387 11309"/>
                                <a:gd name="T19" fmla="*/ 11387 h 362"/>
                                <a:gd name="T20" fmla="+- 0 12567 12443"/>
                                <a:gd name="T21" fmla="*/ T20 w 289"/>
                                <a:gd name="T22" fmla="+- 0 11389 11309"/>
                                <a:gd name="T23" fmla="*/ 11389 h 362"/>
                                <a:gd name="T24" fmla="+- 0 12585 12443"/>
                                <a:gd name="T25" fmla="*/ T24 w 289"/>
                                <a:gd name="T26" fmla="+- 0 11381 11309"/>
                                <a:gd name="T27" fmla="*/ 11381 h 362"/>
                                <a:gd name="T28" fmla="+- 0 12712 12443"/>
                                <a:gd name="T29" fmla="*/ T28 w 289"/>
                                <a:gd name="T30" fmla="+- 0 11381 11309"/>
                                <a:gd name="T31" fmla="*/ 11381 h 362"/>
                                <a:gd name="T32" fmla="+- 0 12705 12443"/>
                                <a:gd name="T33" fmla="*/ T32 w 289"/>
                                <a:gd name="T34" fmla="+- 0 11370 11309"/>
                                <a:gd name="T35" fmla="*/ 11370 h 362"/>
                                <a:gd name="T36" fmla="+- 0 12697 12443"/>
                                <a:gd name="T37" fmla="*/ T36 w 289"/>
                                <a:gd name="T38" fmla="+- 0 11361 11309"/>
                                <a:gd name="T39" fmla="*/ 11361 h 3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289" h="362">
                                  <a:moveTo>
                                    <a:pt x="254" y="52"/>
                                  </a:moveTo>
                                  <a:lnTo>
                                    <a:pt x="105" y="52"/>
                                  </a:lnTo>
                                  <a:lnTo>
                                    <a:pt x="118" y="55"/>
                                  </a:lnTo>
                                  <a:lnTo>
                                    <a:pt x="116" y="74"/>
                                  </a:lnTo>
                                  <a:lnTo>
                                    <a:pt x="122" y="78"/>
                                  </a:lnTo>
                                  <a:lnTo>
                                    <a:pt x="124" y="80"/>
                                  </a:lnTo>
                                  <a:lnTo>
                                    <a:pt x="142" y="72"/>
                                  </a:lnTo>
                                  <a:lnTo>
                                    <a:pt x="269" y="72"/>
                                  </a:lnTo>
                                  <a:lnTo>
                                    <a:pt x="262" y="61"/>
                                  </a:lnTo>
                                  <a:lnTo>
                                    <a:pt x="254" y="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" name="Freeform 115"/>
                          <wps:cNvSpPr>
                            <a:spLocks/>
                          </wps:cNvSpPr>
                          <wps:spPr bwMode="auto">
                            <a:xfrm>
                              <a:off x="12443" y="11309"/>
                              <a:ext cx="289" cy="362"/>
                            </a:xfrm>
                            <a:custGeom>
                              <a:avLst/>
                              <a:gdLst>
                                <a:gd name="T0" fmla="+- 0 12546 12443"/>
                                <a:gd name="T1" fmla="*/ T0 w 289"/>
                                <a:gd name="T2" fmla="+- 0 11364 11309"/>
                                <a:gd name="T3" fmla="*/ 11364 h 362"/>
                                <a:gd name="T4" fmla="+- 0 12517 12443"/>
                                <a:gd name="T5" fmla="*/ T4 w 289"/>
                                <a:gd name="T6" fmla="+- 0 11364 11309"/>
                                <a:gd name="T7" fmla="*/ 11364 h 362"/>
                                <a:gd name="T8" fmla="+- 0 12529 12443"/>
                                <a:gd name="T9" fmla="*/ T8 w 289"/>
                                <a:gd name="T10" fmla="+- 0 11379 11309"/>
                                <a:gd name="T11" fmla="*/ 11379 h 362"/>
                                <a:gd name="T12" fmla="+- 0 12532 12443"/>
                                <a:gd name="T13" fmla="*/ T12 w 289"/>
                                <a:gd name="T14" fmla="+- 0 11378 11309"/>
                                <a:gd name="T15" fmla="*/ 11378 h 362"/>
                                <a:gd name="T16" fmla="+- 0 12539 12443"/>
                                <a:gd name="T17" fmla="*/ T16 w 289"/>
                                <a:gd name="T18" fmla="+- 0 11378 11309"/>
                                <a:gd name="T19" fmla="*/ 11378 h 362"/>
                                <a:gd name="T20" fmla="+- 0 12546 12443"/>
                                <a:gd name="T21" fmla="*/ T20 w 289"/>
                                <a:gd name="T22" fmla="+- 0 11364 11309"/>
                                <a:gd name="T23" fmla="*/ 11364 h 3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289" h="362">
                                  <a:moveTo>
                                    <a:pt x="103" y="55"/>
                                  </a:moveTo>
                                  <a:lnTo>
                                    <a:pt x="74" y="55"/>
                                  </a:lnTo>
                                  <a:lnTo>
                                    <a:pt x="86" y="70"/>
                                  </a:lnTo>
                                  <a:lnTo>
                                    <a:pt x="89" y="69"/>
                                  </a:lnTo>
                                  <a:lnTo>
                                    <a:pt x="96" y="69"/>
                                  </a:lnTo>
                                  <a:lnTo>
                                    <a:pt x="103" y="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112"/>
                        <wpg:cNvGrpSpPr>
                          <a:grpSpLocks/>
                        </wpg:cNvGrpSpPr>
                        <wpg:grpSpPr bwMode="auto">
                          <a:xfrm>
                            <a:off x="12569" y="11164"/>
                            <a:ext cx="37" cy="127"/>
                            <a:chOff x="12569" y="11164"/>
                            <a:chExt cx="37" cy="127"/>
                          </a:xfrm>
                        </wpg:grpSpPr>
                        <wps:wsp>
                          <wps:cNvPr id="90" name="Freeform 113"/>
                          <wps:cNvSpPr>
                            <a:spLocks/>
                          </wps:cNvSpPr>
                          <wps:spPr bwMode="auto">
                            <a:xfrm>
                              <a:off x="12569" y="11164"/>
                              <a:ext cx="37" cy="127"/>
                            </a:xfrm>
                            <a:custGeom>
                              <a:avLst/>
                              <a:gdLst>
                                <a:gd name="T0" fmla="+- 0 12597 12569"/>
                                <a:gd name="T1" fmla="*/ T0 w 37"/>
                                <a:gd name="T2" fmla="+- 0 11164 11164"/>
                                <a:gd name="T3" fmla="*/ 11164 h 127"/>
                                <a:gd name="T4" fmla="+- 0 12577 12569"/>
                                <a:gd name="T5" fmla="*/ T4 w 37"/>
                                <a:gd name="T6" fmla="+- 0 11164 11164"/>
                                <a:gd name="T7" fmla="*/ 11164 h 127"/>
                                <a:gd name="T8" fmla="+- 0 12569 12569"/>
                                <a:gd name="T9" fmla="*/ T8 w 37"/>
                                <a:gd name="T10" fmla="+- 0 11172 11164"/>
                                <a:gd name="T11" fmla="*/ 11172 h 127"/>
                                <a:gd name="T12" fmla="+- 0 12569 12569"/>
                                <a:gd name="T13" fmla="*/ T12 w 37"/>
                                <a:gd name="T14" fmla="+- 0 11283 11164"/>
                                <a:gd name="T15" fmla="*/ 11283 h 127"/>
                                <a:gd name="T16" fmla="+- 0 12577 12569"/>
                                <a:gd name="T17" fmla="*/ T16 w 37"/>
                                <a:gd name="T18" fmla="+- 0 11291 11164"/>
                                <a:gd name="T19" fmla="*/ 11291 h 127"/>
                                <a:gd name="T20" fmla="+- 0 12597 12569"/>
                                <a:gd name="T21" fmla="*/ T20 w 37"/>
                                <a:gd name="T22" fmla="+- 0 11291 11164"/>
                                <a:gd name="T23" fmla="*/ 11291 h 127"/>
                                <a:gd name="T24" fmla="+- 0 12605 12569"/>
                                <a:gd name="T25" fmla="*/ T24 w 37"/>
                                <a:gd name="T26" fmla="+- 0 11283 11164"/>
                                <a:gd name="T27" fmla="*/ 11283 h 127"/>
                                <a:gd name="T28" fmla="+- 0 12605 12569"/>
                                <a:gd name="T29" fmla="*/ T28 w 37"/>
                                <a:gd name="T30" fmla="+- 0 11172 11164"/>
                                <a:gd name="T31" fmla="*/ 11172 h 127"/>
                                <a:gd name="T32" fmla="+- 0 12597 12569"/>
                                <a:gd name="T33" fmla="*/ T32 w 37"/>
                                <a:gd name="T34" fmla="+- 0 11164 11164"/>
                                <a:gd name="T35" fmla="*/ 11164 h 1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37" h="127">
                                  <a:moveTo>
                                    <a:pt x="28" y="0"/>
                                  </a:moveTo>
                                  <a:lnTo>
                                    <a:pt x="8" y="0"/>
                                  </a:lnTo>
                                  <a:lnTo>
                                    <a:pt x="0" y="8"/>
                                  </a:lnTo>
                                  <a:lnTo>
                                    <a:pt x="0" y="119"/>
                                  </a:lnTo>
                                  <a:lnTo>
                                    <a:pt x="8" y="127"/>
                                  </a:lnTo>
                                  <a:lnTo>
                                    <a:pt x="28" y="127"/>
                                  </a:lnTo>
                                  <a:lnTo>
                                    <a:pt x="36" y="119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" name="Group 110"/>
                        <wpg:cNvGrpSpPr>
                          <a:grpSpLocks/>
                        </wpg:cNvGrpSpPr>
                        <wpg:grpSpPr bwMode="auto">
                          <a:xfrm>
                            <a:off x="12524" y="11689"/>
                            <a:ext cx="127" cy="46"/>
                            <a:chOff x="12524" y="11689"/>
                            <a:chExt cx="127" cy="46"/>
                          </a:xfrm>
                        </wpg:grpSpPr>
                        <wps:wsp>
                          <wps:cNvPr id="92" name="Freeform 111"/>
                          <wps:cNvSpPr>
                            <a:spLocks/>
                          </wps:cNvSpPr>
                          <wps:spPr bwMode="auto">
                            <a:xfrm>
                              <a:off x="12524" y="11689"/>
                              <a:ext cx="127" cy="46"/>
                            </a:xfrm>
                            <a:custGeom>
                              <a:avLst/>
                              <a:gdLst>
                                <a:gd name="T0" fmla="+- 0 12641 12524"/>
                                <a:gd name="T1" fmla="*/ T0 w 127"/>
                                <a:gd name="T2" fmla="+- 0 11689 11689"/>
                                <a:gd name="T3" fmla="*/ 11689 h 46"/>
                                <a:gd name="T4" fmla="+- 0 12534 12524"/>
                                <a:gd name="T5" fmla="*/ T4 w 127"/>
                                <a:gd name="T6" fmla="+- 0 11689 11689"/>
                                <a:gd name="T7" fmla="*/ 11689 h 46"/>
                                <a:gd name="T8" fmla="+- 0 12524 12524"/>
                                <a:gd name="T9" fmla="*/ T8 w 127"/>
                                <a:gd name="T10" fmla="+- 0 11699 11689"/>
                                <a:gd name="T11" fmla="*/ 11699 h 46"/>
                                <a:gd name="T12" fmla="+- 0 12524 12524"/>
                                <a:gd name="T13" fmla="*/ T12 w 127"/>
                                <a:gd name="T14" fmla="+- 0 11724 11689"/>
                                <a:gd name="T15" fmla="*/ 11724 h 46"/>
                                <a:gd name="T16" fmla="+- 0 12534 12524"/>
                                <a:gd name="T17" fmla="*/ T16 w 127"/>
                                <a:gd name="T18" fmla="+- 0 11734 11689"/>
                                <a:gd name="T19" fmla="*/ 11734 h 46"/>
                                <a:gd name="T20" fmla="+- 0 12641 12524"/>
                                <a:gd name="T21" fmla="*/ T20 w 127"/>
                                <a:gd name="T22" fmla="+- 0 11734 11689"/>
                                <a:gd name="T23" fmla="*/ 11734 h 46"/>
                                <a:gd name="T24" fmla="+- 0 12651 12524"/>
                                <a:gd name="T25" fmla="*/ T24 w 127"/>
                                <a:gd name="T26" fmla="+- 0 11724 11689"/>
                                <a:gd name="T27" fmla="*/ 11724 h 46"/>
                                <a:gd name="T28" fmla="+- 0 12651 12524"/>
                                <a:gd name="T29" fmla="*/ T28 w 127"/>
                                <a:gd name="T30" fmla="+- 0 11699 11689"/>
                                <a:gd name="T31" fmla="*/ 11699 h 46"/>
                                <a:gd name="T32" fmla="+- 0 12641 12524"/>
                                <a:gd name="T33" fmla="*/ T32 w 127"/>
                                <a:gd name="T34" fmla="+- 0 11689 11689"/>
                                <a:gd name="T35" fmla="*/ 11689 h 4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127" h="46">
                                  <a:moveTo>
                                    <a:pt x="117" y="0"/>
                                  </a:moveTo>
                                  <a:lnTo>
                                    <a:pt x="10" y="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0" y="35"/>
                                  </a:lnTo>
                                  <a:lnTo>
                                    <a:pt x="10" y="45"/>
                                  </a:lnTo>
                                  <a:lnTo>
                                    <a:pt x="117" y="45"/>
                                  </a:lnTo>
                                  <a:lnTo>
                                    <a:pt x="127" y="35"/>
                                  </a:lnTo>
                                  <a:lnTo>
                                    <a:pt x="127" y="10"/>
                                  </a:lnTo>
                                  <a:lnTo>
                                    <a:pt x="11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" name="Group 107"/>
                        <wpg:cNvGrpSpPr>
                          <a:grpSpLocks/>
                        </wpg:cNvGrpSpPr>
                        <wpg:grpSpPr bwMode="auto">
                          <a:xfrm>
                            <a:off x="12524" y="11752"/>
                            <a:ext cx="127" cy="64"/>
                            <a:chOff x="12524" y="11752"/>
                            <a:chExt cx="127" cy="64"/>
                          </a:xfrm>
                        </wpg:grpSpPr>
                        <wps:wsp>
                          <wps:cNvPr id="94" name="Freeform 109"/>
                          <wps:cNvSpPr>
                            <a:spLocks/>
                          </wps:cNvSpPr>
                          <wps:spPr bwMode="auto">
                            <a:xfrm>
                              <a:off x="12524" y="11752"/>
                              <a:ext cx="127" cy="64"/>
                            </a:xfrm>
                            <a:custGeom>
                              <a:avLst/>
                              <a:gdLst>
                                <a:gd name="T0" fmla="+- 0 12624 12524"/>
                                <a:gd name="T1" fmla="*/ T0 w 127"/>
                                <a:gd name="T2" fmla="+- 0 11797 11752"/>
                                <a:gd name="T3" fmla="*/ 11797 h 64"/>
                                <a:gd name="T4" fmla="+- 0 12551 12524"/>
                                <a:gd name="T5" fmla="*/ T4 w 127"/>
                                <a:gd name="T6" fmla="+- 0 11797 11752"/>
                                <a:gd name="T7" fmla="*/ 11797 h 64"/>
                                <a:gd name="T8" fmla="+- 0 12551 12524"/>
                                <a:gd name="T9" fmla="*/ T8 w 127"/>
                                <a:gd name="T10" fmla="+- 0 11807 11752"/>
                                <a:gd name="T11" fmla="*/ 11807 h 64"/>
                                <a:gd name="T12" fmla="+- 0 12559 12524"/>
                                <a:gd name="T13" fmla="*/ T12 w 127"/>
                                <a:gd name="T14" fmla="+- 0 11816 11752"/>
                                <a:gd name="T15" fmla="*/ 11816 h 64"/>
                                <a:gd name="T16" fmla="+- 0 12615 12524"/>
                                <a:gd name="T17" fmla="*/ T16 w 127"/>
                                <a:gd name="T18" fmla="+- 0 11816 11752"/>
                                <a:gd name="T19" fmla="*/ 11816 h 64"/>
                                <a:gd name="T20" fmla="+- 0 12624 12524"/>
                                <a:gd name="T21" fmla="*/ T20 w 127"/>
                                <a:gd name="T22" fmla="+- 0 11807 11752"/>
                                <a:gd name="T23" fmla="*/ 11807 h 64"/>
                                <a:gd name="T24" fmla="+- 0 12624 12524"/>
                                <a:gd name="T25" fmla="*/ T24 w 127"/>
                                <a:gd name="T26" fmla="+- 0 11797 11752"/>
                                <a:gd name="T27" fmla="*/ 11797 h 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127" h="64">
                                  <a:moveTo>
                                    <a:pt x="100" y="45"/>
                                  </a:moveTo>
                                  <a:lnTo>
                                    <a:pt x="27" y="45"/>
                                  </a:lnTo>
                                  <a:lnTo>
                                    <a:pt x="27" y="55"/>
                                  </a:lnTo>
                                  <a:lnTo>
                                    <a:pt x="35" y="64"/>
                                  </a:lnTo>
                                  <a:lnTo>
                                    <a:pt x="91" y="64"/>
                                  </a:lnTo>
                                  <a:lnTo>
                                    <a:pt x="100" y="55"/>
                                  </a:lnTo>
                                  <a:lnTo>
                                    <a:pt x="100" y="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" name="Freeform 108"/>
                          <wps:cNvSpPr>
                            <a:spLocks/>
                          </wps:cNvSpPr>
                          <wps:spPr bwMode="auto">
                            <a:xfrm>
                              <a:off x="12524" y="11752"/>
                              <a:ext cx="127" cy="64"/>
                            </a:xfrm>
                            <a:custGeom>
                              <a:avLst/>
                              <a:gdLst>
                                <a:gd name="T0" fmla="+- 0 12641 12524"/>
                                <a:gd name="T1" fmla="*/ T0 w 127"/>
                                <a:gd name="T2" fmla="+- 0 11752 11752"/>
                                <a:gd name="T3" fmla="*/ 11752 h 64"/>
                                <a:gd name="T4" fmla="+- 0 12534 12524"/>
                                <a:gd name="T5" fmla="*/ T4 w 127"/>
                                <a:gd name="T6" fmla="+- 0 11752 11752"/>
                                <a:gd name="T7" fmla="*/ 11752 h 64"/>
                                <a:gd name="T8" fmla="+- 0 12524 12524"/>
                                <a:gd name="T9" fmla="*/ T8 w 127"/>
                                <a:gd name="T10" fmla="+- 0 11762 11752"/>
                                <a:gd name="T11" fmla="*/ 11762 h 64"/>
                                <a:gd name="T12" fmla="+- 0 12524 12524"/>
                                <a:gd name="T13" fmla="*/ T12 w 127"/>
                                <a:gd name="T14" fmla="+- 0 11788 11752"/>
                                <a:gd name="T15" fmla="*/ 11788 h 64"/>
                                <a:gd name="T16" fmla="+- 0 12534 12524"/>
                                <a:gd name="T17" fmla="*/ T16 w 127"/>
                                <a:gd name="T18" fmla="+- 0 11797 11752"/>
                                <a:gd name="T19" fmla="*/ 11797 h 64"/>
                                <a:gd name="T20" fmla="+- 0 12641 12524"/>
                                <a:gd name="T21" fmla="*/ T20 w 127"/>
                                <a:gd name="T22" fmla="+- 0 11797 11752"/>
                                <a:gd name="T23" fmla="*/ 11797 h 64"/>
                                <a:gd name="T24" fmla="+- 0 12651 12524"/>
                                <a:gd name="T25" fmla="*/ T24 w 127"/>
                                <a:gd name="T26" fmla="+- 0 11788 11752"/>
                                <a:gd name="T27" fmla="*/ 11788 h 64"/>
                                <a:gd name="T28" fmla="+- 0 12651 12524"/>
                                <a:gd name="T29" fmla="*/ T28 w 127"/>
                                <a:gd name="T30" fmla="+- 0 11762 11752"/>
                                <a:gd name="T31" fmla="*/ 11762 h 64"/>
                                <a:gd name="T32" fmla="+- 0 12641 12524"/>
                                <a:gd name="T33" fmla="*/ T32 w 127"/>
                                <a:gd name="T34" fmla="+- 0 11752 11752"/>
                                <a:gd name="T35" fmla="*/ 11752 h 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127" h="64">
                                  <a:moveTo>
                                    <a:pt x="117" y="0"/>
                                  </a:moveTo>
                                  <a:lnTo>
                                    <a:pt x="10" y="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0" y="36"/>
                                  </a:lnTo>
                                  <a:lnTo>
                                    <a:pt x="10" y="45"/>
                                  </a:lnTo>
                                  <a:lnTo>
                                    <a:pt x="117" y="45"/>
                                  </a:lnTo>
                                  <a:lnTo>
                                    <a:pt x="127" y="36"/>
                                  </a:lnTo>
                                  <a:lnTo>
                                    <a:pt x="127" y="10"/>
                                  </a:lnTo>
                                  <a:lnTo>
                                    <a:pt x="11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105"/>
                        <wpg:cNvGrpSpPr>
                          <a:grpSpLocks/>
                        </wpg:cNvGrpSpPr>
                        <wpg:grpSpPr bwMode="auto">
                          <a:xfrm>
                            <a:off x="12377" y="11244"/>
                            <a:ext cx="104" cy="102"/>
                            <a:chOff x="12377" y="11244"/>
                            <a:chExt cx="104" cy="102"/>
                          </a:xfrm>
                        </wpg:grpSpPr>
                        <wps:wsp>
                          <wps:cNvPr id="97" name="Freeform 106"/>
                          <wps:cNvSpPr>
                            <a:spLocks/>
                          </wps:cNvSpPr>
                          <wps:spPr bwMode="auto">
                            <a:xfrm>
                              <a:off x="12377" y="11244"/>
                              <a:ext cx="104" cy="102"/>
                            </a:xfrm>
                            <a:custGeom>
                              <a:avLst/>
                              <a:gdLst>
                                <a:gd name="T0" fmla="+- 0 12403 12377"/>
                                <a:gd name="T1" fmla="*/ T0 w 104"/>
                                <a:gd name="T2" fmla="+- 0 11244 11244"/>
                                <a:gd name="T3" fmla="*/ 11244 h 102"/>
                                <a:gd name="T4" fmla="+- 0 12392 12377"/>
                                <a:gd name="T5" fmla="*/ T4 w 104"/>
                                <a:gd name="T6" fmla="+- 0 11244 11244"/>
                                <a:gd name="T7" fmla="*/ 11244 h 102"/>
                                <a:gd name="T8" fmla="+- 0 12377 12377"/>
                                <a:gd name="T9" fmla="*/ T8 w 104"/>
                                <a:gd name="T10" fmla="+- 0 11258 11244"/>
                                <a:gd name="T11" fmla="*/ 11258 h 102"/>
                                <a:gd name="T12" fmla="+- 0 12377 12377"/>
                                <a:gd name="T13" fmla="*/ T12 w 104"/>
                                <a:gd name="T14" fmla="+- 0 11269 11244"/>
                                <a:gd name="T15" fmla="*/ 11269 h 102"/>
                                <a:gd name="T16" fmla="+- 0 12452 12377"/>
                                <a:gd name="T17" fmla="*/ T16 w 104"/>
                                <a:gd name="T18" fmla="+- 0 11343 11244"/>
                                <a:gd name="T19" fmla="*/ 11343 h 102"/>
                                <a:gd name="T20" fmla="+- 0 12456 12377"/>
                                <a:gd name="T21" fmla="*/ T20 w 104"/>
                                <a:gd name="T22" fmla="+- 0 11345 11244"/>
                                <a:gd name="T23" fmla="*/ 11345 h 102"/>
                                <a:gd name="T24" fmla="+- 0 12465 12377"/>
                                <a:gd name="T25" fmla="*/ T24 w 104"/>
                                <a:gd name="T26" fmla="+- 0 11345 11244"/>
                                <a:gd name="T27" fmla="*/ 11345 h 102"/>
                                <a:gd name="T28" fmla="+- 0 12470 12377"/>
                                <a:gd name="T29" fmla="*/ T28 w 104"/>
                                <a:gd name="T30" fmla="+- 0 11343 11244"/>
                                <a:gd name="T31" fmla="*/ 11343 h 102"/>
                                <a:gd name="T32" fmla="+- 0 12481 12377"/>
                                <a:gd name="T33" fmla="*/ T32 w 104"/>
                                <a:gd name="T34" fmla="+- 0 11332 11244"/>
                                <a:gd name="T35" fmla="*/ 11332 h 102"/>
                                <a:gd name="T36" fmla="+- 0 12481 12377"/>
                                <a:gd name="T37" fmla="*/ T36 w 104"/>
                                <a:gd name="T38" fmla="+- 0 11322 11244"/>
                                <a:gd name="T39" fmla="*/ 11322 h 102"/>
                                <a:gd name="T40" fmla="+- 0 12403 12377"/>
                                <a:gd name="T41" fmla="*/ T40 w 104"/>
                                <a:gd name="T42" fmla="+- 0 11244 11244"/>
                                <a:gd name="T43" fmla="*/ 11244 h 10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104" h="102">
                                  <a:moveTo>
                                    <a:pt x="26" y="0"/>
                                  </a:moveTo>
                                  <a:lnTo>
                                    <a:pt x="15" y="0"/>
                                  </a:lnTo>
                                  <a:lnTo>
                                    <a:pt x="0" y="14"/>
                                  </a:lnTo>
                                  <a:lnTo>
                                    <a:pt x="0" y="25"/>
                                  </a:lnTo>
                                  <a:lnTo>
                                    <a:pt x="75" y="99"/>
                                  </a:lnTo>
                                  <a:lnTo>
                                    <a:pt x="79" y="101"/>
                                  </a:lnTo>
                                  <a:lnTo>
                                    <a:pt x="88" y="101"/>
                                  </a:lnTo>
                                  <a:lnTo>
                                    <a:pt x="93" y="99"/>
                                  </a:lnTo>
                                  <a:lnTo>
                                    <a:pt x="104" y="88"/>
                                  </a:lnTo>
                                  <a:lnTo>
                                    <a:pt x="104" y="78"/>
                                  </a:lnTo>
                                  <a:lnTo>
                                    <a:pt x="2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103"/>
                        <wpg:cNvGrpSpPr>
                          <a:grpSpLocks/>
                        </wpg:cNvGrpSpPr>
                        <wpg:grpSpPr bwMode="auto">
                          <a:xfrm>
                            <a:off x="12694" y="11244"/>
                            <a:ext cx="104" cy="102"/>
                            <a:chOff x="12694" y="11244"/>
                            <a:chExt cx="104" cy="102"/>
                          </a:xfrm>
                        </wpg:grpSpPr>
                        <wps:wsp>
                          <wps:cNvPr id="99" name="Freeform 104"/>
                          <wps:cNvSpPr>
                            <a:spLocks/>
                          </wps:cNvSpPr>
                          <wps:spPr bwMode="auto">
                            <a:xfrm>
                              <a:off x="12694" y="11244"/>
                              <a:ext cx="104" cy="102"/>
                            </a:xfrm>
                            <a:custGeom>
                              <a:avLst/>
                              <a:gdLst>
                                <a:gd name="T0" fmla="+- 0 12783 12694"/>
                                <a:gd name="T1" fmla="*/ T0 w 104"/>
                                <a:gd name="T2" fmla="+- 0 11244 11244"/>
                                <a:gd name="T3" fmla="*/ 11244 h 102"/>
                                <a:gd name="T4" fmla="+- 0 12772 12694"/>
                                <a:gd name="T5" fmla="*/ T4 w 104"/>
                                <a:gd name="T6" fmla="+- 0 11244 11244"/>
                                <a:gd name="T7" fmla="*/ 11244 h 102"/>
                                <a:gd name="T8" fmla="+- 0 12694 12694"/>
                                <a:gd name="T9" fmla="*/ T8 w 104"/>
                                <a:gd name="T10" fmla="+- 0 11322 11244"/>
                                <a:gd name="T11" fmla="*/ 11322 h 102"/>
                                <a:gd name="T12" fmla="+- 0 12694 12694"/>
                                <a:gd name="T13" fmla="*/ T12 w 104"/>
                                <a:gd name="T14" fmla="+- 0 11332 11244"/>
                                <a:gd name="T15" fmla="*/ 11332 h 102"/>
                                <a:gd name="T16" fmla="+- 0 12705 12694"/>
                                <a:gd name="T17" fmla="*/ T16 w 104"/>
                                <a:gd name="T18" fmla="+- 0 11343 11244"/>
                                <a:gd name="T19" fmla="*/ 11343 h 102"/>
                                <a:gd name="T20" fmla="+- 0 12709 12694"/>
                                <a:gd name="T21" fmla="*/ T20 w 104"/>
                                <a:gd name="T22" fmla="+- 0 11345 11244"/>
                                <a:gd name="T23" fmla="*/ 11345 h 102"/>
                                <a:gd name="T24" fmla="+- 0 12719 12694"/>
                                <a:gd name="T25" fmla="*/ T24 w 104"/>
                                <a:gd name="T26" fmla="+- 0 11345 11244"/>
                                <a:gd name="T27" fmla="*/ 11345 h 102"/>
                                <a:gd name="T28" fmla="+- 0 12723 12694"/>
                                <a:gd name="T29" fmla="*/ T28 w 104"/>
                                <a:gd name="T30" fmla="+- 0 11343 11244"/>
                                <a:gd name="T31" fmla="*/ 11343 h 102"/>
                                <a:gd name="T32" fmla="+- 0 12797 12694"/>
                                <a:gd name="T33" fmla="*/ T32 w 104"/>
                                <a:gd name="T34" fmla="+- 0 11269 11244"/>
                                <a:gd name="T35" fmla="*/ 11269 h 102"/>
                                <a:gd name="T36" fmla="+- 0 12797 12694"/>
                                <a:gd name="T37" fmla="*/ T36 w 104"/>
                                <a:gd name="T38" fmla="+- 0 11258 11244"/>
                                <a:gd name="T39" fmla="*/ 11258 h 102"/>
                                <a:gd name="T40" fmla="+- 0 12783 12694"/>
                                <a:gd name="T41" fmla="*/ T40 w 104"/>
                                <a:gd name="T42" fmla="+- 0 11244 11244"/>
                                <a:gd name="T43" fmla="*/ 11244 h 10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104" h="102">
                                  <a:moveTo>
                                    <a:pt x="89" y="0"/>
                                  </a:moveTo>
                                  <a:lnTo>
                                    <a:pt x="78" y="0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0" y="88"/>
                                  </a:lnTo>
                                  <a:lnTo>
                                    <a:pt x="11" y="99"/>
                                  </a:lnTo>
                                  <a:lnTo>
                                    <a:pt x="15" y="101"/>
                                  </a:lnTo>
                                  <a:lnTo>
                                    <a:pt x="25" y="101"/>
                                  </a:lnTo>
                                  <a:lnTo>
                                    <a:pt x="29" y="99"/>
                                  </a:lnTo>
                                  <a:lnTo>
                                    <a:pt x="103" y="25"/>
                                  </a:lnTo>
                                  <a:lnTo>
                                    <a:pt x="103" y="14"/>
                                  </a:lnTo>
                                  <a:lnTo>
                                    <a:pt x="8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" name="Group 101"/>
                        <wpg:cNvGrpSpPr>
                          <a:grpSpLocks/>
                        </wpg:cNvGrpSpPr>
                        <wpg:grpSpPr bwMode="auto">
                          <a:xfrm>
                            <a:off x="12298" y="11436"/>
                            <a:ext cx="127" cy="37"/>
                            <a:chOff x="12298" y="11436"/>
                            <a:chExt cx="127" cy="37"/>
                          </a:xfrm>
                        </wpg:grpSpPr>
                        <wps:wsp>
                          <wps:cNvPr id="101" name="Freeform 102"/>
                          <wps:cNvSpPr>
                            <a:spLocks/>
                          </wps:cNvSpPr>
                          <wps:spPr bwMode="auto">
                            <a:xfrm>
                              <a:off x="12298" y="11436"/>
                              <a:ext cx="127" cy="37"/>
                            </a:xfrm>
                            <a:custGeom>
                              <a:avLst/>
                              <a:gdLst>
                                <a:gd name="T0" fmla="+- 0 12416 12298"/>
                                <a:gd name="T1" fmla="*/ T0 w 127"/>
                                <a:gd name="T2" fmla="+- 0 11436 11436"/>
                                <a:gd name="T3" fmla="*/ 11436 h 37"/>
                                <a:gd name="T4" fmla="+- 0 12306 12298"/>
                                <a:gd name="T5" fmla="*/ T4 w 127"/>
                                <a:gd name="T6" fmla="+- 0 11436 11436"/>
                                <a:gd name="T7" fmla="*/ 11436 h 37"/>
                                <a:gd name="T8" fmla="+- 0 12298 12298"/>
                                <a:gd name="T9" fmla="*/ T8 w 127"/>
                                <a:gd name="T10" fmla="+- 0 11444 11436"/>
                                <a:gd name="T11" fmla="*/ 11444 h 37"/>
                                <a:gd name="T12" fmla="+- 0 12298 12298"/>
                                <a:gd name="T13" fmla="*/ T12 w 127"/>
                                <a:gd name="T14" fmla="+- 0 11464 11436"/>
                                <a:gd name="T15" fmla="*/ 11464 h 37"/>
                                <a:gd name="T16" fmla="+- 0 12306 12298"/>
                                <a:gd name="T17" fmla="*/ T16 w 127"/>
                                <a:gd name="T18" fmla="+- 0 11472 11436"/>
                                <a:gd name="T19" fmla="*/ 11472 h 37"/>
                                <a:gd name="T20" fmla="+- 0 12416 12298"/>
                                <a:gd name="T21" fmla="*/ T20 w 127"/>
                                <a:gd name="T22" fmla="+- 0 11472 11436"/>
                                <a:gd name="T23" fmla="*/ 11472 h 37"/>
                                <a:gd name="T24" fmla="+- 0 12425 12298"/>
                                <a:gd name="T25" fmla="*/ T24 w 127"/>
                                <a:gd name="T26" fmla="+- 0 11464 11436"/>
                                <a:gd name="T27" fmla="*/ 11464 h 37"/>
                                <a:gd name="T28" fmla="+- 0 12425 12298"/>
                                <a:gd name="T29" fmla="*/ T28 w 127"/>
                                <a:gd name="T30" fmla="+- 0 11444 11436"/>
                                <a:gd name="T31" fmla="*/ 11444 h 37"/>
                                <a:gd name="T32" fmla="+- 0 12416 12298"/>
                                <a:gd name="T33" fmla="*/ T32 w 127"/>
                                <a:gd name="T34" fmla="+- 0 11436 11436"/>
                                <a:gd name="T35" fmla="*/ 11436 h 3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127" h="37">
                                  <a:moveTo>
                                    <a:pt x="118" y="0"/>
                                  </a:moveTo>
                                  <a:lnTo>
                                    <a:pt x="8" y="0"/>
                                  </a:lnTo>
                                  <a:lnTo>
                                    <a:pt x="0" y="8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8" y="36"/>
                                  </a:lnTo>
                                  <a:lnTo>
                                    <a:pt x="118" y="36"/>
                                  </a:lnTo>
                                  <a:lnTo>
                                    <a:pt x="127" y="28"/>
                                  </a:lnTo>
                                  <a:lnTo>
                                    <a:pt x="127" y="8"/>
                                  </a:lnTo>
                                  <a:lnTo>
                                    <a:pt x="11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" name="Group 99"/>
                        <wpg:cNvGrpSpPr>
                          <a:grpSpLocks/>
                        </wpg:cNvGrpSpPr>
                        <wpg:grpSpPr bwMode="auto">
                          <a:xfrm>
                            <a:off x="12750" y="11436"/>
                            <a:ext cx="127" cy="37"/>
                            <a:chOff x="12750" y="11436"/>
                            <a:chExt cx="127" cy="37"/>
                          </a:xfrm>
                        </wpg:grpSpPr>
                        <wps:wsp>
                          <wps:cNvPr id="103" name="Freeform 100"/>
                          <wps:cNvSpPr>
                            <a:spLocks/>
                          </wps:cNvSpPr>
                          <wps:spPr bwMode="auto">
                            <a:xfrm>
                              <a:off x="12750" y="11436"/>
                              <a:ext cx="127" cy="37"/>
                            </a:xfrm>
                            <a:custGeom>
                              <a:avLst/>
                              <a:gdLst>
                                <a:gd name="T0" fmla="+- 0 12869 12750"/>
                                <a:gd name="T1" fmla="*/ T0 w 127"/>
                                <a:gd name="T2" fmla="+- 0 11436 11436"/>
                                <a:gd name="T3" fmla="*/ 11436 h 37"/>
                                <a:gd name="T4" fmla="+- 0 12758 12750"/>
                                <a:gd name="T5" fmla="*/ T4 w 127"/>
                                <a:gd name="T6" fmla="+- 0 11436 11436"/>
                                <a:gd name="T7" fmla="*/ 11436 h 37"/>
                                <a:gd name="T8" fmla="+- 0 12750 12750"/>
                                <a:gd name="T9" fmla="*/ T8 w 127"/>
                                <a:gd name="T10" fmla="+- 0 11444 11436"/>
                                <a:gd name="T11" fmla="*/ 11444 h 37"/>
                                <a:gd name="T12" fmla="+- 0 12750 12750"/>
                                <a:gd name="T13" fmla="*/ T12 w 127"/>
                                <a:gd name="T14" fmla="+- 0 11464 11436"/>
                                <a:gd name="T15" fmla="*/ 11464 h 37"/>
                                <a:gd name="T16" fmla="+- 0 12758 12750"/>
                                <a:gd name="T17" fmla="*/ T16 w 127"/>
                                <a:gd name="T18" fmla="+- 0 11472 11436"/>
                                <a:gd name="T19" fmla="*/ 11472 h 37"/>
                                <a:gd name="T20" fmla="+- 0 12869 12750"/>
                                <a:gd name="T21" fmla="*/ T20 w 127"/>
                                <a:gd name="T22" fmla="+- 0 11472 11436"/>
                                <a:gd name="T23" fmla="*/ 11472 h 37"/>
                                <a:gd name="T24" fmla="+- 0 12877 12750"/>
                                <a:gd name="T25" fmla="*/ T24 w 127"/>
                                <a:gd name="T26" fmla="+- 0 11464 11436"/>
                                <a:gd name="T27" fmla="*/ 11464 h 37"/>
                                <a:gd name="T28" fmla="+- 0 12877 12750"/>
                                <a:gd name="T29" fmla="*/ T28 w 127"/>
                                <a:gd name="T30" fmla="+- 0 11444 11436"/>
                                <a:gd name="T31" fmla="*/ 11444 h 37"/>
                                <a:gd name="T32" fmla="+- 0 12869 12750"/>
                                <a:gd name="T33" fmla="*/ T32 w 127"/>
                                <a:gd name="T34" fmla="+- 0 11436 11436"/>
                                <a:gd name="T35" fmla="*/ 11436 h 3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127" h="37">
                                  <a:moveTo>
                                    <a:pt x="119" y="0"/>
                                  </a:moveTo>
                                  <a:lnTo>
                                    <a:pt x="8" y="0"/>
                                  </a:lnTo>
                                  <a:lnTo>
                                    <a:pt x="0" y="8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8" y="36"/>
                                  </a:lnTo>
                                  <a:lnTo>
                                    <a:pt x="119" y="36"/>
                                  </a:lnTo>
                                  <a:lnTo>
                                    <a:pt x="127" y="28"/>
                                  </a:lnTo>
                                  <a:lnTo>
                                    <a:pt x="127" y="8"/>
                                  </a:lnTo>
                                  <a:lnTo>
                                    <a:pt x="11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96"/>
                        <wpg:cNvGrpSpPr>
                          <a:grpSpLocks/>
                        </wpg:cNvGrpSpPr>
                        <wpg:grpSpPr bwMode="auto">
                          <a:xfrm>
                            <a:off x="12151" y="11055"/>
                            <a:ext cx="874" cy="875"/>
                            <a:chOff x="12151" y="11055"/>
                            <a:chExt cx="874" cy="875"/>
                          </a:xfrm>
                        </wpg:grpSpPr>
                        <wps:wsp>
                          <wps:cNvPr id="105" name="Freeform 98"/>
                          <wps:cNvSpPr>
                            <a:spLocks/>
                          </wps:cNvSpPr>
                          <wps:spPr bwMode="auto">
                            <a:xfrm>
                              <a:off x="12151" y="11055"/>
                              <a:ext cx="874" cy="875"/>
                            </a:xfrm>
                            <a:custGeom>
                              <a:avLst/>
                              <a:gdLst>
                                <a:gd name="T0" fmla="+- 0 12587 12151"/>
                                <a:gd name="T1" fmla="*/ T0 w 874"/>
                                <a:gd name="T2" fmla="+- 0 11055 11055"/>
                                <a:gd name="T3" fmla="*/ 11055 h 875"/>
                                <a:gd name="T4" fmla="+- 0 12517 12151"/>
                                <a:gd name="T5" fmla="*/ T4 w 874"/>
                                <a:gd name="T6" fmla="+- 0 11061 11055"/>
                                <a:gd name="T7" fmla="*/ 11061 h 875"/>
                                <a:gd name="T8" fmla="+- 0 12449 12151"/>
                                <a:gd name="T9" fmla="*/ T8 w 874"/>
                                <a:gd name="T10" fmla="+- 0 11077 11055"/>
                                <a:gd name="T11" fmla="*/ 11077 h 875"/>
                                <a:gd name="T12" fmla="+- 0 12387 12151"/>
                                <a:gd name="T13" fmla="*/ T12 w 874"/>
                                <a:gd name="T14" fmla="+- 0 11104 11055"/>
                                <a:gd name="T15" fmla="*/ 11104 h 875"/>
                                <a:gd name="T16" fmla="+- 0 12330 12151"/>
                                <a:gd name="T17" fmla="*/ T16 w 874"/>
                                <a:gd name="T18" fmla="+- 0 11139 11055"/>
                                <a:gd name="T19" fmla="*/ 11139 h 875"/>
                                <a:gd name="T20" fmla="+- 0 12279 12151"/>
                                <a:gd name="T21" fmla="*/ T20 w 874"/>
                                <a:gd name="T22" fmla="+- 0 11183 11055"/>
                                <a:gd name="T23" fmla="*/ 11183 h 875"/>
                                <a:gd name="T24" fmla="+- 0 12235 12151"/>
                                <a:gd name="T25" fmla="*/ T24 w 874"/>
                                <a:gd name="T26" fmla="+- 0 11234 11055"/>
                                <a:gd name="T27" fmla="*/ 11234 h 875"/>
                                <a:gd name="T28" fmla="+- 0 12200 12151"/>
                                <a:gd name="T29" fmla="*/ T28 w 874"/>
                                <a:gd name="T30" fmla="+- 0 11291 11055"/>
                                <a:gd name="T31" fmla="*/ 11291 h 875"/>
                                <a:gd name="T32" fmla="+- 0 12173 12151"/>
                                <a:gd name="T33" fmla="*/ T32 w 874"/>
                                <a:gd name="T34" fmla="+- 0 11354 11055"/>
                                <a:gd name="T35" fmla="*/ 11354 h 875"/>
                                <a:gd name="T36" fmla="+- 0 12157 12151"/>
                                <a:gd name="T37" fmla="*/ T36 w 874"/>
                                <a:gd name="T38" fmla="+- 0 11421 11055"/>
                                <a:gd name="T39" fmla="*/ 11421 h 875"/>
                                <a:gd name="T40" fmla="+- 0 12151 12151"/>
                                <a:gd name="T41" fmla="*/ T40 w 874"/>
                                <a:gd name="T42" fmla="+- 0 11492 11055"/>
                                <a:gd name="T43" fmla="*/ 11492 h 875"/>
                                <a:gd name="T44" fmla="+- 0 12152 12151"/>
                                <a:gd name="T45" fmla="*/ T44 w 874"/>
                                <a:gd name="T46" fmla="+- 0 11528 11055"/>
                                <a:gd name="T47" fmla="*/ 11528 h 875"/>
                                <a:gd name="T48" fmla="+- 0 12164 12151"/>
                                <a:gd name="T49" fmla="*/ T48 w 874"/>
                                <a:gd name="T50" fmla="+- 0 11597 11055"/>
                                <a:gd name="T51" fmla="*/ 11597 h 875"/>
                                <a:gd name="T52" fmla="+- 0 12185 12151"/>
                                <a:gd name="T53" fmla="*/ T52 w 874"/>
                                <a:gd name="T54" fmla="+- 0 11662 11055"/>
                                <a:gd name="T55" fmla="*/ 11662 h 875"/>
                                <a:gd name="T56" fmla="+- 0 12216 12151"/>
                                <a:gd name="T57" fmla="*/ T56 w 874"/>
                                <a:gd name="T58" fmla="+- 0 11723 11055"/>
                                <a:gd name="T59" fmla="*/ 11723 h 875"/>
                                <a:gd name="T60" fmla="+- 0 12256 12151"/>
                                <a:gd name="T61" fmla="*/ T60 w 874"/>
                                <a:gd name="T62" fmla="+- 0 11777 11055"/>
                                <a:gd name="T63" fmla="*/ 11777 h 875"/>
                                <a:gd name="T64" fmla="+- 0 12303 12151"/>
                                <a:gd name="T65" fmla="*/ T64 w 874"/>
                                <a:gd name="T66" fmla="+- 0 11824 11055"/>
                                <a:gd name="T67" fmla="*/ 11824 h 875"/>
                                <a:gd name="T68" fmla="+- 0 12357 12151"/>
                                <a:gd name="T69" fmla="*/ T68 w 874"/>
                                <a:gd name="T70" fmla="+- 0 11864 11055"/>
                                <a:gd name="T71" fmla="*/ 11864 h 875"/>
                                <a:gd name="T72" fmla="+- 0 12417 12151"/>
                                <a:gd name="T73" fmla="*/ T72 w 874"/>
                                <a:gd name="T74" fmla="+- 0 11895 11055"/>
                                <a:gd name="T75" fmla="*/ 11895 h 875"/>
                                <a:gd name="T76" fmla="+- 0 12482 12151"/>
                                <a:gd name="T77" fmla="*/ T76 w 874"/>
                                <a:gd name="T78" fmla="+- 0 11917 11055"/>
                                <a:gd name="T79" fmla="*/ 11917 h 875"/>
                                <a:gd name="T80" fmla="+- 0 12552 12151"/>
                                <a:gd name="T81" fmla="*/ T80 w 874"/>
                                <a:gd name="T82" fmla="+- 0 11928 11055"/>
                                <a:gd name="T83" fmla="*/ 11928 h 875"/>
                                <a:gd name="T84" fmla="+- 0 12587 12151"/>
                                <a:gd name="T85" fmla="*/ T84 w 874"/>
                                <a:gd name="T86" fmla="+- 0 11930 11055"/>
                                <a:gd name="T87" fmla="*/ 11930 h 875"/>
                                <a:gd name="T88" fmla="+- 0 12623 12151"/>
                                <a:gd name="T89" fmla="*/ T88 w 874"/>
                                <a:gd name="T90" fmla="+- 0 11928 11055"/>
                                <a:gd name="T91" fmla="*/ 11928 h 875"/>
                                <a:gd name="T92" fmla="+- 0 12658 12151"/>
                                <a:gd name="T93" fmla="*/ T92 w 874"/>
                                <a:gd name="T94" fmla="+- 0 11924 11055"/>
                                <a:gd name="T95" fmla="*/ 11924 h 875"/>
                                <a:gd name="T96" fmla="+- 0 12692 12151"/>
                                <a:gd name="T97" fmla="*/ T96 w 874"/>
                                <a:gd name="T98" fmla="+- 0 11917 11055"/>
                                <a:gd name="T99" fmla="*/ 11917 h 875"/>
                                <a:gd name="T100" fmla="+- 0 12725 12151"/>
                                <a:gd name="T101" fmla="*/ T100 w 874"/>
                                <a:gd name="T102" fmla="+- 0 11907 11055"/>
                                <a:gd name="T103" fmla="*/ 11907 h 875"/>
                                <a:gd name="T104" fmla="+- 0 12752 12151"/>
                                <a:gd name="T105" fmla="*/ T104 w 874"/>
                                <a:gd name="T106" fmla="+- 0 11897 11055"/>
                                <a:gd name="T107" fmla="*/ 11897 h 875"/>
                                <a:gd name="T108" fmla="+- 0 12605 12151"/>
                                <a:gd name="T109" fmla="*/ T108 w 874"/>
                                <a:gd name="T110" fmla="+- 0 11897 11055"/>
                                <a:gd name="T111" fmla="*/ 11897 h 875"/>
                                <a:gd name="T112" fmla="+- 0 12581 12151"/>
                                <a:gd name="T113" fmla="*/ T112 w 874"/>
                                <a:gd name="T114" fmla="+- 0 11897 11055"/>
                                <a:gd name="T115" fmla="*/ 11897 h 875"/>
                                <a:gd name="T116" fmla="+- 0 12515 12151"/>
                                <a:gd name="T117" fmla="*/ T116 w 874"/>
                                <a:gd name="T118" fmla="+- 0 11890 11055"/>
                                <a:gd name="T119" fmla="*/ 11890 h 875"/>
                                <a:gd name="T120" fmla="+- 0 12454 12151"/>
                                <a:gd name="T121" fmla="*/ T120 w 874"/>
                                <a:gd name="T122" fmla="+- 0 11874 11055"/>
                                <a:gd name="T123" fmla="*/ 11874 h 875"/>
                                <a:gd name="T124" fmla="+- 0 12382 12151"/>
                                <a:gd name="T125" fmla="*/ T124 w 874"/>
                                <a:gd name="T126" fmla="+- 0 11841 11055"/>
                                <a:gd name="T127" fmla="*/ 11841 h 875"/>
                                <a:gd name="T128" fmla="+- 0 12319 12151"/>
                                <a:gd name="T129" fmla="*/ T128 w 874"/>
                                <a:gd name="T130" fmla="+- 0 11796 11055"/>
                                <a:gd name="T131" fmla="*/ 11796 h 875"/>
                                <a:gd name="T132" fmla="+- 0 12278 12151"/>
                                <a:gd name="T133" fmla="*/ T132 w 874"/>
                                <a:gd name="T134" fmla="+- 0 11752 11055"/>
                                <a:gd name="T135" fmla="*/ 11752 h 875"/>
                                <a:gd name="T136" fmla="+- 0 12242 12151"/>
                                <a:gd name="T137" fmla="*/ T136 w 874"/>
                                <a:gd name="T138" fmla="+- 0 11703 11055"/>
                                <a:gd name="T139" fmla="*/ 11703 h 875"/>
                                <a:gd name="T140" fmla="+- 0 12214 12151"/>
                                <a:gd name="T141" fmla="*/ T140 w 874"/>
                                <a:gd name="T142" fmla="+- 0 11648 11055"/>
                                <a:gd name="T143" fmla="*/ 11648 h 875"/>
                                <a:gd name="T144" fmla="+- 0 12195 12151"/>
                                <a:gd name="T145" fmla="*/ T144 w 874"/>
                                <a:gd name="T146" fmla="+- 0 11591 11055"/>
                                <a:gd name="T147" fmla="*/ 11591 h 875"/>
                                <a:gd name="T148" fmla="+- 0 12184 12151"/>
                                <a:gd name="T149" fmla="*/ T148 w 874"/>
                                <a:gd name="T150" fmla="+- 0 11530 11055"/>
                                <a:gd name="T151" fmla="*/ 11530 h 875"/>
                                <a:gd name="T152" fmla="+- 0 12183 12151"/>
                                <a:gd name="T153" fmla="*/ T152 w 874"/>
                                <a:gd name="T154" fmla="+- 0 11509 11055"/>
                                <a:gd name="T155" fmla="*/ 11509 h 875"/>
                                <a:gd name="T156" fmla="+- 0 12167 12151"/>
                                <a:gd name="T157" fmla="*/ T156 w 874"/>
                                <a:gd name="T158" fmla="+- 0 11492 11055"/>
                                <a:gd name="T159" fmla="*/ 11492 h 875"/>
                                <a:gd name="T160" fmla="+- 0 12183 12151"/>
                                <a:gd name="T161" fmla="*/ T160 w 874"/>
                                <a:gd name="T162" fmla="+- 0 11492 11055"/>
                                <a:gd name="T163" fmla="*/ 11492 h 875"/>
                                <a:gd name="T164" fmla="+- 0 12183 12151"/>
                                <a:gd name="T165" fmla="*/ T164 w 874"/>
                                <a:gd name="T166" fmla="+- 0 11471 11055"/>
                                <a:gd name="T167" fmla="*/ 11471 h 875"/>
                                <a:gd name="T168" fmla="+- 0 12185 12151"/>
                                <a:gd name="T169" fmla="*/ T168 w 874"/>
                                <a:gd name="T170" fmla="+- 0 11449 11055"/>
                                <a:gd name="T171" fmla="*/ 11449 h 875"/>
                                <a:gd name="T172" fmla="+- 0 12196 12151"/>
                                <a:gd name="T173" fmla="*/ T172 w 874"/>
                                <a:gd name="T174" fmla="+- 0 11388 11055"/>
                                <a:gd name="T175" fmla="*/ 11388 h 875"/>
                                <a:gd name="T176" fmla="+- 0 12216 12151"/>
                                <a:gd name="T177" fmla="*/ T176 w 874"/>
                                <a:gd name="T178" fmla="+- 0 11330 11055"/>
                                <a:gd name="T179" fmla="*/ 11330 h 875"/>
                                <a:gd name="T180" fmla="+- 0 12245 12151"/>
                                <a:gd name="T181" fmla="*/ T180 w 874"/>
                                <a:gd name="T182" fmla="+- 0 11276 11055"/>
                                <a:gd name="T183" fmla="*/ 11276 h 875"/>
                                <a:gd name="T184" fmla="+- 0 12281 12151"/>
                                <a:gd name="T185" fmla="*/ T184 w 874"/>
                                <a:gd name="T186" fmla="+- 0 11228 11055"/>
                                <a:gd name="T187" fmla="*/ 11228 h 875"/>
                                <a:gd name="T188" fmla="+- 0 12325 12151"/>
                                <a:gd name="T189" fmla="*/ T188 w 874"/>
                                <a:gd name="T190" fmla="+- 0 11184 11055"/>
                                <a:gd name="T191" fmla="*/ 11184 h 875"/>
                                <a:gd name="T192" fmla="+- 0 12375 12151"/>
                                <a:gd name="T193" fmla="*/ T192 w 874"/>
                                <a:gd name="T194" fmla="+- 0 11148 11055"/>
                                <a:gd name="T195" fmla="*/ 11148 h 875"/>
                                <a:gd name="T196" fmla="+- 0 12429 12151"/>
                                <a:gd name="T197" fmla="*/ T196 w 874"/>
                                <a:gd name="T198" fmla="+- 0 11119 11055"/>
                                <a:gd name="T199" fmla="*/ 11119 h 875"/>
                                <a:gd name="T200" fmla="+- 0 12487 12151"/>
                                <a:gd name="T201" fmla="*/ T200 w 874"/>
                                <a:gd name="T202" fmla="+- 0 11100 11055"/>
                                <a:gd name="T203" fmla="*/ 11100 h 875"/>
                                <a:gd name="T204" fmla="+- 0 12547 12151"/>
                                <a:gd name="T205" fmla="*/ T204 w 874"/>
                                <a:gd name="T206" fmla="+- 0 11089 11055"/>
                                <a:gd name="T207" fmla="*/ 11089 h 875"/>
                                <a:gd name="T208" fmla="+- 0 12567 12151"/>
                                <a:gd name="T209" fmla="*/ T208 w 874"/>
                                <a:gd name="T210" fmla="+- 0 11087 11055"/>
                                <a:gd name="T211" fmla="*/ 11087 h 875"/>
                                <a:gd name="T212" fmla="+- 0 12752 12151"/>
                                <a:gd name="T213" fmla="*/ T212 w 874"/>
                                <a:gd name="T214" fmla="+- 0 11087 11055"/>
                                <a:gd name="T215" fmla="*/ 11087 h 875"/>
                                <a:gd name="T216" fmla="+- 0 12725 12151"/>
                                <a:gd name="T217" fmla="*/ T216 w 874"/>
                                <a:gd name="T218" fmla="+- 0 11077 11055"/>
                                <a:gd name="T219" fmla="*/ 11077 h 875"/>
                                <a:gd name="T220" fmla="+- 0 12692 12151"/>
                                <a:gd name="T221" fmla="*/ T220 w 874"/>
                                <a:gd name="T222" fmla="+- 0 11068 11055"/>
                                <a:gd name="T223" fmla="*/ 11068 h 875"/>
                                <a:gd name="T224" fmla="+- 0 12658 12151"/>
                                <a:gd name="T225" fmla="*/ T224 w 874"/>
                                <a:gd name="T226" fmla="+- 0 11061 11055"/>
                                <a:gd name="T227" fmla="*/ 11061 h 875"/>
                                <a:gd name="T228" fmla="+- 0 12623 12151"/>
                                <a:gd name="T229" fmla="*/ T228 w 874"/>
                                <a:gd name="T230" fmla="+- 0 11056 11055"/>
                                <a:gd name="T231" fmla="*/ 11056 h 875"/>
                                <a:gd name="T232" fmla="+- 0 12587 12151"/>
                                <a:gd name="T233" fmla="*/ T232 w 874"/>
                                <a:gd name="T234" fmla="+- 0 11055 11055"/>
                                <a:gd name="T235" fmla="*/ 11055 h 87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  <a:cxn ang="0">
                                  <a:pos x="T209" y="T211"/>
                                </a:cxn>
                                <a:cxn ang="0">
                                  <a:pos x="T213" y="T215"/>
                                </a:cxn>
                                <a:cxn ang="0">
                                  <a:pos x="T217" y="T219"/>
                                </a:cxn>
                                <a:cxn ang="0">
                                  <a:pos x="T221" y="T223"/>
                                </a:cxn>
                                <a:cxn ang="0">
                                  <a:pos x="T225" y="T227"/>
                                </a:cxn>
                                <a:cxn ang="0">
                                  <a:pos x="T229" y="T231"/>
                                </a:cxn>
                                <a:cxn ang="0">
                                  <a:pos x="T233" y="T235"/>
                                </a:cxn>
                              </a:cxnLst>
                              <a:rect l="0" t="0" r="r" b="b"/>
                              <a:pathLst>
                                <a:path w="874" h="875">
                                  <a:moveTo>
                                    <a:pt x="436" y="0"/>
                                  </a:moveTo>
                                  <a:lnTo>
                                    <a:pt x="366" y="6"/>
                                  </a:lnTo>
                                  <a:lnTo>
                                    <a:pt x="298" y="22"/>
                                  </a:lnTo>
                                  <a:lnTo>
                                    <a:pt x="236" y="49"/>
                                  </a:lnTo>
                                  <a:lnTo>
                                    <a:pt x="179" y="84"/>
                                  </a:lnTo>
                                  <a:lnTo>
                                    <a:pt x="128" y="128"/>
                                  </a:lnTo>
                                  <a:lnTo>
                                    <a:pt x="84" y="179"/>
                                  </a:lnTo>
                                  <a:lnTo>
                                    <a:pt x="49" y="236"/>
                                  </a:lnTo>
                                  <a:lnTo>
                                    <a:pt x="22" y="299"/>
                                  </a:lnTo>
                                  <a:lnTo>
                                    <a:pt x="6" y="366"/>
                                  </a:lnTo>
                                  <a:lnTo>
                                    <a:pt x="0" y="437"/>
                                  </a:lnTo>
                                  <a:lnTo>
                                    <a:pt x="1" y="473"/>
                                  </a:lnTo>
                                  <a:lnTo>
                                    <a:pt x="13" y="542"/>
                                  </a:lnTo>
                                  <a:lnTo>
                                    <a:pt x="34" y="607"/>
                                  </a:lnTo>
                                  <a:lnTo>
                                    <a:pt x="65" y="668"/>
                                  </a:lnTo>
                                  <a:lnTo>
                                    <a:pt x="105" y="722"/>
                                  </a:lnTo>
                                  <a:lnTo>
                                    <a:pt x="152" y="769"/>
                                  </a:lnTo>
                                  <a:lnTo>
                                    <a:pt x="206" y="809"/>
                                  </a:lnTo>
                                  <a:lnTo>
                                    <a:pt x="266" y="840"/>
                                  </a:lnTo>
                                  <a:lnTo>
                                    <a:pt x="331" y="862"/>
                                  </a:lnTo>
                                  <a:lnTo>
                                    <a:pt x="401" y="873"/>
                                  </a:lnTo>
                                  <a:lnTo>
                                    <a:pt x="436" y="875"/>
                                  </a:lnTo>
                                  <a:lnTo>
                                    <a:pt x="472" y="873"/>
                                  </a:lnTo>
                                  <a:lnTo>
                                    <a:pt x="507" y="869"/>
                                  </a:lnTo>
                                  <a:lnTo>
                                    <a:pt x="541" y="862"/>
                                  </a:lnTo>
                                  <a:lnTo>
                                    <a:pt x="574" y="852"/>
                                  </a:lnTo>
                                  <a:lnTo>
                                    <a:pt x="601" y="842"/>
                                  </a:lnTo>
                                  <a:lnTo>
                                    <a:pt x="454" y="842"/>
                                  </a:lnTo>
                                  <a:lnTo>
                                    <a:pt x="430" y="842"/>
                                  </a:lnTo>
                                  <a:lnTo>
                                    <a:pt x="364" y="835"/>
                                  </a:lnTo>
                                  <a:lnTo>
                                    <a:pt x="303" y="819"/>
                                  </a:lnTo>
                                  <a:lnTo>
                                    <a:pt x="231" y="786"/>
                                  </a:lnTo>
                                  <a:lnTo>
                                    <a:pt x="168" y="741"/>
                                  </a:lnTo>
                                  <a:lnTo>
                                    <a:pt x="127" y="697"/>
                                  </a:lnTo>
                                  <a:lnTo>
                                    <a:pt x="91" y="648"/>
                                  </a:lnTo>
                                  <a:lnTo>
                                    <a:pt x="63" y="593"/>
                                  </a:lnTo>
                                  <a:lnTo>
                                    <a:pt x="44" y="536"/>
                                  </a:lnTo>
                                  <a:lnTo>
                                    <a:pt x="33" y="475"/>
                                  </a:lnTo>
                                  <a:lnTo>
                                    <a:pt x="32" y="454"/>
                                  </a:lnTo>
                                  <a:lnTo>
                                    <a:pt x="16" y="437"/>
                                  </a:lnTo>
                                  <a:lnTo>
                                    <a:pt x="32" y="437"/>
                                  </a:lnTo>
                                  <a:lnTo>
                                    <a:pt x="32" y="416"/>
                                  </a:lnTo>
                                  <a:lnTo>
                                    <a:pt x="34" y="394"/>
                                  </a:lnTo>
                                  <a:lnTo>
                                    <a:pt x="45" y="333"/>
                                  </a:lnTo>
                                  <a:lnTo>
                                    <a:pt x="65" y="275"/>
                                  </a:lnTo>
                                  <a:lnTo>
                                    <a:pt x="94" y="221"/>
                                  </a:lnTo>
                                  <a:lnTo>
                                    <a:pt x="130" y="173"/>
                                  </a:lnTo>
                                  <a:lnTo>
                                    <a:pt x="174" y="129"/>
                                  </a:lnTo>
                                  <a:lnTo>
                                    <a:pt x="224" y="93"/>
                                  </a:lnTo>
                                  <a:lnTo>
                                    <a:pt x="278" y="64"/>
                                  </a:lnTo>
                                  <a:lnTo>
                                    <a:pt x="336" y="45"/>
                                  </a:lnTo>
                                  <a:lnTo>
                                    <a:pt x="396" y="34"/>
                                  </a:lnTo>
                                  <a:lnTo>
                                    <a:pt x="416" y="32"/>
                                  </a:lnTo>
                                  <a:lnTo>
                                    <a:pt x="601" y="32"/>
                                  </a:lnTo>
                                  <a:lnTo>
                                    <a:pt x="574" y="22"/>
                                  </a:lnTo>
                                  <a:lnTo>
                                    <a:pt x="541" y="13"/>
                                  </a:lnTo>
                                  <a:lnTo>
                                    <a:pt x="507" y="6"/>
                                  </a:lnTo>
                                  <a:lnTo>
                                    <a:pt x="472" y="1"/>
                                  </a:lnTo>
                                  <a:lnTo>
                                    <a:pt x="43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Freeform 97"/>
                          <wps:cNvSpPr>
                            <a:spLocks/>
                          </wps:cNvSpPr>
                          <wps:spPr bwMode="auto">
                            <a:xfrm>
                              <a:off x="12151" y="11055"/>
                              <a:ext cx="874" cy="875"/>
                            </a:xfrm>
                            <a:custGeom>
                              <a:avLst/>
                              <a:gdLst>
                                <a:gd name="T0" fmla="+- 0 12752 12151"/>
                                <a:gd name="T1" fmla="*/ T0 w 874"/>
                                <a:gd name="T2" fmla="+- 0 11087 11055"/>
                                <a:gd name="T3" fmla="*/ 11087 h 875"/>
                                <a:gd name="T4" fmla="+- 0 12567 12151"/>
                                <a:gd name="T5" fmla="*/ T4 w 874"/>
                                <a:gd name="T6" fmla="+- 0 11087 11055"/>
                                <a:gd name="T7" fmla="*/ 11087 h 875"/>
                                <a:gd name="T8" fmla="+- 0 12591 12151"/>
                                <a:gd name="T9" fmla="*/ T8 w 874"/>
                                <a:gd name="T10" fmla="+- 0 11088 11055"/>
                                <a:gd name="T11" fmla="*/ 11088 h 875"/>
                                <a:gd name="T12" fmla="+- 0 12614 12151"/>
                                <a:gd name="T13" fmla="*/ T12 w 874"/>
                                <a:gd name="T14" fmla="+- 0 11089 11055"/>
                                <a:gd name="T15" fmla="*/ 11089 h 875"/>
                                <a:gd name="T16" fmla="+- 0 12679 12151"/>
                                <a:gd name="T17" fmla="*/ T16 w 874"/>
                                <a:gd name="T18" fmla="+- 0 11099 11055"/>
                                <a:gd name="T19" fmla="*/ 11099 h 875"/>
                                <a:gd name="T20" fmla="+- 0 12738 12151"/>
                                <a:gd name="T21" fmla="*/ T20 w 874"/>
                                <a:gd name="T22" fmla="+- 0 11117 11055"/>
                                <a:gd name="T23" fmla="*/ 11117 h 875"/>
                                <a:gd name="T24" fmla="+- 0 12808 12151"/>
                                <a:gd name="T25" fmla="*/ T24 w 874"/>
                                <a:gd name="T26" fmla="+- 0 11153 11055"/>
                                <a:gd name="T27" fmla="*/ 11153 h 875"/>
                                <a:gd name="T28" fmla="+- 0 12868 12151"/>
                                <a:gd name="T29" fmla="*/ T28 w 874"/>
                                <a:gd name="T30" fmla="+- 0 11200 11055"/>
                                <a:gd name="T31" fmla="*/ 11200 h 875"/>
                                <a:gd name="T32" fmla="+- 0 12909 12151"/>
                                <a:gd name="T33" fmla="*/ T32 w 874"/>
                                <a:gd name="T34" fmla="+- 0 11247 11055"/>
                                <a:gd name="T35" fmla="*/ 11247 h 875"/>
                                <a:gd name="T36" fmla="+- 0 12942 12151"/>
                                <a:gd name="T37" fmla="*/ T36 w 874"/>
                                <a:gd name="T38" fmla="+- 0 11298 11055"/>
                                <a:gd name="T39" fmla="*/ 11298 h 875"/>
                                <a:gd name="T40" fmla="+- 0 12967 12151"/>
                                <a:gd name="T41" fmla="*/ T40 w 874"/>
                                <a:gd name="T42" fmla="+- 0 11354 11055"/>
                                <a:gd name="T43" fmla="*/ 11354 h 875"/>
                                <a:gd name="T44" fmla="+- 0 12984 12151"/>
                                <a:gd name="T45" fmla="*/ T44 w 874"/>
                                <a:gd name="T46" fmla="+- 0 11412 11055"/>
                                <a:gd name="T47" fmla="*/ 11412 h 875"/>
                                <a:gd name="T48" fmla="+- 0 12992 12151"/>
                                <a:gd name="T49" fmla="*/ T48 w 874"/>
                                <a:gd name="T50" fmla="+- 0 11474 11055"/>
                                <a:gd name="T51" fmla="*/ 11474 h 875"/>
                                <a:gd name="T52" fmla="+- 0 12991 12151"/>
                                <a:gd name="T53" fmla="*/ T52 w 874"/>
                                <a:gd name="T54" fmla="+- 0 11497 11055"/>
                                <a:gd name="T55" fmla="*/ 11497 h 875"/>
                                <a:gd name="T56" fmla="+- 0 12984 12151"/>
                                <a:gd name="T57" fmla="*/ T56 w 874"/>
                                <a:gd name="T58" fmla="+- 0 11564 11055"/>
                                <a:gd name="T59" fmla="*/ 11564 h 875"/>
                                <a:gd name="T60" fmla="+- 0 12968 12151"/>
                                <a:gd name="T61" fmla="*/ T60 w 874"/>
                                <a:gd name="T62" fmla="+- 0 11625 11055"/>
                                <a:gd name="T63" fmla="*/ 11625 h 875"/>
                                <a:gd name="T64" fmla="+- 0 12936 12151"/>
                                <a:gd name="T65" fmla="*/ T64 w 874"/>
                                <a:gd name="T66" fmla="+- 0 11697 11055"/>
                                <a:gd name="T67" fmla="*/ 11697 h 875"/>
                                <a:gd name="T68" fmla="+- 0 12891 12151"/>
                                <a:gd name="T69" fmla="*/ T68 w 874"/>
                                <a:gd name="T70" fmla="+- 0 11760 11055"/>
                                <a:gd name="T71" fmla="*/ 11760 h 875"/>
                                <a:gd name="T72" fmla="+- 0 12848 12151"/>
                                <a:gd name="T73" fmla="*/ T72 w 874"/>
                                <a:gd name="T74" fmla="+- 0 11802 11055"/>
                                <a:gd name="T75" fmla="*/ 11802 h 875"/>
                                <a:gd name="T76" fmla="+- 0 12798 12151"/>
                                <a:gd name="T77" fmla="*/ T76 w 874"/>
                                <a:gd name="T78" fmla="+- 0 11838 11055"/>
                                <a:gd name="T79" fmla="*/ 11838 h 875"/>
                                <a:gd name="T80" fmla="+- 0 12744 12151"/>
                                <a:gd name="T81" fmla="*/ T80 w 874"/>
                                <a:gd name="T82" fmla="+- 0 11866 11055"/>
                                <a:gd name="T83" fmla="*/ 11866 h 875"/>
                                <a:gd name="T84" fmla="+- 0 12686 12151"/>
                                <a:gd name="T85" fmla="*/ T84 w 874"/>
                                <a:gd name="T86" fmla="+- 0 11885 11055"/>
                                <a:gd name="T87" fmla="*/ 11885 h 875"/>
                                <a:gd name="T88" fmla="+- 0 12626 12151"/>
                                <a:gd name="T89" fmla="*/ T88 w 874"/>
                                <a:gd name="T90" fmla="+- 0 11896 11055"/>
                                <a:gd name="T91" fmla="*/ 11896 h 875"/>
                                <a:gd name="T92" fmla="+- 0 12605 12151"/>
                                <a:gd name="T93" fmla="*/ T92 w 874"/>
                                <a:gd name="T94" fmla="+- 0 11897 11055"/>
                                <a:gd name="T95" fmla="*/ 11897 h 875"/>
                                <a:gd name="T96" fmla="+- 0 12752 12151"/>
                                <a:gd name="T97" fmla="*/ T96 w 874"/>
                                <a:gd name="T98" fmla="+- 0 11897 11055"/>
                                <a:gd name="T99" fmla="*/ 11897 h 875"/>
                                <a:gd name="T100" fmla="+- 0 12817 12151"/>
                                <a:gd name="T101" fmla="*/ T100 w 874"/>
                                <a:gd name="T102" fmla="+- 0 11864 11055"/>
                                <a:gd name="T103" fmla="*/ 11864 h 875"/>
                                <a:gd name="T104" fmla="+- 0 12871 12151"/>
                                <a:gd name="T105" fmla="*/ T104 w 874"/>
                                <a:gd name="T106" fmla="+- 0 11824 11055"/>
                                <a:gd name="T107" fmla="*/ 11824 h 875"/>
                                <a:gd name="T108" fmla="+- 0 12919 12151"/>
                                <a:gd name="T109" fmla="*/ T108 w 874"/>
                                <a:gd name="T110" fmla="+- 0 11777 11055"/>
                                <a:gd name="T111" fmla="*/ 11777 h 875"/>
                                <a:gd name="T112" fmla="+- 0 12959 12151"/>
                                <a:gd name="T113" fmla="*/ T112 w 874"/>
                                <a:gd name="T114" fmla="+- 0 11723 11055"/>
                                <a:gd name="T115" fmla="*/ 11723 h 875"/>
                                <a:gd name="T116" fmla="+- 0 12990 12151"/>
                                <a:gd name="T117" fmla="*/ T116 w 874"/>
                                <a:gd name="T118" fmla="+- 0 11662 11055"/>
                                <a:gd name="T119" fmla="*/ 11662 h 875"/>
                                <a:gd name="T120" fmla="+- 0 13011 12151"/>
                                <a:gd name="T121" fmla="*/ T120 w 874"/>
                                <a:gd name="T122" fmla="+- 0 11597 11055"/>
                                <a:gd name="T123" fmla="*/ 11597 h 875"/>
                                <a:gd name="T124" fmla="+- 0 13022 12151"/>
                                <a:gd name="T125" fmla="*/ T124 w 874"/>
                                <a:gd name="T126" fmla="+- 0 11528 11055"/>
                                <a:gd name="T127" fmla="*/ 11528 h 875"/>
                                <a:gd name="T128" fmla="+- 0 13024 12151"/>
                                <a:gd name="T129" fmla="*/ T128 w 874"/>
                                <a:gd name="T130" fmla="+- 0 11492 11055"/>
                                <a:gd name="T131" fmla="*/ 11492 h 875"/>
                                <a:gd name="T132" fmla="+- 0 13022 12151"/>
                                <a:gd name="T133" fmla="*/ T132 w 874"/>
                                <a:gd name="T134" fmla="+- 0 11456 11055"/>
                                <a:gd name="T135" fmla="*/ 11456 h 875"/>
                                <a:gd name="T136" fmla="+- 0 13011 12151"/>
                                <a:gd name="T137" fmla="*/ T136 w 874"/>
                                <a:gd name="T138" fmla="+- 0 11387 11055"/>
                                <a:gd name="T139" fmla="*/ 11387 h 875"/>
                                <a:gd name="T140" fmla="+- 0 12990 12151"/>
                                <a:gd name="T141" fmla="*/ T140 w 874"/>
                                <a:gd name="T142" fmla="+- 0 11322 11055"/>
                                <a:gd name="T143" fmla="*/ 11322 h 875"/>
                                <a:gd name="T144" fmla="+- 0 12959 12151"/>
                                <a:gd name="T145" fmla="*/ T144 w 874"/>
                                <a:gd name="T146" fmla="+- 0 11262 11055"/>
                                <a:gd name="T147" fmla="*/ 11262 h 875"/>
                                <a:gd name="T148" fmla="+- 0 12919 12151"/>
                                <a:gd name="T149" fmla="*/ T148 w 874"/>
                                <a:gd name="T150" fmla="+- 0 11208 11055"/>
                                <a:gd name="T151" fmla="*/ 11208 h 875"/>
                                <a:gd name="T152" fmla="+- 0 12871 12151"/>
                                <a:gd name="T153" fmla="*/ T152 w 874"/>
                                <a:gd name="T154" fmla="+- 0 11160 11055"/>
                                <a:gd name="T155" fmla="*/ 11160 h 875"/>
                                <a:gd name="T156" fmla="+- 0 12817 12151"/>
                                <a:gd name="T157" fmla="*/ T156 w 874"/>
                                <a:gd name="T158" fmla="+- 0 11120 11055"/>
                                <a:gd name="T159" fmla="*/ 11120 h 875"/>
                                <a:gd name="T160" fmla="+- 0 12757 12151"/>
                                <a:gd name="T161" fmla="*/ T160 w 874"/>
                                <a:gd name="T162" fmla="+- 0 11089 11055"/>
                                <a:gd name="T163" fmla="*/ 11089 h 875"/>
                                <a:gd name="T164" fmla="+- 0 12752 12151"/>
                                <a:gd name="T165" fmla="*/ T164 w 874"/>
                                <a:gd name="T166" fmla="+- 0 11087 11055"/>
                                <a:gd name="T167" fmla="*/ 11087 h 87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</a:cxnLst>
                              <a:rect l="0" t="0" r="r" b="b"/>
                              <a:pathLst>
                                <a:path w="874" h="875">
                                  <a:moveTo>
                                    <a:pt x="601" y="32"/>
                                  </a:moveTo>
                                  <a:lnTo>
                                    <a:pt x="416" y="32"/>
                                  </a:lnTo>
                                  <a:lnTo>
                                    <a:pt x="440" y="33"/>
                                  </a:lnTo>
                                  <a:lnTo>
                                    <a:pt x="463" y="34"/>
                                  </a:lnTo>
                                  <a:lnTo>
                                    <a:pt x="528" y="44"/>
                                  </a:lnTo>
                                  <a:lnTo>
                                    <a:pt x="587" y="62"/>
                                  </a:lnTo>
                                  <a:lnTo>
                                    <a:pt x="657" y="98"/>
                                  </a:lnTo>
                                  <a:lnTo>
                                    <a:pt x="717" y="145"/>
                                  </a:lnTo>
                                  <a:lnTo>
                                    <a:pt x="758" y="192"/>
                                  </a:lnTo>
                                  <a:lnTo>
                                    <a:pt x="791" y="243"/>
                                  </a:lnTo>
                                  <a:lnTo>
                                    <a:pt x="816" y="299"/>
                                  </a:lnTo>
                                  <a:lnTo>
                                    <a:pt x="833" y="357"/>
                                  </a:lnTo>
                                  <a:lnTo>
                                    <a:pt x="841" y="419"/>
                                  </a:lnTo>
                                  <a:lnTo>
                                    <a:pt x="840" y="442"/>
                                  </a:lnTo>
                                  <a:lnTo>
                                    <a:pt x="833" y="509"/>
                                  </a:lnTo>
                                  <a:lnTo>
                                    <a:pt x="817" y="570"/>
                                  </a:lnTo>
                                  <a:lnTo>
                                    <a:pt x="785" y="642"/>
                                  </a:lnTo>
                                  <a:lnTo>
                                    <a:pt x="740" y="705"/>
                                  </a:lnTo>
                                  <a:lnTo>
                                    <a:pt x="697" y="747"/>
                                  </a:lnTo>
                                  <a:lnTo>
                                    <a:pt x="647" y="783"/>
                                  </a:lnTo>
                                  <a:lnTo>
                                    <a:pt x="593" y="811"/>
                                  </a:lnTo>
                                  <a:lnTo>
                                    <a:pt x="535" y="830"/>
                                  </a:lnTo>
                                  <a:lnTo>
                                    <a:pt x="475" y="841"/>
                                  </a:lnTo>
                                  <a:lnTo>
                                    <a:pt x="454" y="842"/>
                                  </a:lnTo>
                                  <a:lnTo>
                                    <a:pt x="601" y="842"/>
                                  </a:lnTo>
                                  <a:lnTo>
                                    <a:pt x="666" y="809"/>
                                  </a:lnTo>
                                  <a:lnTo>
                                    <a:pt x="720" y="769"/>
                                  </a:lnTo>
                                  <a:lnTo>
                                    <a:pt x="768" y="722"/>
                                  </a:lnTo>
                                  <a:lnTo>
                                    <a:pt x="808" y="668"/>
                                  </a:lnTo>
                                  <a:lnTo>
                                    <a:pt x="839" y="607"/>
                                  </a:lnTo>
                                  <a:lnTo>
                                    <a:pt x="860" y="542"/>
                                  </a:lnTo>
                                  <a:lnTo>
                                    <a:pt x="871" y="473"/>
                                  </a:lnTo>
                                  <a:lnTo>
                                    <a:pt x="873" y="437"/>
                                  </a:lnTo>
                                  <a:lnTo>
                                    <a:pt x="871" y="401"/>
                                  </a:lnTo>
                                  <a:lnTo>
                                    <a:pt x="860" y="332"/>
                                  </a:lnTo>
                                  <a:lnTo>
                                    <a:pt x="839" y="267"/>
                                  </a:lnTo>
                                  <a:lnTo>
                                    <a:pt x="808" y="207"/>
                                  </a:lnTo>
                                  <a:lnTo>
                                    <a:pt x="768" y="153"/>
                                  </a:lnTo>
                                  <a:lnTo>
                                    <a:pt x="720" y="105"/>
                                  </a:lnTo>
                                  <a:lnTo>
                                    <a:pt x="666" y="65"/>
                                  </a:lnTo>
                                  <a:lnTo>
                                    <a:pt x="606" y="34"/>
                                  </a:lnTo>
                                  <a:lnTo>
                                    <a:pt x="601" y="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" name="Group 93"/>
                        <wpg:cNvGrpSpPr>
                          <a:grpSpLocks/>
                        </wpg:cNvGrpSpPr>
                        <wpg:grpSpPr bwMode="auto">
                          <a:xfrm>
                            <a:off x="12399" y="13758"/>
                            <a:ext cx="484" cy="680"/>
                            <a:chOff x="12399" y="13758"/>
                            <a:chExt cx="484" cy="680"/>
                          </a:xfrm>
                        </wpg:grpSpPr>
                        <wps:wsp>
                          <wps:cNvPr id="108" name="Freeform 95"/>
                          <wps:cNvSpPr>
                            <a:spLocks/>
                          </wps:cNvSpPr>
                          <wps:spPr bwMode="auto">
                            <a:xfrm>
                              <a:off x="12399" y="13758"/>
                              <a:ext cx="484" cy="680"/>
                            </a:xfrm>
                            <a:custGeom>
                              <a:avLst/>
                              <a:gdLst>
                                <a:gd name="T0" fmla="+- 0 12641 12399"/>
                                <a:gd name="T1" fmla="*/ T0 w 484"/>
                                <a:gd name="T2" fmla="+- 0 13758 13758"/>
                                <a:gd name="T3" fmla="*/ 13758 h 680"/>
                                <a:gd name="T4" fmla="+- 0 12573 12399"/>
                                <a:gd name="T5" fmla="*/ T4 w 484"/>
                                <a:gd name="T6" fmla="+- 0 13768 13758"/>
                                <a:gd name="T7" fmla="*/ 13768 h 680"/>
                                <a:gd name="T8" fmla="+- 0 12513 12399"/>
                                <a:gd name="T9" fmla="*/ T8 w 484"/>
                                <a:gd name="T10" fmla="+- 0 13795 13758"/>
                                <a:gd name="T11" fmla="*/ 13795 h 680"/>
                                <a:gd name="T12" fmla="+- 0 12463 12399"/>
                                <a:gd name="T13" fmla="*/ T12 w 484"/>
                                <a:gd name="T14" fmla="+- 0 13836 13758"/>
                                <a:gd name="T15" fmla="*/ 13836 h 680"/>
                                <a:gd name="T16" fmla="+- 0 12426 12399"/>
                                <a:gd name="T17" fmla="*/ T16 w 484"/>
                                <a:gd name="T18" fmla="+- 0 13890 13758"/>
                                <a:gd name="T19" fmla="*/ 13890 h 680"/>
                                <a:gd name="T20" fmla="+- 0 12404 12399"/>
                                <a:gd name="T21" fmla="*/ T20 w 484"/>
                                <a:gd name="T22" fmla="+- 0 13952 13758"/>
                                <a:gd name="T23" fmla="*/ 13952 h 680"/>
                                <a:gd name="T24" fmla="+- 0 12399 12399"/>
                                <a:gd name="T25" fmla="*/ T24 w 484"/>
                                <a:gd name="T26" fmla="+- 0 14000 13758"/>
                                <a:gd name="T27" fmla="*/ 14000 h 680"/>
                                <a:gd name="T28" fmla="+- 0 12401 12399"/>
                                <a:gd name="T29" fmla="*/ T28 w 484"/>
                                <a:gd name="T30" fmla="+- 0 14019 13758"/>
                                <a:gd name="T31" fmla="*/ 14019 h 680"/>
                                <a:gd name="T32" fmla="+- 0 12425 12399"/>
                                <a:gd name="T33" fmla="*/ T32 w 484"/>
                                <a:gd name="T34" fmla="+- 0 14096 13758"/>
                                <a:gd name="T35" fmla="*/ 14096 h 680"/>
                                <a:gd name="T36" fmla="+- 0 12453 12399"/>
                                <a:gd name="T37" fmla="*/ T36 w 484"/>
                                <a:gd name="T38" fmla="+- 0 14153 13758"/>
                                <a:gd name="T39" fmla="*/ 14153 h 680"/>
                                <a:gd name="T40" fmla="+- 0 12487 12399"/>
                                <a:gd name="T41" fmla="*/ T40 w 484"/>
                                <a:gd name="T42" fmla="+- 0 14211 13758"/>
                                <a:gd name="T43" fmla="*/ 14211 h 680"/>
                                <a:gd name="T44" fmla="+- 0 12523 12399"/>
                                <a:gd name="T45" fmla="*/ T44 w 484"/>
                                <a:gd name="T46" fmla="+- 0 14269 13758"/>
                                <a:gd name="T47" fmla="*/ 14269 h 680"/>
                                <a:gd name="T48" fmla="+- 0 12560 12399"/>
                                <a:gd name="T49" fmla="*/ T48 w 484"/>
                                <a:gd name="T50" fmla="+- 0 14322 13758"/>
                                <a:gd name="T51" fmla="*/ 14322 h 680"/>
                                <a:gd name="T52" fmla="+- 0 12609 12399"/>
                                <a:gd name="T53" fmla="*/ T52 w 484"/>
                                <a:gd name="T54" fmla="+- 0 14388 13758"/>
                                <a:gd name="T55" fmla="*/ 14388 h 680"/>
                                <a:gd name="T56" fmla="+- 0 12648 12399"/>
                                <a:gd name="T57" fmla="*/ T56 w 484"/>
                                <a:gd name="T58" fmla="+- 0 14438 13758"/>
                                <a:gd name="T59" fmla="*/ 14438 h 680"/>
                                <a:gd name="T60" fmla="+- 0 12738 12399"/>
                                <a:gd name="T61" fmla="*/ T60 w 484"/>
                                <a:gd name="T62" fmla="+- 0 14320 13758"/>
                                <a:gd name="T63" fmla="*/ 14320 h 680"/>
                                <a:gd name="T64" fmla="+- 0 12783 12399"/>
                                <a:gd name="T65" fmla="*/ T64 w 484"/>
                                <a:gd name="T66" fmla="+- 0 14260 13758"/>
                                <a:gd name="T67" fmla="*/ 14260 h 680"/>
                                <a:gd name="T68" fmla="+- 0 12830 12399"/>
                                <a:gd name="T69" fmla="*/ T68 w 484"/>
                                <a:gd name="T70" fmla="+- 0 14193 13758"/>
                                <a:gd name="T71" fmla="*/ 14193 h 680"/>
                                <a:gd name="T72" fmla="+- 0 12644 12399"/>
                                <a:gd name="T73" fmla="*/ T72 w 484"/>
                                <a:gd name="T74" fmla="+- 0 14193 13758"/>
                                <a:gd name="T75" fmla="*/ 14193 h 680"/>
                                <a:gd name="T76" fmla="+- 0 12621 12399"/>
                                <a:gd name="T77" fmla="*/ T76 w 484"/>
                                <a:gd name="T78" fmla="+- 0 14191 13758"/>
                                <a:gd name="T79" fmla="*/ 14191 h 680"/>
                                <a:gd name="T80" fmla="+- 0 12556 12399"/>
                                <a:gd name="T81" fmla="*/ T80 w 484"/>
                                <a:gd name="T82" fmla="+- 0 14172 13758"/>
                                <a:gd name="T83" fmla="*/ 14172 h 680"/>
                                <a:gd name="T84" fmla="+- 0 12503 12399"/>
                                <a:gd name="T85" fmla="*/ T84 w 484"/>
                                <a:gd name="T86" fmla="+- 0 14134 13758"/>
                                <a:gd name="T87" fmla="*/ 14134 h 680"/>
                                <a:gd name="T88" fmla="+- 0 12466 12399"/>
                                <a:gd name="T89" fmla="*/ T88 w 484"/>
                                <a:gd name="T90" fmla="+- 0 14081 13758"/>
                                <a:gd name="T91" fmla="*/ 14081 h 680"/>
                                <a:gd name="T92" fmla="+- 0 12449 12399"/>
                                <a:gd name="T93" fmla="*/ T92 w 484"/>
                                <a:gd name="T94" fmla="+- 0 14017 13758"/>
                                <a:gd name="T95" fmla="*/ 14017 h 680"/>
                                <a:gd name="T96" fmla="+- 0 12450 12399"/>
                                <a:gd name="T97" fmla="*/ T96 w 484"/>
                                <a:gd name="T98" fmla="+- 0 13992 13758"/>
                                <a:gd name="T99" fmla="*/ 13992 h 680"/>
                                <a:gd name="T100" fmla="+- 0 12467 12399"/>
                                <a:gd name="T101" fmla="*/ T100 w 484"/>
                                <a:gd name="T102" fmla="+- 0 13923 13758"/>
                                <a:gd name="T103" fmla="*/ 13923 h 680"/>
                                <a:gd name="T104" fmla="+- 0 12503 12399"/>
                                <a:gd name="T105" fmla="*/ T104 w 484"/>
                                <a:gd name="T106" fmla="+- 0 13868 13758"/>
                                <a:gd name="T107" fmla="*/ 13868 h 680"/>
                                <a:gd name="T108" fmla="+- 0 12552 12399"/>
                                <a:gd name="T109" fmla="*/ T108 w 484"/>
                                <a:gd name="T110" fmla="+- 0 13829 13758"/>
                                <a:gd name="T111" fmla="*/ 13829 h 680"/>
                                <a:gd name="T112" fmla="+- 0 12613 12399"/>
                                <a:gd name="T113" fmla="*/ T112 w 484"/>
                                <a:gd name="T114" fmla="+- 0 13809 13758"/>
                                <a:gd name="T115" fmla="*/ 13809 h 680"/>
                                <a:gd name="T116" fmla="+- 0 12641 12399"/>
                                <a:gd name="T117" fmla="*/ T116 w 484"/>
                                <a:gd name="T118" fmla="+- 0 13807 13758"/>
                                <a:gd name="T119" fmla="*/ 13807 h 680"/>
                                <a:gd name="T120" fmla="+- 0 12786 12399"/>
                                <a:gd name="T121" fmla="*/ T120 w 484"/>
                                <a:gd name="T122" fmla="+- 0 13807 13758"/>
                                <a:gd name="T123" fmla="*/ 13807 h 680"/>
                                <a:gd name="T124" fmla="+- 0 12770 12399"/>
                                <a:gd name="T125" fmla="*/ T124 w 484"/>
                                <a:gd name="T126" fmla="+- 0 13796 13758"/>
                                <a:gd name="T127" fmla="*/ 13796 h 680"/>
                                <a:gd name="T128" fmla="+- 0 12710 12399"/>
                                <a:gd name="T129" fmla="*/ T128 w 484"/>
                                <a:gd name="T130" fmla="+- 0 13768 13758"/>
                                <a:gd name="T131" fmla="*/ 13768 h 680"/>
                                <a:gd name="T132" fmla="+- 0 12643 12399"/>
                                <a:gd name="T133" fmla="*/ T132 w 484"/>
                                <a:gd name="T134" fmla="+- 0 13758 13758"/>
                                <a:gd name="T135" fmla="*/ 13758 h 680"/>
                                <a:gd name="T136" fmla="+- 0 12641 12399"/>
                                <a:gd name="T137" fmla="*/ T136 w 484"/>
                                <a:gd name="T138" fmla="+- 0 13758 13758"/>
                                <a:gd name="T139" fmla="*/ 13758 h 6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</a:cxnLst>
                              <a:rect l="0" t="0" r="r" b="b"/>
                              <a:pathLst>
                                <a:path w="484" h="680">
                                  <a:moveTo>
                                    <a:pt x="242" y="0"/>
                                  </a:moveTo>
                                  <a:lnTo>
                                    <a:pt x="174" y="10"/>
                                  </a:lnTo>
                                  <a:lnTo>
                                    <a:pt x="114" y="37"/>
                                  </a:lnTo>
                                  <a:lnTo>
                                    <a:pt x="64" y="78"/>
                                  </a:lnTo>
                                  <a:lnTo>
                                    <a:pt x="27" y="132"/>
                                  </a:lnTo>
                                  <a:lnTo>
                                    <a:pt x="5" y="194"/>
                                  </a:lnTo>
                                  <a:lnTo>
                                    <a:pt x="0" y="242"/>
                                  </a:lnTo>
                                  <a:lnTo>
                                    <a:pt x="2" y="261"/>
                                  </a:lnTo>
                                  <a:lnTo>
                                    <a:pt x="26" y="338"/>
                                  </a:lnTo>
                                  <a:lnTo>
                                    <a:pt x="54" y="395"/>
                                  </a:lnTo>
                                  <a:lnTo>
                                    <a:pt x="88" y="453"/>
                                  </a:lnTo>
                                  <a:lnTo>
                                    <a:pt x="124" y="511"/>
                                  </a:lnTo>
                                  <a:lnTo>
                                    <a:pt x="161" y="564"/>
                                  </a:lnTo>
                                  <a:lnTo>
                                    <a:pt x="210" y="630"/>
                                  </a:lnTo>
                                  <a:lnTo>
                                    <a:pt x="249" y="680"/>
                                  </a:lnTo>
                                  <a:lnTo>
                                    <a:pt x="339" y="562"/>
                                  </a:lnTo>
                                  <a:lnTo>
                                    <a:pt x="384" y="502"/>
                                  </a:lnTo>
                                  <a:lnTo>
                                    <a:pt x="431" y="435"/>
                                  </a:lnTo>
                                  <a:lnTo>
                                    <a:pt x="245" y="435"/>
                                  </a:lnTo>
                                  <a:lnTo>
                                    <a:pt x="222" y="433"/>
                                  </a:lnTo>
                                  <a:lnTo>
                                    <a:pt x="157" y="414"/>
                                  </a:lnTo>
                                  <a:lnTo>
                                    <a:pt x="104" y="376"/>
                                  </a:lnTo>
                                  <a:lnTo>
                                    <a:pt x="67" y="323"/>
                                  </a:lnTo>
                                  <a:lnTo>
                                    <a:pt x="50" y="259"/>
                                  </a:lnTo>
                                  <a:lnTo>
                                    <a:pt x="51" y="234"/>
                                  </a:lnTo>
                                  <a:lnTo>
                                    <a:pt x="68" y="165"/>
                                  </a:lnTo>
                                  <a:lnTo>
                                    <a:pt x="104" y="110"/>
                                  </a:lnTo>
                                  <a:lnTo>
                                    <a:pt x="153" y="71"/>
                                  </a:lnTo>
                                  <a:lnTo>
                                    <a:pt x="214" y="51"/>
                                  </a:lnTo>
                                  <a:lnTo>
                                    <a:pt x="242" y="49"/>
                                  </a:lnTo>
                                  <a:lnTo>
                                    <a:pt x="387" y="49"/>
                                  </a:lnTo>
                                  <a:lnTo>
                                    <a:pt x="371" y="38"/>
                                  </a:lnTo>
                                  <a:lnTo>
                                    <a:pt x="311" y="10"/>
                                  </a:lnTo>
                                  <a:lnTo>
                                    <a:pt x="244" y="0"/>
                                  </a:lnTo>
                                  <a:lnTo>
                                    <a:pt x="2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Freeform 94"/>
                          <wps:cNvSpPr>
                            <a:spLocks/>
                          </wps:cNvSpPr>
                          <wps:spPr bwMode="auto">
                            <a:xfrm>
                              <a:off x="12399" y="13758"/>
                              <a:ext cx="484" cy="680"/>
                            </a:xfrm>
                            <a:custGeom>
                              <a:avLst/>
                              <a:gdLst>
                                <a:gd name="T0" fmla="+- 0 12786 12399"/>
                                <a:gd name="T1" fmla="*/ T0 w 484"/>
                                <a:gd name="T2" fmla="+- 0 13807 13758"/>
                                <a:gd name="T3" fmla="*/ 13807 h 680"/>
                                <a:gd name="T4" fmla="+- 0 12641 12399"/>
                                <a:gd name="T5" fmla="*/ T4 w 484"/>
                                <a:gd name="T6" fmla="+- 0 13807 13758"/>
                                <a:gd name="T7" fmla="*/ 13807 h 680"/>
                                <a:gd name="T8" fmla="+- 0 12664 12399"/>
                                <a:gd name="T9" fmla="*/ T8 w 484"/>
                                <a:gd name="T10" fmla="+- 0 13809 13758"/>
                                <a:gd name="T11" fmla="*/ 13809 h 680"/>
                                <a:gd name="T12" fmla="+- 0 12686 12399"/>
                                <a:gd name="T13" fmla="*/ T12 w 484"/>
                                <a:gd name="T14" fmla="+- 0 13813 13758"/>
                                <a:gd name="T15" fmla="*/ 13813 h 680"/>
                                <a:gd name="T16" fmla="+- 0 12746 12399"/>
                                <a:gd name="T17" fmla="*/ T16 w 484"/>
                                <a:gd name="T18" fmla="+- 0 13839 13758"/>
                                <a:gd name="T19" fmla="*/ 13839 h 680"/>
                                <a:gd name="T20" fmla="+- 0 12794 12399"/>
                                <a:gd name="T21" fmla="*/ T20 w 484"/>
                                <a:gd name="T22" fmla="+- 0 13883 13758"/>
                                <a:gd name="T23" fmla="*/ 13883 h 680"/>
                                <a:gd name="T24" fmla="+- 0 12824 12399"/>
                                <a:gd name="T25" fmla="*/ T24 w 484"/>
                                <a:gd name="T26" fmla="+- 0 13941 13758"/>
                                <a:gd name="T27" fmla="*/ 13941 h 680"/>
                                <a:gd name="T28" fmla="+- 0 12833 12399"/>
                                <a:gd name="T29" fmla="*/ T28 w 484"/>
                                <a:gd name="T30" fmla="+- 0 13985 13758"/>
                                <a:gd name="T31" fmla="*/ 13985 h 680"/>
                                <a:gd name="T32" fmla="+- 0 12832 12399"/>
                                <a:gd name="T33" fmla="*/ T32 w 484"/>
                                <a:gd name="T34" fmla="+- 0 14011 13758"/>
                                <a:gd name="T35" fmla="*/ 14011 h 680"/>
                                <a:gd name="T36" fmla="+- 0 12814 12399"/>
                                <a:gd name="T37" fmla="*/ T36 w 484"/>
                                <a:gd name="T38" fmla="+- 0 14078 13758"/>
                                <a:gd name="T39" fmla="*/ 14078 h 680"/>
                                <a:gd name="T40" fmla="+- 0 12778 12399"/>
                                <a:gd name="T41" fmla="*/ T40 w 484"/>
                                <a:gd name="T42" fmla="+- 0 14133 13758"/>
                                <a:gd name="T43" fmla="*/ 14133 h 680"/>
                                <a:gd name="T44" fmla="+- 0 12727 12399"/>
                                <a:gd name="T45" fmla="*/ T44 w 484"/>
                                <a:gd name="T46" fmla="+- 0 14172 13758"/>
                                <a:gd name="T47" fmla="*/ 14172 h 680"/>
                                <a:gd name="T48" fmla="+- 0 12666 12399"/>
                                <a:gd name="T49" fmla="*/ T48 w 484"/>
                                <a:gd name="T50" fmla="+- 0 14191 13758"/>
                                <a:gd name="T51" fmla="*/ 14191 h 680"/>
                                <a:gd name="T52" fmla="+- 0 12644 12399"/>
                                <a:gd name="T53" fmla="*/ T52 w 484"/>
                                <a:gd name="T54" fmla="+- 0 14193 13758"/>
                                <a:gd name="T55" fmla="*/ 14193 h 680"/>
                                <a:gd name="T56" fmla="+- 0 12830 12399"/>
                                <a:gd name="T57" fmla="*/ T56 w 484"/>
                                <a:gd name="T58" fmla="+- 0 14193 13758"/>
                                <a:gd name="T59" fmla="*/ 14193 h 680"/>
                                <a:gd name="T60" fmla="+- 0 12861 12399"/>
                                <a:gd name="T61" fmla="*/ T60 w 484"/>
                                <a:gd name="T62" fmla="+- 0 14139 13758"/>
                                <a:gd name="T63" fmla="*/ 14139 h 680"/>
                                <a:gd name="T64" fmla="+- 0 12880 12399"/>
                                <a:gd name="T65" fmla="*/ T64 w 484"/>
                                <a:gd name="T66" fmla="+- 0 14067 13758"/>
                                <a:gd name="T67" fmla="*/ 14067 h 680"/>
                                <a:gd name="T68" fmla="+- 0 12882 12399"/>
                                <a:gd name="T69" fmla="*/ T68 w 484"/>
                                <a:gd name="T70" fmla="+- 0 14011 13758"/>
                                <a:gd name="T71" fmla="*/ 14011 h 680"/>
                                <a:gd name="T72" fmla="+- 0 12882 12399"/>
                                <a:gd name="T73" fmla="*/ T72 w 484"/>
                                <a:gd name="T74" fmla="+- 0 13998 13758"/>
                                <a:gd name="T75" fmla="*/ 13998 h 680"/>
                                <a:gd name="T76" fmla="+- 0 12873 12399"/>
                                <a:gd name="T77" fmla="*/ T76 w 484"/>
                                <a:gd name="T78" fmla="+- 0 13932 13758"/>
                                <a:gd name="T79" fmla="*/ 13932 h 680"/>
                                <a:gd name="T80" fmla="+- 0 12846 12399"/>
                                <a:gd name="T81" fmla="*/ T80 w 484"/>
                                <a:gd name="T82" fmla="+- 0 13872 13758"/>
                                <a:gd name="T83" fmla="*/ 13872 h 680"/>
                                <a:gd name="T84" fmla="+- 0 12804 12399"/>
                                <a:gd name="T85" fmla="*/ T84 w 484"/>
                                <a:gd name="T86" fmla="+- 0 13822 13758"/>
                                <a:gd name="T87" fmla="*/ 13822 h 680"/>
                                <a:gd name="T88" fmla="+- 0 12788 12399"/>
                                <a:gd name="T89" fmla="*/ T88 w 484"/>
                                <a:gd name="T90" fmla="+- 0 13808 13758"/>
                                <a:gd name="T91" fmla="*/ 13808 h 680"/>
                                <a:gd name="T92" fmla="+- 0 12786 12399"/>
                                <a:gd name="T93" fmla="*/ T92 w 484"/>
                                <a:gd name="T94" fmla="+- 0 13807 13758"/>
                                <a:gd name="T95" fmla="*/ 13807 h 6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</a:cxnLst>
                              <a:rect l="0" t="0" r="r" b="b"/>
                              <a:pathLst>
                                <a:path w="484" h="680">
                                  <a:moveTo>
                                    <a:pt x="387" y="49"/>
                                  </a:moveTo>
                                  <a:lnTo>
                                    <a:pt x="242" y="49"/>
                                  </a:lnTo>
                                  <a:lnTo>
                                    <a:pt x="265" y="51"/>
                                  </a:lnTo>
                                  <a:lnTo>
                                    <a:pt x="287" y="55"/>
                                  </a:lnTo>
                                  <a:lnTo>
                                    <a:pt x="347" y="81"/>
                                  </a:lnTo>
                                  <a:lnTo>
                                    <a:pt x="395" y="125"/>
                                  </a:lnTo>
                                  <a:lnTo>
                                    <a:pt x="425" y="183"/>
                                  </a:lnTo>
                                  <a:lnTo>
                                    <a:pt x="434" y="227"/>
                                  </a:lnTo>
                                  <a:lnTo>
                                    <a:pt x="433" y="253"/>
                                  </a:lnTo>
                                  <a:lnTo>
                                    <a:pt x="415" y="320"/>
                                  </a:lnTo>
                                  <a:lnTo>
                                    <a:pt x="379" y="375"/>
                                  </a:lnTo>
                                  <a:lnTo>
                                    <a:pt x="328" y="414"/>
                                  </a:lnTo>
                                  <a:lnTo>
                                    <a:pt x="267" y="433"/>
                                  </a:lnTo>
                                  <a:lnTo>
                                    <a:pt x="245" y="435"/>
                                  </a:lnTo>
                                  <a:lnTo>
                                    <a:pt x="431" y="435"/>
                                  </a:lnTo>
                                  <a:lnTo>
                                    <a:pt x="462" y="381"/>
                                  </a:lnTo>
                                  <a:lnTo>
                                    <a:pt x="481" y="309"/>
                                  </a:lnTo>
                                  <a:lnTo>
                                    <a:pt x="483" y="253"/>
                                  </a:lnTo>
                                  <a:lnTo>
                                    <a:pt x="483" y="240"/>
                                  </a:lnTo>
                                  <a:lnTo>
                                    <a:pt x="474" y="174"/>
                                  </a:lnTo>
                                  <a:lnTo>
                                    <a:pt x="447" y="114"/>
                                  </a:lnTo>
                                  <a:lnTo>
                                    <a:pt x="405" y="64"/>
                                  </a:lnTo>
                                  <a:lnTo>
                                    <a:pt x="389" y="50"/>
                                  </a:lnTo>
                                  <a:lnTo>
                                    <a:pt x="387" y="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" name="Group 91"/>
                        <wpg:cNvGrpSpPr>
                          <a:grpSpLocks/>
                        </wpg:cNvGrpSpPr>
                        <wpg:grpSpPr bwMode="auto">
                          <a:xfrm>
                            <a:off x="12566" y="13911"/>
                            <a:ext cx="150" cy="46"/>
                            <a:chOff x="12566" y="13911"/>
                            <a:chExt cx="150" cy="46"/>
                          </a:xfrm>
                        </wpg:grpSpPr>
                        <wps:wsp>
                          <wps:cNvPr id="111" name="Freeform 92"/>
                          <wps:cNvSpPr>
                            <a:spLocks/>
                          </wps:cNvSpPr>
                          <wps:spPr bwMode="auto">
                            <a:xfrm>
                              <a:off x="12566" y="13911"/>
                              <a:ext cx="150" cy="46"/>
                            </a:xfrm>
                            <a:custGeom>
                              <a:avLst/>
                              <a:gdLst>
                                <a:gd name="T0" fmla="+- 0 12715 12566"/>
                                <a:gd name="T1" fmla="*/ T0 w 150"/>
                                <a:gd name="T2" fmla="+- 0 13911 13911"/>
                                <a:gd name="T3" fmla="*/ 13911 h 46"/>
                                <a:gd name="T4" fmla="+- 0 12612 12566"/>
                                <a:gd name="T5" fmla="*/ T4 w 150"/>
                                <a:gd name="T6" fmla="+- 0 13911 13911"/>
                                <a:gd name="T7" fmla="*/ 13911 h 46"/>
                                <a:gd name="T8" fmla="+- 0 12566 12566"/>
                                <a:gd name="T9" fmla="*/ T8 w 150"/>
                                <a:gd name="T10" fmla="+- 0 13957 13911"/>
                                <a:gd name="T11" fmla="*/ 13957 h 46"/>
                                <a:gd name="T12" fmla="+- 0 12669 12566"/>
                                <a:gd name="T13" fmla="*/ T12 w 150"/>
                                <a:gd name="T14" fmla="+- 0 13957 13911"/>
                                <a:gd name="T15" fmla="*/ 13957 h 46"/>
                                <a:gd name="T16" fmla="+- 0 12715 12566"/>
                                <a:gd name="T17" fmla="*/ T16 w 150"/>
                                <a:gd name="T18" fmla="+- 0 13911 13911"/>
                                <a:gd name="T19" fmla="*/ 13911 h 4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50" h="46">
                                  <a:moveTo>
                                    <a:pt x="149" y="0"/>
                                  </a:moveTo>
                                  <a:lnTo>
                                    <a:pt x="46" y="0"/>
                                  </a:lnTo>
                                  <a:lnTo>
                                    <a:pt x="0" y="46"/>
                                  </a:lnTo>
                                  <a:lnTo>
                                    <a:pt x="103" y="46"/>
                                  </a:lnTo>
                                  <a:lnTo>
                                    <a:pt x="14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" name="Group 89"/>
                        <wpg:cNvGrpSpPr>
                          <a:grpSpLocks/>
                        </wpg:cNvGrpSpPr>
                        <wpg:grpSpPr bwMode="auto">
                          <a:xfrm>
                            <a:off x="12683" y="13925"/>
                            <a:ext cx="46" cy="150"/>
                            <a:chOff x="12683" y="13925"/>
                            <a:chExt cx="46" cy="150"/>
                          </a:xfrm>
                        </wpg:grpSpPr>
                        <wps:wsp>
                          <wps:cNvPr id="113" name="Freeform 90"/>
                          <wps:cNvSpPr>
                            <a:spLocks/>
                          </wps:cNvSpPr>
                          <wps:spPr bwMode="auto">
                            <a:xfrm>
                              <a:off x="12683" y="13925"/>
                              <a:ext cx="46" cy="150"/>
                            </a:xfrm>
                            <a:custGeom>
                              <a:avLst/>
                              <a:gdLst>
                                <a:gd name="T0" fmla="+- 0 12729 12683"/>
                                <a:gd name="T1" fmla="*/ T0 w 46"/>
                                <a:gd name="T2" fmla="+- 0 13925 13925"/>
                                <a:gd name="T3" fmla="*/ 13925 h 150"/>
                                <a:gd name="T4" fmla="+- 0 12683 12683"/>
                                <a:gd name="T5" fmla="*/ T4 w 46"/>
                                <a:gd name="T6" fmla="+- 0 13971 13925"/>
                                <a:gd name="T7" fmla="*/ 13971 h 150"/>
                                <a:gd name="T8" fmla="+- 0 12683 12683"/>
                                <a:gd name="T9" fmla="*/ T8 w 46"/>
                                <a:gd name="T10" fmla="+- 0 14075 13925"/>
                                <a:gd name="T11" fmla="*/ 14075 h 150"/>
                                <a:gd name="T12" fmla="+- 0 12729 12683"/>
                                <a:gd name="T13" fmla="*/ T12 w 46"/>
                                <a:gd name="T14" fmla="+- 0 14029 13925"/>
                                <a:gd name="T15" fmla="*/ 14029 h 150"/>
                                <a:gd name="T16" fmla="+- 0 12729 12683"/>
                                <a:gd name="T17" fmla="*/ T16 w 46"/>
                                <a:gd name="T18" fmla="+- 0 13925 13925"/>
                                <a:gd name="T19" fmla="*/ 13925 h 1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6" h="150">
                                  <a:moveTo>
                                    <a:pt x="46" y="0"/>
                                  </a:moveTo>
                                  <a:lnTo>
                                    <a:pt x="0" y="46"/>
                                  </a:lnTo>
                                  <a:lnTo>
                                    <a:pt x="0" y="150"/>
                                  </a:lnTo>
                                  <a:lnTo>
                                    <a:pt x="46" y="104"/>
                                  </a:lnTo>
                                  <a:lnTo>
                                    <a:pt x="4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" name="Group 87"/>
                        <wpg:cNvGrpSpPr>
                          <a:grpSpLocks/>
                        </wpg:cNvGrpSpPr>
                        <wpg:grpSpPr bwMode="auto">
                          <a:xfrm>
                            <a:off x="12552" y="13977"/>
                            <a:ext cx="112" cy="112"/>
                            <a:chOff x="12552" y="13977"/>
                            <a:chExt cx="112" cy="112"/>
                          </a:xfrm>
                        </wpg:grpSpPr>
                        <wps:wsp>
                          <wps:cNvPr id="115" name="Freeform 88"/>
                          <wps:cNvSpPr>
                            <a:spLocks/>
                          </wps:cNvSpPr>
                          <wps:spPr bwMode="auto">
                            <a:xfrm>
                              <a:off x="12552" y="13977"/>
                              <a:ext cx="112" cy="112"/>
                            </a:xfrm>
                            <a:custGeom>
                              <a:avLst/>
                              <a:gdLst>
                                <a:gd name="T0" fmla="+- 0 12552 12552"/>
                                <a:gd name="T1" fmla="*/ T0 w 112"/>
                                <a:gd name="T2" fmla="+- 0 13977 13977"/>
                                <a:gd name="T3" fmla="*/ 13977 h 112"/>
                                <a:gd name="T4" fmla="+- 0 12664 12552"/>
                                <a:gd name="T5" fmla="*/ T4 w 112"/>
                                <a:gd name="T6" fmla="+- 0 13977 13977"/>
                                <a:gd name="T7" fmla="*/ 13977 h 112"/>
                                <a:gd name="T8" fmla="+- 0 12664 12552"/>
                                <a:gd name="T9" fmla="*/ T8 w 112"/>
                                <a:gd name="T10" fmla="+- 0 14089 13977"/>
                                <a:gd name="T11" fmla="*/ 14089 h 112"/>
                                <a:gd name="T12" fmla="+- 0 12552 12552"/>
                                <a:gd name="T13" fmla="*/ T12 w 112"/>
                                <a:gd name="T14" fmla="+- 0 14089 13977"/>
                                <a:gd name="T15" fmla="*/ 14089 h 112"/>
                                <a:gd name="T16" fmla="+- 0 12552 12552"/>
                                <a:gd name="T17" fmla="*/ T16 w 112"/>
                                <a:gd name="T18" fmla="+- 0 13977 13977"/>
                                <a:gd name="T19" fmla="*/ 13977 h 1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" h="112">
                                  <a:moveTo>
                                    <a:pt x="0" y="0"/>
                                  </a:moveTo>
                                  <a:lnTo>
                                    <a:pt x="112" y="0"/>
                                  </a:lnTo>
                                  <a:lnTo>
                                    <a:pt x="112" y="112"/>
                                  </a:lnTo>
                                  <a:lnTo>
                                    <a:pt x="0" y="11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" name="Group 84"/>
                        <wpg:cNvGrpSpPr>
                          <a:grpSpLocks/>
                        </wpg:cNvGrpSpPr>
                        <wpg:grpSpPr bwMode="auto">
                          <a:xfrm>
                            <a:off x="12202" y="13653"/>
                            <a:ext cx="874" cy="875"/>
                            <a:chOff x="12202" y="13653"/>
                            <a:chExt cx="874" cy="875"/>
                          </a:xfrm>
                        </wpg:grpSpPr>
                        <wps:wsp>
                          <wps:cNvPr id="117" name="Freeform 86"/>
                          <wps:cNvSpPr>
                            <a:spLocks/>
                          </wps:cNvSpPr>
                          <wps:spPr bwMode="auto">
                            <a:xfrm>
                              <a:off x="12202" y="13653"/>
                              <a:ext cx="874" cy="875"/>
                            </a:xfrm>
                            <a:custGeom>
                              <a:avLst/>
                              <a:gdLst>
                                <a:gd name="T0" fmla="+- 0 12639 12202"/>
                                <a:gd name="T1" fmla="*/ T0 w 874"/>
                                <a:gd name="T2" fmla="+- 0 13653 13653"/>
                                <a:gd name="T3" fmla="*/ 13653 h 875"/>
                                <a:gd name="T4" fmla="+- 0 12568 12202"/>
                                <a:gd name="T5" fmla="*/ T4 w 874"/>
                                <a:gd name="T6" fmla="+- 0 13659 13653"/>
                                <a:gd name="T7" fmla="*/ 13659 h 875"/>
                                <a:gd name="T8" fmla="+- 0 12501 12202"/>
                                <a:gd name="T9" fmla="*/ T8 w 874"/>
                                <a:gd name="T10" fmla="+- 0 13676 13653"/>
                                <a:gd name="T11" fmla="*/ 13676 h 875"/>
                                <a:gd name="T12" fmla="+- 0 12438 12202"/>
                                <a:gd name="T13" fmla="*/ T12 w 874"/>
                                <a:gd name="T14" fmla="+- 0 13702 13653"/>
                                <a:gd name="T15" fmla="*/ 13702 h 875"/>
                                <a:gd name="T16" fmla="+- 0 12381 12202"/>
                                <a:gd name="T17" fmla="*/ T16 w 874"/>
                                <a:gd name="T18" fmla="+- 0 13738 13653"/>
                                <a:gd name="T19" fmla="*/ 13738 h 875"/>
                                <a:gd name="T20" fmla="+- 0 12330 12202"/>
                                <a:gd name="T21" fmla="*/ T20 w 874"/>
                                <a:gd name="T22" fmla="+- 0 13781 13653"/>
                                <a:gd name="T23" fmla="*/ 13781 h 875"/>
                                <a:gd name="T24" fmla="+- 0 12287 12202"/>
                                <a:gd name="T25" fmla="*/ T24 w 874"/>
                                <a:gd name="T26" fmla="+- 0 13832 13653"/>
                                <a:gd name="T27" fmla="*/ 13832 h 875"/>
                                <a:gd name="T28" fmla="+- 0 12251 12202"/>
                                <a:gd name="T29" fmla="*/ T28 w 874"/>
                                <a:gd name="T30" fmla="+- 0 13890 13653"/>
                                <a:gd name="T31" fmla="*/ 13890 h 875"/>
                                <a:gd name="T32" fmla="+- 0 12225 12202"/>
                                <a:gd name="T33" fmla="*/ T32 w 874"/>
                                <a:gd name="T34" fmla="+- 0 13952 13653"/>
                                <a:gd name="T35" fmla="*/ 13952 h 875"/>
                                <a:gd name="T36" fmla="+- 0 12208 12202"/>
                                <a:gd name="T37" fmla="*/ T36 w 874"/>
                                <a:gd name="T38" fmla="+- 0 14020 13653"/>
                                <a:gd name="T39" fmla="*/ 14020 h 875"/>
                                <a:gd name="T40" fmla="+- 0 12202 12202"/>
                                <a:gd name="T41" fmla="*/ T40 w 874"/>
                                <a:gd name="T42" fmla="+- 0 14091 13653"/>
                                <a:gd name="T43" fmla="*/ 14091 h 875"/>
                                <a:gd name="T44" fmla="+- 0 12204 12202"/>
                                <a:gd name="T45" fmla="*/ T44 w 874"/>
                                <a:gd name="T46" fmla="+- 0 14126 13653"/>
                                <a:gd name="T47" fmla="*/ 14126 h 875"/>
                                <a:gd name="T48" fmla="+- 0 12215 12202"/>
                                <a:gd name="T49" fmla="*/ T48 w 874"/>
                                <a:gd name="T50" fmla="+- 0 14196 13653"/>
                                <a:gd name="T51" fmla="*/ 14196 h 875"/>
                                <a:gd name="T52" fmla="+- 0 12237 12202"/>
                                <a:gd name="T53" fmla="*/ T52 w 874"/>
                                <a:gd name="T54" fmla="+- 0 14261 13653"/>
                                <a:gd name="T55" fmla="*/ 14261 h 875"/>
                                <a:gd name="T56" fmla="+- 0 12268 12202"/>
                                <a:gd name="T57" fmla="*/ T56 w 874"/>
                                <a:gd name="T58" fmla="+- 0 14321 13653"/>
                                <a:gd name="T59" fmla="*/ 14321 h 875"/>
                                <a:gd name="T60" fmla="+- 0 12308 12202"/>
                                <a:gd name="T61" fmla="*/ T60 w 874"/>
                                <a:gd name="T62" fmla="+- 0 14375 13653"/>
                                <a:gd name="T63" fmla="*/ 14375 h 875"/>
                                <a:gd name="T64" fmla="+- 0 12355 12202"/>
                                <a:gd name="T65" fmla="*/ T64 w 874"/>
                                <a:gd name="T66" fmla="+- 0 14423 13653"/>
                                <a:gd name="T67" fmla="*/ 14423 h 875"/>
                                <a:gd name="T68" fmla="+- 0 12409 12202"/>
                                <a:gd name="T69" fmla="*/ T68 w 874"/>
                                <a:gd name="T70" fmla="+- 0 14462 13653"/>
                                <a:gd name="T71" fmla="*/ 14462 h 875"/>
                                <a:gd name="T72" fmla="+- 0 12469 12202"/>
                                <a:gd name="T73" fmla="*/ T72 w 874"/>
                                <a:gd name="T74" fmla="+- 0 14494 13653"/>
                                <a:gd name="T75" fmla="*/ 14494 h 875"/>
                                <a:gd name="T76" fmla="+- 0 12534 12202"/>
                                <a:gd name="T77" fmla="*/ T76 w 874"/>
                                <a:gd name="T78" fmla="+- 0 14515 13653"/>
                                <a:gd name="T79" fmla="*/ 14515 h 875"/>
                                <a:gd name="T80" fmla="+- 0 12603 12202"/>
                                <a:gd name="T81" fmla="*/ T80 w 874"/>
                                <a:gd name="T82" fmla="+- 0 14527 13653"/>
                                <a:gd name="T83" fmla="*/ 14527 h 875"/>
                                <a:gd name="T84" fmla="+- 0 12639 12202"/>
                                <a:gd name="T85" fmla="*/ T84 w 874"/>
                                <a:gd name="T86" fmla="+- 0 14528 13653"/>
                                <a:gd name="T87" fmla="*/ 14528 h 875"/>
                                <a:gd name="T88" fmla="+- 0 12675 12202"/>
                                <a:gd name="T89" fmla="*/ T88 w 874"/>
                                <a:gd name="T90" fmla="+- 0 14527 13653"/>
                                <a:gd name="T91" fmla="*/ 14527 h 875"/>
                                <a:gd name="T92" fmla="+- 0 12710 12202"/>
                                <a:gd name="T93" fmla="*/ T92 w 874"/>
                                <a:gd name="T94" fmla="+- 0 14522 13653"/>
                                <a:gd name="T95" fmla="*/ 14522 h 875"/>
                                <a:gd name="T96" fmla="+- 0 12744 12202"/>
                                <a:gd name="T97" fmla="*/ T96 w 874"/>
                                <a:gd name="T98" fmla="+- 0 14515 13653"/>
                                <a:gd name="T99" fmla="*/ 14515 h 875"/>
                                <a:gd name="T100" fmla="+- 0 12777 12202"/>
                                <a:gd name="T101" fmla="*/ T100 w 874"/>
                                <a:gd name="T102" fmla="+- 0 14506 13653"/>
                                <a:gd name="T103" fmla="*/ 14506 h 875"/>
                                <a:gd name="T104" fmla="+- 0 12803 12202"/>
                                <a:gd name="T105" fmla="*/ T104 w 874"/>
                                <a:gd name="T106" fmla="+- 0 14496 13653"/>
                                <a:gd name="T107" fmla="*/ 14496 h 875"/>
                                <a:gd name="T108" fmla="+- 0 12656 12202"/>
                                <a:gd name="T109" fmla="*/ T108 w 874"/>
                                <a:gd name="T110" fmla="+- 0 14496 13653"/>
                                <a:gd name="T111" fmla="*/ 14496 h 875"/>
                                <a:gd name="T112" fmla="+- 0 12633 12202"/>
                                <a:gd name="T113" fmla="*/ T112 w 874"/>
                                <a:gd name="T114" fmla="+- 0 14495 13653"/>
                                <a:gd name="T115" fmla="*/ 14495 h 875"/>
                                <a:gd name="T116" fmla="+- 0 12566 12202"/>
                                <a:gd name="T117" fmla="*/ T116 w 874"/>
                                <a:gd name="T118" fmla="+- 0 14488 13653"/>
                                <a:gd name="T119" fmla="*/ 14488 h 875"/>
                                <a:gd name="T120" fmla="+- 0 12506 12202"/>
                                <a:gd name="T121" fmla="*/ T120 w 874"/>
                                <a:gd name="T122" fmla="+- 0 14472 13653"/>
                                <a:gd name="T123" fmla="*/ 14472 h 875"/>
                                <a:gd name="T124" fmla="+- 0 12433 12202"/>
                                <a:gd name="T125" fmla="*/ T124 w 874"/>
                                <a:gd name="T126" fmla="+- 0 14439 13653"/>
                                <a:gd name="T127" fmla="*/ 14439 h 875"/>
                                <a:gd name="T128" fmla="+- 0 12371 12202"/>
                                <a:gd name="T129" fmla="*/ T128 w 874"/>
                                <a:gd name="T130" fmla="+- 0 14394 13653"/>
                                <a:gd name="T131" fmla="*/ 14394 h 875"/>
                                <a:gd name="T132" fmla="+- 0 12329 12202"/>
                                <a:gd name="T133" fmla="*/ T132 w 874"/>
                                <a:gd name="T134" fmla="+- 0 14351 13653"/>
                                <a:gd name="T135" fmla="*/ 14351 h 875"/>
                                <a:gd name="T136" fmla="+- 0 12294 12202"/>
                                <a:gd name="T137" fmla="*/ T136 w 874"/>
                                <a:gd name="T138" fmla="+- 0 14301 13653"/>
                                <a:gd name="T139" fmla="*/ 14301 h 875"/>
                                <a:gd name="T140" fmla="+- 0 12266 12202"/>
                                <a:gd name="T141" fmla="*/ T140 w 874"/>
                                <a:gd name="T142" fmla="+- 0 14247 13653"/>
                                <a:gd name="T143" fmla="*/ 14247 h 875"/>
                                <a:gd name="T144" fmla="+- 0 12246 12202"/>
                                <a:gd name="T145" fmla="*/ T144 w 874"/>
                                <a:gd name="T146" fmla="+- 0 14189 13653"/>
                                <a:gd name="T147" fmla="*/ 14189 h 875"/>
                                <a:gd name="T148" fmla="+- 0 12236 12202"/>
                                <a:gd name="T149" fmla="*/ T148 w 874"/>
                                <a:gd name="T150" fmla="+- 0 14128 13653"/>
                                <a:gd name="T151" fmla="*/ 14128 h 875"/>
                                <a:gd name="T152" fmla="+- 0 12235 12202"/>
                                <a:gd name="T153" fmla="*/ T152 w 874"/>
                                <a:gd name="T154" fmla="+- 0 14107 13653"/>
                                <a:gd name="T155" fmla="*/ 14107 h 875"/>
                                <a:gd name="T156" fmla="+- 0 12218 12202"/>
                                <a:gd name="T157" fmla="*/ T156 w 874"/>
                                <a:gd name="T158" fmla="+- 0 14091 13653"/>
                                <a:gd name="T159" fmla="*/ 14091 h 875"/>
                                <a:gd name="T160" fmla="+- 0 12234 12202"/>
                                <a:gd name="T161" fmla="*/ T160 w 874"/>
                                <a:gd name="T162" fmla="+- 0 14091 13653"/>
                                <a:gd name="T163" fmla="*/ 14091 h 875"/>
                                <a:gd name="T164" fmla="+- 0 12235 12202"/>
                                <a:gd name="T165" fmla="*/ T164 w 874"/>
                                <a:gd name="T166" fmla="+- 0 14069 13653"/>
                                <a:gd name="T167" fmla="*/ 14069 h 875"/>
                                <a:gd name="T168" fmla="+- 0 12237 12202"/>
                                <a:gd name="T169" fmla="*/ T168 w 874"/>
                                <a:gd name="T170" fmla="+- 0 14048 13653"/>
                                <a:gd name="T171" fmla="*/ 14048 h 875"/>
                                <a:gd name="T172" fmla="+- 0 12248 12202"/>
                                <a:gd name="T173" fmla="*/ T172 w 874"/>
                                <a:gd name="T174" fmla="+- 0 13986 13653"/>
                                <a:gd name="T175" fmla="*/ 13986 h 875"/>
                                <a:gd name="T176" fmla="+- 0 12268 12202"/>
                                <a:gd name="T177" fmla="*/ T176 w 874"/>
                                <a:gd name="T178" fmla="+- 0 13928 13653"/>
                                <a:gd name="T179" fmla="*/ 13928 h 875"/>
                                <a:gd name="T180" fmla="+- 0 12296 12202"/>
                                <a:gd name="T181" fmla="*/ T180 w 874"/>
                                <a:gd name="T182" fmla="+- 0 13875 13653"/>
                                <a:gd name="T183" fmla="*/ 13875 h 875"/>
                                <a:gd name="T184" fmla="+- 0 12332 12202"/>
                                <a:gd name="T185" fmla="*/ T184 w 874"/>
                                <a:gd name="T186" fmla="+- 0 13826 13653"/>
                                <a:gd name="T187" fmla="*/ 13826 h 875"/>
                                <a:gd name="T188" fmla="+- 0 12377 12202"/>
                                <a:gd name="T189" fmla="*/ T188 w 874"/>
                                <a:gd name="T190" fmla="+- 0 13783 13653"/>
                                <a:gd name="T191" fmla="*/ 13783 h 875"/>
                                <a:gd name="T192" fmla="+- 0 12427 12202"/>
                                <a:gd name="T193" fmla="*/ T192 w 874"/>
                                <a:gd name="T194" fmla="+- 0 13746 13653"/>
                                <a:gd name="T195" fmla="*/ 13746 h 875"/>
                                <a:gd name="T196" fmla="+- 0 12481 12202"/>
                                <a:gd name="T197" fmla="*/ T196 w 874"/>
                                <a:gd name="T198" fmla="+- 0 13718 13653"/>
                                <a:gd name="T199" fmla="*/ 13718 h 875"/>
                                <a:gd name="T200" fmla="+- 0 12538 12202"/>
                                <a:gd name="T201" fmla="*/ T200 w 874"/>
                                <a:gd name="T202" fmla="+- 0 13698 13653"/>
                                <a:gd name="T203" fmla="*/ 13698 h 875"/>
                                <a:gd name="T204" fmla="+- 0 12598 12202"/>
                                <a:gd name="T205" fmla="*/ T204 w 874"/>
                                <a:gd name="T206" fmla="+- 0 13687 13653"/>
                                <a:gd name="T207" fmla="*/ 13687 h 875"/>
                                <a:gd name="T208" fmla="+- 0 12619 12202"/>
                                <a:gd name="T209" fmla="*/ T208 w 874"/>
                                <a:gd name="T210" fmla="+- 0 13686 13653"/>
                                <a:gd name="T211" fmla="*/ 13686 h 875"/>
                                <a:gd name="T212" fmla="+- 0 12804 12202"/>
                                <a:gd name="T213" fmla="*/ T212 w 874"/>
                                <a:gd name="T214" fmla="+- 0 13686 13653"/>
                                <a:gd name="T215" fmla="*/ 13686 h 875"/>
                                <a:gd name="T216" fmla="+- 0 12777 12202"/>
                                <a:gd name="T217" fmla="*/ T216 w 874"/>
                                <a:gd name="T218" fmla="+- 0 13676 13653"/>
                                <a:gd name="T219" fmla="*/ 13676 h 875"/>
                                <a:gd name="T220" fmla="+- 0 12744 12202"/>
                                <a:gd name="T221" fmla="*/ T220 w 874"/>
                                <a:gd name="T222" fmla="+- 0 13666 13653"/>
                                <a:gd name="T223" fmla="*/ 13666 h 875"/>
                                <a:gd name="T224" fmla="+- 0 12710 12202"/>
                                <a:gd name="T225" fmla="*/ T224 w 874"/>
                                <a:gd name="T226" fmla="+- 0 13659 13653"/>
                                <a:gd name="T227" fmla="*/ 13659 h 875"/>
                                <a:gd name="T228" fmla="+- 0 12675 12202"/>
                                <a:gd name="T229" fmla="*/ T228 w 874"/>
                                <a:gd name="T230" fmla="+- 0 13655 13653"/>
                                <a:gd name="T231" fmla="*/ 13655 h 875"/>
                                <a:gd name="T232" fmla="+- 0 12639 12202"/>
                                <a:gd name="T233" fmla="*/ T232 w 874"/>
                                <a:gd name="T234" fmla="+- 0 13653 13653"/>
                                <a:gd name="T235" fmla="*/ 13653 h 87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  <a:cxn ang="0">
                                  <a:pos x="T209" y="T211"/>
                                </a:cxn>
                                <a:cxn ang="0">
                                  <a:pos x="T213" y="T215"/>
                                </a:cxn>
                                <a:cxn ang="0">
                                  <a:pos x="T217" y="T219"/>
                                </a:cxn>
                                <a:cxn ang="0">
                                  <a:pos x="T221" y="T223"/>
                                </a:cxn>
                                <a:cxn ang="0">
                                  <a:pos x="T225" y="T227"/>
                                </a:cxn>
                                <a:cxn ang="0">
                                  <a:pos x="T229" y="T231"/>
                                </a:cxn>
                                <a:cxn ang="0">
                                  <a:pos x="T233" y="T235"/>
                                </a:cxn>
                              </a:cxnLst>
                              <a:rect l="0" t="0" r="r" b="b"/>
                              <a:pathLst>
                                <a:path w="874" h="875">
                                  <a:moveTo>
                                    <a:pt x="437" y="0"/>
                                  </a:moveTo>
                                  <a:lnTo>
                                    <a:pt x="366" y="6"/>
                                  </a:lnTo>
                                  <a:lnTo>
                                    <a:pt x="299" y="23"/>
                                  </a:lnTo>
                                  <a:lnTo>
                                    <a:pt x="236" y="49"/>
                                  </a:lnTo>
                                  <a:lnTo>
                                    <a:pt x="179" y="85"/>
                                  </a:lnTo>
                                  <a:lnTo>
                                    <a:pt x="128" y="128"/>
                                  </a:lnTo>
                                  <a:lnTo>
                                    <a:pt x="85" y="179"/>
                                  </a:lnTo>
                                  <a:lnTo>
                                    <a:pt x="49" y="237"/>
                                  </a:lnTo>
                                  <a:lnTo>
                                    <a:pt x="23" y="299"/>
                                  </a:lnTo>
                                  <a:lnTo>
                                    <a:pt x="6" y="367"/>
                                  </a:lnTo>
                                  <a:lnTo>
                                    <a:pt x="0" y="438"/>
                                  </a:lnTo>
                                  <a:lnTo>
                                    <a:pt x="2" y="473"/>
                                  </a:lnTo>
                                  <a:lnTo>
                                    <a:pt x="13" y="543"/>
                                  </a:lnTo>
                                  <a:lnTo>
                                    <a:pt x="35" y="608"/>
                                  </a:lnTo>
                                  <a:lnTo>
                                    <a:pt x="66" y="668"/>
                                  </a:lnTo>
                                  <a:lnTo>
                                    <a:pt x="106" y="722"/>
                                  </a:lnTo>
                                  <a:lnTo>
                                    <a:pt x="153" y="770"/>
                                  </a:lnTo>
                                  <a:lnTo>
                                    <a:pt x="207" y="809"/>
                                  </a:lnTo>
                                  <a:lnTo>
                                    <a:pt x="267" y="841"/>
                                  </a:lnTo>
                                  <a:lnTo>
                                    <a:pt x="332" y="862"/>
                                  </a:lnTo>
                                  <a:lnTo>
                                    <a:pt x="401" y="874"/>
                                  </a:lnTo>
                                  <a:lnTo>
                                    <a:pt x="437" y="875"/>
                                  </a:lnTo>
                                  <a:lnTo>
                                    <a:pt x="473" y="874"/>
                                  </a:lnTo>
                                  <a:lnTo>
                                    <a:pt x="508" y="869"/>
                                  </a:lnTo>
                                  <a:lnTo>
                                    <a:pt x="542" y="862"/>
                                  </a:lnTo>
                                  <a:lnTo>
                                    <a:pt x="575" y="853"/>
                                  </a:lnTo>
                                  <a:lnTo>
                                    <a:pt x="601" y="843"/>
                                  </a:lnTo>
                                  <a:lnTo>
                                    <a:pt x="454" y="843"/>
                                  </a:lnTo>
                                  <a:lnTo>
                                    <a:pt x="431" y="842"/>
                                  </a:lnTo>
                                  <a:lnTo>
                                    <a:pt x="364" y="835"/>
                                  </a:lnTo>
                                  <a:lnTo>
                                    <a:pt x="304" y="819"/>
                                  </a:lnTo>
                                  <a:lnTo>
                                    <a:pt x="231" y="786"/>
                                  </a:lnTo>
                                  <a:lnTo>
                                    <a:pt x="169" y="741"/>
                                  </a:lnTo>
                                  <a:lnTo>
                                    <a:pt x="127" y="698"/>
                                  </a:lnTo>
                                  <a:lnTo>
                                    <a:pt x="92" y="648"/>
                                  </a:lnTo>
                                  <a:lnTo>
                                    <a:pt x="64" y="594"/>
                                  </a:lnTo>
                                  <a:lnTo>
                                    <a:pt x="44" y="536"/>
                                  </a:lnTo>
                                  <a:lnTo>
                                    <a:pt x="34" y="475"/>
                                  </a:lnTo>
                                  <a:lnTo>
                                    <a:pt x="33" y="454"/>
                                  </a:lnTo>
                                  <a:lnTo>
                                    <a:pt x="16" y="438"/>
                                  </a:lnTo>
                                  <a:lnTo>
                                    <a:pt x="32" y="438"/>
                                  </a:lnTo>
                                  <a:lnTo>
                                    <a:pt x="33" y="416"/>
                                  </a:lnTo>
                                  <a:lnTo>
                                    <a:pt x="35" y="395"/>
                                  </a:lnTo>
                                  <a:lnTo>
                                    <a:pt x="46" y="333"/>
                                  </a:lnTo>
                                  <a:lnTo>
                                    <a:pt x="66" y="275"/>
                                  </a:lnTo>
                                  <a:lnTo>
                                    <a:pt x="94" y="222"/>
                                  </a:lnTo>
                                  <a:lnTo>
                                    <a:pt x="130" y="173"/>
                                  </a:lnTo>
                                  <a:lnTo>
                                    <a:pt x="175" y="130"/>
                                  </a:lnTo>
                                  <a:lnTo>
                                    <a:pt x="225" y="93"/>
                                  </a:lnTo>
                                  <a:lnTo>
                                    <a:pt x="279" y="65"/>
                                  </a:lnTo>
                                  <a:lnTo>
                                    <a:pt x="336" y="45"/>
                                  </a:lnTo>
                                  <a:lnTo>
                                    <a:pt x="396" y="34"/>
                                  </a:lnTo>
                                  <a:lnTo>
                                    <a:pt x="417" y="33"/>
                                  </a:lnTo>
                                  <a:lnTo>
                                    <a:pt x="602" y="33"/>
                                  </a:lnTo>
                                  <a:lnTo>
                                    <a:pt x="575" y="23"/>
                                  </a:lnTo>
                                  <a:lnTo>
                                    <a:pt x="542" y="13"/>
                                  </a:lnTo>
                                  <a:lnTo>
                                    <a:pt x="508" y="6"/>
                                  </a:lnTo>
                                  <a:lnTo>
                                    <a:pt x="473" y="2"/>
                                  </a:lnTo>
                                  <a:lnTo>
                                    <a:pt x="43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" name="Freeform 85"/>
                          <wps:cNvSpPr>
                            <a:spLocks/>
                          </wps:cNvSpPr>
                          <wps:spPr bwMode="auto">
                            <a:xfrm>
                              <a:off x="12202" y="13653"/>
                              <a:ext cx="874" cy="875"/>
                            </a:xfrm>
                            <a:custGeom>
                              <a:avLst/>
                              <a:gdLst>
                                <a:gd name="T0" fmla="+- 0 12804 12202"/>
                                <a:gd name="T1" fmla="*/ T0 w 874"/>
                                <a:gd name="T2" fmla="+- 0 13686 13653"/>
                                <a:gd name="T3" fmla="*/ 13686 h 875"/>
                                <a:gd name="T4" fmla="+- 0 12619 12202"/>
                                <a:gd name="T5" fmla="*/ T4 w 874"/>
                                <a:gd name="T6" fmla="+- 0 13686 13653"/>
                                <a:gd name="T7" fmla="*/ 13686 h 875"/>
                                <a:gd name="T8" fmla="+- 0 12643 12202"/>
                                <a:gd name="T9" fmla="*/ T8 w 874"/>
                                <a:gd name="T10" fmla="+- 0 13686 13653"/>
                                <a:gd name="T11" fmla="*/ 13686 h 875"/>
                                <a:gd name="T12" fmla="+- 0 12666 12202"/>
                                <a:gd name="T13" fmla="*/ T12 w 874"/>
                                <a:gd name="T14" fmla="+- 0 13687 13653"/>
                                <a:gd name="T15" fmla="*/ 13687 h 875"/>
                                <a:gd name="T16" fmla="+- 0 12731 12202"/>
                                <a:gd name="T17" fmla="*/ T16 w 874"/>
                                <a:gd name="T18" fmla="+- 0 13697 13653"/>
                                <a:gd name="T19" fmla="*/ 13697 h 875"/>
                                <a:gd name="T20" fmla="+- 0 12790 12202"/>
                                <a:gd name="T21" fmla="*/ T20 w 874"/>
                                <a:gd name="T22" fmla="+- 0 13715 13653"/>
                                <a:gd name="T23" fmla="*/ 13715 h 875"/>
                                <a:gd name="T24" fmla="+- 0 12860 12202"/>
                                <a:gd name="T25" fmla="*/ T24 w 874"/>
                                <a:gd name="T26" fmla="+- 0 13751 13653"/>
                                <a:gd name="T27" fmla="*/ 13751 h 875"/>
                                <a:gd name="T28" fmla="+- 0 12919 12202"/>
                                <a:gd name="T29" fmla="*/ T28 w 874"/>
                                <a:gd name="T30" fmla="+- 0 13798 13653"/>
                                <a:gd name="T31" fmla="*/ 13798 h 875"/>
                                <a:gd name="T32" fmla="+- 0 12960 12202"/>
                                <a:gd name="T33" fmla="*/ T32 w 874"/>
                                <a:gd name="T34" fmla="+- 0 13845 13653"/>
                                <a:gd name="T35" fmla="*/ 13845 h 875"/>
                                <a:gd name="T36" fmla="+- 0 12994 12202"/>
                                <a:gd name="T37" fmla="*/ T36 w 874"/>
                                <a:gd name="T38" fmla="+- 0 13897 13653"/>
                                <a:gd name="T39" fmla="*/ 13897 h 875"/>
                                <a:gd name="T40" fmla="+- 0 13019 12202"/>
                                <a:gd name="T41" fmla="*/ T40 w 874"/>
                                <a:gd name="T42" fmla="+- 0 13952 13653"/>
                                <a:gd name="T43" fmla="*/ 13952 h 875"/>
                                <a:gd name="T44" fmla="+- 0 13036 12202"/>
                                <a:gd name="T45" fmla="*/ T44 w 874"/>
                                <a:gd name="T46" fmla="+- 0 14010 13653"/>
                                <a:gd name="T47" fmla="*/ 14010 h 875"/>
                                <a:gd name="T48" fmla="+- 0 13043 12202"/>
                                <a:gd name="T49" fmla="*/ T48 w 874"/>
                                <a:gd name="T50" fmla="+- 0 14072 13653"/>
                                <a:gd name="T51" fmla="*/ 14072 h 875"/>
                                <a:gd name="T52" fmla="+- 0 13043 12202"/>
                                <a:gd name="T53" fmla="*/ T52 w 874"/>
                                <a:gd name="T54" fmla="+- 0 14096 13653"/>
                                <a:gd name="T55" fmla="*/ 14096 h 875"/>
                                <a:gd name="T56" fmla="+- 0 13036 12202"/>
                                <a:gd name="T57" fmla="*/ T56 w 874"/>
                                <a:gd name="T58" fmla="+- 0 14162 13653"/>
                                <a:gd name="T59" fmla="*/ 14162 h 875"/>
                                <a:gd name="T60" fmla="+- 0 13020 12202"/>
                                <a:gd name="T61" fmla="*/ T60 w 874"/>
                                <a:gd name="T62" fmla="+- 0 14223 13653"/>
                                <a:gd name="T63" fmla="*/ 14223 h 875"/>
                                <a:gd name="T64" fmla="+- 0 12988 12202"/>
                                <a:gd name="T65" fmla="*/ T64 w 874"/>
                                <a:gd name="T66" fmla="+- 0 14296 13653"/>
                                <a:gd name="T67" fmla="*/ 14296 h 875"/>
                                <a:gd name="T68" fmla="+- 0 12943 12202"/>
                                <a:gd name="T69" fmla="*/ T68 w 874"/>
                                <a:gd name="T70" fmla="+- 0 14358 13653"/>
                                <a:gd name="T71" fmla="*/ 14358 h 875"/>
                                <a:gd name="T72" fmla="+- 0 12899 12202"/>
                                <a:gd name="T73" fmla="*/ T72 w 874"/>
                                <a:gd name="T74" fmla="+- 0 14400 13653"/>
                                <a:gd name="T75" fmla="*/ 14400 h 875"/>
                                <a:gd name="T76" fmla="+- 0 12850 12202"/>
                                <a:gd name="T77" fmla="*/ T76 w 874"/>
                                <a:gd name="T78" fmla="+- 0 14436 13653"/>
                                <a:gd name="T79" fmla="*/ 14436 h 875"/>
                                <a:gd name="T80" fmla="+- 0 12796 12202"/>
                                <a:gd name="T81" fmla="*/ T80 w 874"/>
                                <a:gd name="T82" fmla="+- 0 14464 13653"/>
                                <a:gd name="T83" fmla="*/ 14464 h 875"/>
                                <a:gd name="T84" fmla="+- 0 12738 12202"/>
                                <a:gd name="T85" fmla="*/ T84 w 874"/>
                                <a:gd name="T86" fmla="+- 0 14484 13653"/>
                                <a:gd name="T87" fmla="*/ 14484 h 875"/>
                                <a:gd name="T88" fmla="+- 0 12677 12202"/>
                                <a:gd name="T89" fmla="*/ T88 w 874"/>
                                <a:gd name="T90" fmla="+- 0 14494 13653"/>
                                <a:gd name="T91" fmla="*/ 14494 h 875"/>
                                <a:gd name="T92" fmla="+- 0 12656 12202"/>
                                <a:gd name="T93" fmla="*/ T92 w 874"/>
                                <a:gd name="T94" fmla="+- 0 14496 13653"/>
                                <a:gd name="T95" fmla="*/ 14496 h 875"/>
                                <a:gd name="T96" fmla="+- 0 12803 12202"/>
                                <a:gd name="T97" fmla="*/ T96 w 874"/>
                                <a:gd name="T98" fmla="+- 0 14496 13653"/>
                                <a:gd name="T99" fmla="*/ 14496 h 875"/>
                                <a:gd name="T100" fmla="+- 0 12869 12202"/>
                                <a:gd name="T101" fmla="*/ T100 w 874"/>
                                <a:gd name="T102" fmla="+- 0 14462 13653"/>
                                <a:gd name="T103" fmla="*/ 14462 h 875"/>
                                <a:gd name="T104" fmla="+- 0 12923 12202"/>
                                <a:gd name="T105" fmla="*/ T104 w 874"/>
                                <a:gd name="T106" fmla="+- 0 14423 13653"/>
                                <a:gd name="T107" fmla="*/ 14423 h 875"/>
                                <a:gd name="T108" fmla="+- 0 12970 12202"/>
                                <a:gd name="T109" fmla="*/ T108 w 874"/>
                                <a:gd name="T110" fmla="+- 0 14375 13653"/>
                                <a:gd name="T111" fmla="*/ 14375 h 875"/>
                                <a:gd name="T112" fmla="+- 0 13010 12202"/>
                                <a:gd name="T113" fmla="*/ T112 w 874"/>
                                <a:gd name="T114" fmla="+- 0 14321 13653"/>
                                <a:gd name="T115" fmla="*/ 14321 h 875"/>
                                <a:gd name="T116" fmla="+- 0 13041 12202"/>
                                <a:gd name="T117" fmla="*/ T116 w 874"/>
                                <a:gd name="T118" fmla="+- 0 14261 13653"/>
                                <a:gd name="T119" fmla="*/ 14261 h 875"/>
                                <a:gd name="T120" fmla="+- 0 13063 12202"/>
                                <a:gd name="T121" fmla="*/ T120 w 874"/>
                                <a:gd name="T122" fmla="+- 0 14196 13653"/>
                                <a:gd name="T123" fmla="*/ 14196 h 875"/>
                                <a:gd name="T124" fmla="+- 0 13074 12202"/>
                                <a:gd name="T125" fmla="*/ T124 w 874"/>
                                <a:gd name="T126" fmla="+- 0 14126 13653"/>
                                <a:gd name="T127" fmla="*/ 14126 h 875"/>
                                <a:gd name="T128" fmla="+- 0 13076 12202"/>
                                <a:gd name="T129" fmla="*/ T128 w 874"/>
                                <a:gd name="T130" fmla="+- 0 14091 13653"/>
                                <a:gd name="T131" fmla="*/ 14091 h 875"/>
                                <a:gd name="T132" fmla="+- 0 13074 12202"/>
                                <a:gd name="T133" fmla="*/ T132 w 874"/>
                                <a:gd name="T134" fmla="+- 0 14055 13653"/>
                                <a:gd name="T135" fmla="*/ 14055 h 875"/>
                                <a:gd name="T136" fmla="+- 0 13063 12202"/>
                                <a:gd name="T137" fmla="*/ T136 w 874"/>
                                <a:gd name="T138" fmla="+- 0 13985 13653"/>
                                <a:gd name="T139" fmla="*/ 13985 h 875"/>
                                <a:gd name="T140" fmla="+- 0 13041 12202"/>
                                <a:gd name="T141" fmla="*/ T140 w 874"/>
                                <a:gd name="T142" fmla="+- 0 13920 13653"/>
                                <a:gd name="T143" fmla="*/ 13920 h 875"/>
                                <a:gd name="T144" fmla="+- 0 13010 12202"/>
                                <a:gd name="T145" fmla="*/ T144 w 874"/>
                                <a:gd name="T146" fmla="+- 0 13860 13653"/>
                                <a:gd name="T147" fmla="*/ 13860 h 875"/>
                                <a:gd name="T148" fmla="+- 0 12970 12202"/>
                                <a:gd name="T149" fmla="*/ T148 w 874"/>
                                <a:gd name="T150" fmla="+- 0 13806 13653"/>
                                <a:gd name="T151" fmla="*/ 13806 h 875"/>
                                <a:gd name="T152" fmla="+- 0 12923 12202"/>
                                <a:gd name="T153" fmla="*/ T152 w 874"/>
                                <a:gd name="T154" fmla="+- 0 13759 13653"/>
                                <a:gd name="T155" fmla="*/ 13759 h 875"/>
                                <a:gd name="T156" fmla="+- 0 12869 12202"/>
                                <a:gd name="T157" fmla="*/ T156 w 874"/>
                                <a:gd name="T158" fmla="+- 0 13719 13653"/>
                                <a:gd name="T159" fmla="*/ 13719 h 875"/>
                                <a:gd name="T160" fmla="+- 0 12809 12202"/>
                                <a:gd name="T161" fmla="*/ T160 w 874"/>
                                <a:gd name="T162" fmla="+- 0 13688 13653"/>
                                <a:gd name="T163" fmla="*/ 13688 h 875"/>
                                <a:gd name="T164" fmla="+- 0 12804 12202"/>
                                <a:gd name="T165" fmla="*/ T164 w 874"/>
                                <a:gd name="T166" fmla="+- 0 13686 13653"/>
                                <a:gd name="T167" fmla="*/ 13686 h 87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</a:cxnLst>
                              <a:rect l="0" t="0" r="r" b="b"/>
                              <a:pathLst>
                                <a:path w="874" h="875">
                                  <a:moveTo>
                                    <a:pt x="602" y="33"/>
                                  </a:moveTo>
                                  <a:lnTo>
                                    <a:pt x="417" y="33"/>
                                  </a:lnTo>
                                  <a:lnTo>
                                    <a:pt x="441" y="33"/>
                                  </a:lnTo>
                                  <a:lnTo>
                                    <a:pt x="464" y="34"/>
                                  </a:lnTo>
                                  <a:lnTo>
                                    <a:pt x="529" y="44"/>
                                  </a:lnTo>
                                  <a:lnTo>
                                    <a:pt x="588" y="62"/>
                                  </a:lnTo>
                                  <a:lnTo>
                                    <a:pt x="658" y="98"/>
                                  </a:lnTo>
                                  <a:lnTo>
                                    <a:pt x="717" y="145"/>
                                  </a:lnTo>
                                  <a:lnTo>
                                    <a:pt x="758" y="192"/>
                                  </a:lnTo>
                                  <a:lnTo>
                                    <a:pt x="792" y="244"/>
                                  </a:lnTo>
                                  <a:lnTo>
                                    <a:pt x="817" y="299"/>
                                  </a:lnTo>
                                  <a:lnTo>
                                    <a:pt x="834" y="357"/>
                                  </a:lnTo>
                                  <a:lnTo>
                                    <a:pt x="841" y="419"/>
                                  </a:lnTo>
                                  <a:lnTo>
                                    <a:pt x="841" y="443"/>
                                  </a:lnTo>
                                  <a:lnTo>
                                    <a:pt x="834" y="509"/>
                                  </a:lnTo>
                                  <a:lnTo>
                                    <a:pt x="818" y="570"/>
                                  </a:lnTo>
                                  <a:lnTo>
                                    <a:pt x="786" y="643"/>
                                  </a:lnTo>
                                  <a:lnTo>
                                    <a:pt x="741" y="705"/>
                                  </a:lnTo>
                                  <a:lnTo>
                                    <a:pt x="697" y="747"/>
                                  </a:lnTo>
                                  <a:lnTo>
                                    <a:pt x="648" y="783"/>
                                  </a:lnTo>
                                  <a:lnTo>
                                    <a:pt x="594" y="811"/>
                                  </a:lnTo>
                                  <a:lnTo>
                                    <a:pt x="536" y="831"/>
                                  </a:lnTo>
                                  <a:lnTo>
                                    <a:pt x="475" y="841"/>
                                  </a:lnTo>
                                  <a:lnTo>
                                    <a:pt x="454" y="843"/>
                                  </a:lnTo>
                                  <a:lnTo>
                                    <a:pt x="601" y="843"/>
                                  </a:lnTo>
                                  <a:lnTo>
                                    <a:pt x="667" y="809"/>
                                  </a:lnTo>
                                  <a:lnTo>
                                    <a:pt x="721" y="770"/>
                                  </a:lnTo>
                                  <a:lnTo>
                                    <a:pt x="768" y="722"/>
                                  </a:lnTo>
                                  <a:lnTo>
                                    <a:pt x="808" y="668"/>
                                  </a:lnTo>
                                  <a:lnTo>
                                    <a:pt x="839" y="608"/>
                                  </a:lnTo>
                                  <a:lnTo>
                                    <a:pt x="861" y="543"/>
                                  </a:lnTo>
                                  <a:lnTo>
                                    <a:pt x="872" y="473"/>
                                  </a:lnTo>
                                  <a:lnTo>
                                    <a:pt x="874" y="438"/>
                                  </a:lnTo>
                                  <a:lnTo>
                                    <a:pt x="872" y="402"/>
                                  </a:lnTo>
                                  <a:lnTo>
                                    <a:pt x="861" y="332"/>
                                  </a:lnTo>
                                  <a:lnTo>
                                    <a:pt x="839" y="267"/>
                                  </a:lnTo>
                                  <a:lnTo>
                                    <a:pt x="808" y="207"/>
                                  </a:lnTo>
                                  <a:lnTo>
                                    <a:pt x="768" y="153"/>
                                  </a:lnTo>
                                  <a:lnTo>
                                    <a:pt x="721" y="106"/>
                                  </a:lnTo>
                                  <a:lnTo>
                                    <a:pt x="667" y="66"/>
                                  </a:lnTo>
                                  <a:lnTo>
                                    <a:pt x="607" y="35"/>
                                  </a:lnTo>
                                  <a:lnTo>
                                    <a:pt x="602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" name="Group 81"/>
                        <wpg:cNvGrpSpPr>
                          <a:grpSpLocks/>
                        </wpg:cNvGrpSpPr>
                        <wpg:grpSpPr bwMode="auto">
                          <a:xfrm>
                            <a:off x="12215" y="16252"/>
                            <a:ext cx="874" cy="875"/>
                            <a:chOff x="12215" y="16252"/>
                            <a:chExt cx="874" cy="875"/>
                          </a:xfrm>
                        </wpg:grpSpPr>
                        <wps:wsp>
                          <wps:cNvPr id="120" name="Freeform 83"/>
                          <wps:cNvSpPr>
                            <a:spLocks/>
                          </wps:cNvSpPr>
                          <wps:spPr bwMode="auto">
                            <a:xfrm>
                              <a:off x="12215" y="16252"/>
                              <a:ext cx="874" cy="875"/>
                            </a:xfrm>
                            <a:custGeom>
                              <a:avLst/>
                              <a:gdLst>
                                <a:gd name="T0" fmla="+- 0 12652 12215"/>
                                <a:gd name="T1" fmla="*/ T0 w 874"/>
                                <a:gd name="T2" fmla="+- 0 16252 16252"/>
                                <a:gd name="T3" fmla="*/ 16252 h 875"/>
                                <a:gd name="T4" fmla="+- 0 12581 12215"/>
                                <a:gd name="T5" fmla="*/ T4 w 874"/>
                                <a:gd name="T6" fmla="+- 0 16257 16252"/>
                                <a:gd name="T7" fmla="*/ 16257 h 875"/>
                                <a:gd name="T8" fmla="+- 0 12514 12215"/>
                                <a:gd name="T9" fmla="*/ T8 w 874"/>
                                <a:gd name="T10" fmla="+- 0 16274 16252"/>
                                <a:gd name="T11" fmla="*/ 16274 h 875"/>
                                <a:gd name="T12" fmla="+- 0 12451 12215"/>
                                <a:gd name="T13" fmla="*/ T12 w 874"/>
                                <a:gd name="T14" fmla="+- 0 16300 16252"/>
                                <a:gd name="T15" fmla="*/ 16300 h 875"/>
                                <a:gd name="T16" fmla="+- 0 12394 12215"/>
                                <a:gd name="T17" fmla="*/ T16 w 874"/>
                                <a:gd name="T18" fmla="+- 0 16336 16252"/>
                                <a:gd name="T19" fmla="*/ 16336 h 875"/>
                                <a:gd name="T20" fmla="+- 0 12343 12215"/>
                                <a:gd name="T21" fmla="*/ T20 w 874"/>
                                <a:gd name="T22" fmla="+- 0 16380 16252"/>
                                <a:gd name="T23" fmla="*/ 16380 h 875"/>
                                <a:gd name="T24" fmla="+- 0 12300 12215"/>
                                <a:gd name="T25" fmla="*/ T24 w 874"/>
                                <a:gd name="T26" fmla="+- 0 16431 16252"/>
                                <a:gd name="T27" fmla="*/ 16431 h 875"/>
                                <a:gd name="T28" fmla="+- 0 12264 12215"/>
                                <a:gd name="T29" fmla="*/ T28 w 874"/>
                                <a:gd name="T30" fmla="+- 0 16488 16252"/>
                                <a:gd name="T31" fmla="*/ 16488 h 875"/>
                                <a:gd name="T32" fmla="+- 0 12238 12215"/>
                                <a:gd name="T33" fmla="*/ T32 w 874"/>
                                <a:gd name="T34" fmla="+- 0 16551 16252"/>
                                <a:gd name="T35" fmla="*/ 16551 h 875"/>
                                <a:gd name="T36" fmla="+- 0 12221 12215"/>
                                <a:gd name="T37" fmla="*/ T36 w 874"/>
                                <a:gd name="T38" fmla="+- 0 16618 16252"/>
                                <a:gd name="T39" fmla="*/ 16618 h 875"/>
                                <a:gd name="T40" fmla="+- 0 12215 12215"/>
                                <a:gd name="T41" fmla="*/ T40 w 874"/>
                                <a:gd name="T42" fmla="+- 0 16689 16252"/>
                                <a:gd name="T43" fmla="*/ 16689 h 875"/>
                                <a:gd name="T44" fmla="+- 0 12217 12215"/>
                                <a:gd name="T45" fmla="*/ T44 w 874"/>
                                <a:gd name="T46" fmla="+- 0 16725 16252"/>
                                <a:gd name="T47" fmla="*/ 16725 h 875"/>
                                <a:gd name="T48" fmla="+- 0 12228 12215"/>
                                <a:gd name="T49" fmla="*/ T48 w 874"/>
                                <a:gd name="T50" fmla="+- 0 16794 16252"/>
                                <a:gd name="T51" fmla="*/ 16794 h 875"/>
                                <a:gd name="T52" fmla="+- 0 12250 12215"/>
                                <a:gd name="T53" fmla="*/ T52 w 874"/>
                                <a:gd name="T54" fmla="+- 0 16859 16252"/>
                                <a:gd name="T55" fmla="*/ 16859 h 875"/>
                                <a:gd name="T56" fmla="+- 0 12281 12215"/>
                                <a:gd name="T57" fmla="*/ T56 w 874"/>
                                <a:gd name="T58" fmla="+- 0 16919 16252"/>
                                <a:gd name="T59" fmla="*/ 16919 h 875"/>
                                <a:gd name="T60" fmla="+- 0 12320 12215"/>
                                <a:gd name="T61" fmla="*/ T60 w 874"/>
                                <a:gd name="T62" fmla="+- 0 16974 16252"/>
                                <a:gd name="T63" fmla="*/ 16974 h 875"/>
                                <a:gd name="T64" fmla="+- 0 12368 12215"/>
                                <a:gd name="T65" fmla="*/ T64 w 874"/>
                                <a:gd name="T66" fmla="+- 0 17021 16252"/>
                                <a:gd name="T67" fmla="*/ 17021 h 875"/>
                                <a:gd name="T68" fmla="+- 0 12422 12215"/>
                                <a:gd name="T69" fmla="*/ T68 w 874"/>
                                <a:gd name="T70" fmla="+- 0 17061 16252"/>
                                <a:gd name="T71" fmla="*/ 17061 h 875"/>
                                <a:gd name="T72" fmla="+- 0 12482 12215"/>
                                <a:gd name="T73" fmla="*/ T72 w 874"/>
                                <a:gd name="T74" fmla="+- 0 17092 16252"/>
                                <a:gd name="T75" fmla="*/ 17092 h 875"/>
                                <a:gd name="T76" fmla="+- 0 12547 12215"/>
                                <a:gd name="T77" fmla="*/ T76 w 874"/>
                                <a:gd name="T78" fmla="+- 0 17114 16252"/>
                                <a:gd name="T79" fmla="*/ 17114 h 875"/>
                                <a:gd name="T80" fmla="+- 0 12616 12215"/>
                                <a:gd name="T81" fmla="*/ T80 w 874"/>
                                <a:gd name="T82" fmla="+- 0 17125 16252"/>
                                <a:gd name="T83" fmla="*/ 17125 h 875"/>
                                <a:gd name="T84" fmla="+- 0 12652 12215"/>
                                <a:gd name="T85" fmla="*/ T84 w 874"/>
                                <a:gd name="T86" fmla="+- 0 17126 16252"/>
                                <a:gd name="T87" fmla="*/ 17126 h 875"/>
                                <a:gd name="T88" fmla="+- 0 12688 12215"/>
                                <a:gd name="T89" fmla="*/ T88 w 874"/>
                                <a:gd name="T90" fmla="+- 0 17125 16252"/>
                                <a:gd name="T91" fmla="*/ 17125 h 875"/>
                                <a:gd name="T92" fmla="+- 0 12723 12215"/>
                                <a:gd name="T93" fmla="*/ T92 w 874"/>
                                <a:gd name="T94" fmla="+- 0 17121 16252"/>
                                <a:gd name="T95" fmla="*/ 17121 h 875"/>
                                <a:gd name="T96" fmla="+- 0 12757 12215"/>
                                <a:gd name="T97" fmla="*/ T96 w 874"/>
                                <a:gd name="T98" fmla="+- 0 17114 16252"/>
                                <a:gd name="T99" fmla="*/ 17114 h 875"/>
                                <a:gd name="T100" fmla="+- 0 12790 12215"/>
                                <a:gd name="T101" fmla="*/ T100 w 874"/>
                                <a:gd name="T102" fmla="+- 0 17104 16252"/>
                                <a:gd name="T103" fmla="*/ 17104 h 875"/>
                                <a:gd name="T104" fmla="+- 0 12816 12215"/>
                                <a:gd name="T105" fmla="*/ T104 w 874"/>
                                <a:gd name="T106" fmla="+- 0 17094 16252"/>
                                <a:gd name="T107" fmla="*/ 17094 h 875"/>
                                <a:gd name="T108" fmla="+- 0 12669 12215"/>
                                <a:gd name="T109" fmla="*/ T108 w 874"/>
                                <a:gd name="T110" fmla="+- 0 17094 16252"/>
                                <a:gd name="T111" fmla="*/ 17094 h 875"/>
                                <a:gd name="T112" fmla="+- 0 12646 12215"/>
                                <a:gd name="T113" fmla="*/ T112 w 874"/>
                                <a:gd name="T114" fmla="+- 0 17094 16252"/>
                                <a:gd name="T115" fmla="*/ 17094 h 875"/>
                                <a:gd name="T116" fmla="+- 0 12579 12215"/>
                                <a:gd name="T117" fmla="*/ T116 w 874"/>
                                <a:gd name="T118" fmla="+- 0 17086 16252"/>
                                <a:gd name="T119" fmla="*/ 17086 h 875"/>
                                <a:gd name="T120" fmla="+- 0 12518 12215"/>
                                <a:gd name="T121" fmla="*/ T120 w 874"/>
                                <a:gd name="T122" fmla="+- 0 17071 16252"/>
                                <a:gd name="T123" fmla="*/ 17071 h 875"/>
                                <a:gd name="T124" fmla="+- 0 12446 12215"/>
                                <a:gd name="T125" fmla="*/ T124 w 874"/>
                                <a:gd name="T126" fmla="+- 0 17038 16252"/>
                                <a:gd name="T127" fmla="*/ 17038 h 875"/>
                                <a:gd name="T128" fmla="+- 0 12384 12215"/>
                                <a:gd name="T129" fmla="*/ T128 w 874"/>
                                <a:gd name="T130" fmla="+- 0 16993 16252"/>
                                <a:gd name="T131" fmla="*/ 16993 h 875"/>
                                <a:gd name="T132" fmla="+- 0 12342 12215"/>
                                <a:gd name="T133" fmla="*/ T132 w 874"/>
                                <a:gd name="T134" fmla="+- 0 16949 16252"/>
                                <a:gd name="T135" fmla="*/ 16949 h 875"/>
                                <a:gd name="T136" fmla="+- 0 12306 12215"/>
                                <a:gd name="T137" fmla="*/ T136 w 874"/>
                                <a:gd name="T138" fmla="+- 0 16899 16252"/>
                                <a:gd name="T139" fmla="*/ 16899 h 875"/>
                                <a:gd name="T140" fmla="+- 0 12279 12215"/>
                                <a:gd name="T141" fmla="*/ T140 w 874"/>
                                <a:gd name="T142" fmla="+- 0 16845 16252"/>
                                <a:gd name="T143" fmla="*/ 16845 h 875"/>
                                <a:gd name="T144" fmla="+- 0 12259 12215"/>
                                <a:gd name="T145" fmla="*/ T144 w 874"/>
                                <a:gd name="T146" fmla="+- 0 16787 16252"/>
                                <a:gd name="T147" fmla="*/ 16787 h 875"/>
                                <a:gd name="T148" fmla="+- 0 12249 12215"/>
                                <a:gd name="T149" fmla="*/ T148 w 874"/>
                                <a:gd name="T150" fmla="+- 0 16726 16252"/>
                                <a:gd name="T151" fmla="*/ 16726 h 875"/>
                                <a:gd name="T152" fmla="+- 0 12248 12215"/>
                                <a:gd name="T153" fmla="*/ T152 w 874"/>
                                <a:gd name="T154" fmla="+- 0 16705 16252"/>
                                <a:gd name="T155" fmla="*/ 16705 h 875"/>
                                <a:gd name="T156" fmla="+- 0 12231 12215"/>
                                <a:gd name="T157" fmla="*/ T156 w 874"/>
                                <a:gd name="T158" fmla="+- 0 16689 16252"/>
                                <a:gd name="T159" fmla="*/ 16689 h 875"/>
                                <a:gd name="T160" fmla="+- 0 12247 12215"/>
                                <a:gd name="T161" fmla="*/ T160 w 874"/>
                                <a:gd name="T162" fmla="+- 0 16689 16252"/>
                                <a:gd name="T163" fmla="*/ 16689 h 875"/>
                                <a:gd name="T164" fmla="+- 0 12248 12215"/>
                                <a:gd name="T165" fmla="*/ T164 w 874"/>
                                <a:gd name="T166" fmla="+- 0 16667 16252"/>
                                <a:gd name="T167" fmla="*/ 16667 h 875"/>
                                <a:gd name="T168" fmla="+- 0 12249 12215"/>
                                <a:gd name="T169" fmla="*/ T168 w 874"/>
                                <a:gd name="T170" fmla="+- 0 16646 16252"/>
                                <a:gd name="T171" fmla="*/ 16646 h 875"/>
                                <a:gd name="T172" fmla="+- 0 12261 12215"/>
                                <a:gd name="T173" fmla="*/ T172 w 874"/>
                                <a:gd name="T174" fmla="+- 0 16585 16252"/>
                                <a:gd name="T175" fmla="*/ 16585 h 875"/>
                                <a:gd name="T176" fmla="+- 0 12281 12215"/>
                                <a:gd name="T177" fmla="*/ T176 w 874"/>
                                <a:gd name="T178" fmla="+- 0 16527 16252"/>
                                <a:gd name="T179" fmla="*/ 16527 h 875"/>
                                <a:gd name="T180" fmla="+- 0 12309 12215"/>
                                <a:gd name="T181" fmla="*/ T180 w 874"/>
                                <a:gd name="T182" fmla="+- 0 16473 16252"/>
                                <a:gd name="T183" fmla="*/ 16473 h 875"/>
                                <a:gd name="T184" fmla="+- 0 12345 12215"/>
                                <a:gd name="T185" fmla="*/ T184 w 874"/>
                                <a:gd name="T186" fmla="+- 0 16425 16252"/>
                                <a:gd name="T187" fmla="*/ 16425 h 875"/>
                                <a:gd name="T188" fmla="+- 0 12390 12215"/>
                                <a:gd name="T189" fmla="*/ T188 w 874"/>
                                <a:gd name="T190" fmla="+- 0 16381 16252"/>
                                <a:gd name="T191" fmla="*/ 16381 h 875"/>
                                <a:gd name="T192" fmla="+- 0 12440 12215"/>
                                <a:gd name="T193" fmla="*/ T192 w 874"/>
                                <a:gd name="T194" fmla="+- 0 16344 16252"/>
                                <a:gd name="T195" fmla="*/ 16344 h 875"/>
                                <a:gd name="T196" fmla="+- 0 12494 12215"/>
                                <a:gd name="T197" fmla="*/ T196 w 874"/>
                                <a:gd name="T198" fmla="+- 0 16316 16252"/>
                                <a:gd name="T199" fmla="*/ 16316 h 875"/>
                                <a:gd name="T200" fmla="+- 0 12551 12215"/>
                                <a:gd name="T201" fmla="*/ T200 w 874"/>
                                <a:gd name="T202" fmla="+- 0 16296 16252"/>
                                <a:gd name="T203" fmla="*/ 16296 h 875"/>
                                <a:gd name="T204" fmla="+- 0 12611 12215"/>
                                <a:gd name="T205" fmla="*/ T204 w 874"/>
                                <a:gd name="T206" fmla="+- 0 16286 16252"/>
                                <a:gd name="T207" fmla="*/ 16286 h 875"/>
                                <a:gd name="T208" fmla="+- 0 12632 12215"/>
                                <a:gd name="T209" fmla="*/ T208 w 874"/>
                                <a:gd name="T210" fmla="+- 0 16284 16252"/>
                                <a:gd name="T211" fmla="*/ 16284 h 875"/>
                                <a:gd name="T212" fmla="+- 0 12817 12215"/>
                                <a:gd name="T213" fmla="*/ T212 w 874"/>
                                <a:gd name="T214" fmla="+- 0 16284 16252"/>
                                <a:gd name="T215" fmla="*/ 16284 h 875"/>
                                <a:gd name="T216" fmla="+- 0 12790 12215"/>
                                <a:gd name="T217" fmla="*/ T216 w 874"/>
                                <a:gd name="T218" fmla="+- 0 16274 16252"/>
                                <a:gd name="T219" fmla="*/ 16274 h 875"/>
                                <a:gd name="T220" fmla="+- 0 12757 12215"/>
                                <a:gd name="T221" fmla="*/ T220 w 874"/>
                                <a:gd name="T222" fmla="+- 0 16264 16252"/>
                                <a:gd name="T223" fmla="*/ 16264 h 875"/>
                                <a:gd name="T224" fmla="+- 0 12723 12215"/>
                                <a:gd name="T225" fmla="*/ T224 w 874"/>
                                <a:gd name="T226" fmla="+- 0 16257 16252"/>
                                <a:gd name="T227" fmla="*/ 16257 h 875"/>
                                <a:gd name="T228" fmla="+- 0 12688 12215"/>
                                <a:gd name="T229" fmla="*/ T228 w 874"/>
                                <a:gd name="T230" fmla="+- 0 16253 16252"/>
                                <a:gd name="T231" fmla="*/ 16253 h 875"/>
                                <a:gd name="T232" fmla="+- 0 12652 12215"/>
                                <a:gd name="T233" fmla="*/ T232 w 874"/>
                                <a:gd name="T234" fmla="+- 0 16252 16252"/>
                                <a:gd name="T235" fmla="*/ 16252 h 87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  <a:cxn ang="0">
                                  <a:pos x="T209" y="T211"/>
                                </a:cxn>
                                <a:cxn ang="0">
                                  <a:pos x="T213" y="T215"/>
                                </a:cxn>
                                <a:cxn ang="0">
                                  <a:pos x="T217" y="T219"/>
                                </a:cxn>
                                <a:cxn ang="0">
                                  <a:pos x="T221" y="T223"/>
                                </a:cxn>
                                <a:cxn ang="0">
                                  <a:pos x="T225" y="T227"/>
                                </a:cxn>
                                <a:cxn ang="0">
                                  <a:pos x="T229" y="T231"/>
                                </a:cxn>
                                <a:cxn ang="0">
                                  <a:pos x="T233" y="T235"/>
                                </a:cxn>
                              </a:cxnLst>
                              <a:rect l="0" t="0" r="r" b="b"/>
                              <a:pathLst>
                                <a:path w="874" h="875">
                                  <a:moveTo>
                                    <a:pt x="437" y="0"/>
                                  </a:moveTo>
                                  <a:lnTo>
                                    <a:pt x="366" y="5"/>
                                  </a:lnTo>
                                  <a:lnTo>
                                    <a:pt x="299" y="22"/>
                                  </a:lnTo>
                                  <a:lnTo>
                                    <a:pt x="236" y="48"/>
                                  </a:lnTo>
                                  <a:lnTo>
                                    <a:pt x="179" y="84"/>
                                  </a:lnTo>
                                  <a:lnTo>
                                    <a:pt x="128" y="128"/>
                                  </a:lnTo>
                                  <a:lnTo>
                                    <a:pt x="85" y="179"/>
                                  </a:lnTo>
                                  <a:lnTo>
                                    <a:pt x="49" y="236"/>
                                  </a:lnTo>
                                  <a:lnTo>
                                    <a:pt x="23" y="299"/>
                                  </a:lnTo>
                                  <a:lnTo>
                                    <a:pt x="6" y="366"/>
                                  </a:lnTo>
                                  <a:lnTo>
                                    <a:pt x="0" y="437"/>
                                  </a:lnTo>
                                  <a:lnTo>
                                    <a:pt x="2" y="473"/>
                                  </a:lnTo>
                                  <a:lnTo>
                                    <a:pt x="13" y="542"/>
                                  </a:lnTo>
                                  <a:lnTo>
                                    <a:pt x="35" y="607"/>
                                  </a:lnTo>
                                  <a:lnTo>
                                    <a:pt x="66" y="667"/>
                                  </a:lnTo>
                                  <a:lnTo>
                                    <a:pt x="105" y="722"/>
                                  </a:lnTo>
                                  <a:lnTo>
                                    <a:pt x="153" y="769"/>
                                  </a:lnTo>
                                  <a:lnTo>
                                    <a:pt x="207" y="809"/>
                                  </a:lnTo>
                                  <a:lnTo>
                                    <a:pt x="267" y="840"/>
                                  </a:lnTo>
                                  <a:lnTo>
                                    <a:pt x="332" y="862"/>
                                  </a:lnTo>
                                  <a:lnTo>
                                    <a:pt x="401" y="873"/>
                                  </a:lnTo>
                                  <a:lnTo>
                                    <a:pt x="437" y="874"/>
                                  </a:lnTo>
                                  <a:lnTo>
                                    <a:pt x="473" y="873"/>
                                  </a:lnTo>
                                  <a:lnTo>
                                    <a:pt x="508" y="869"/>
                                  </a:lnTo>
                                  <a:lnTo>
                                    <a:pt x="542" y="862"/>
                                  </a:lnTo>
                                  <a:lnTo>
                                    <a:pt x="575" y="852"/>
                                  </a:lnTo>
                                  <a:lnTo>
                                    <a:pt x="601" y="842"/>
                                  </a:lnTo>
                                  <a:lnTo>
                                    <a:pt x="454" y="842"/>
                                  </a:lnTo>
                                  <a:lnTo>
                                    <a:pt x="431" y="842"/>
                                  </a:lnTo>
                                  <a:lnTo>
                                    <a:pt x="364" y="834"/>
                                  </a:lnTo>
                                  <a:lnTo>
                                    <a:pt x="303" y="819"/>
                                  </a:lnTo>
                                  <a:lnTo>
                                    <a:pt x="231" y="786"/>
                                  </a:lnTo>
                                  <a:lnTo>
                                    <a:pt x="169" y="741"/>
                                  </a:lnTo>
                                  <a:lnTo>
                                    <a:pt x="127" y="697"/>
                                  </a:lnTo>
                                  <a:lnTo>
                                    <a:pt x="91" y="647"/>
                                  </a:lnTo>
                                  <a:lnTo>
                                    <a:pt x="64" y="593"/>
                                  </a:lnTo>
                                  <a:lnTo>
                                    <a:pt x="44" y="535"/>
                                  </a:lnTo>
                                  <a:lnTo>
                                    <a:pt x="34" y="474"/>
                                  </a:lnTo>
                                  <a:lnTo>
                                    <a:pt x="33" y="453"/>
                                  </a:lnTo>
                                  <a:lnTo>
                                    <a:pt x="16" y="437"/>
                                  </a:lnTo>
                                  <a:lnTo>
                                    <a:pt x="32" y="437"/>
                                  </a:lnTo>
                                  <a:lnTo>
                                    <a:pt x="33" y="415"/>
                                  </a:lnTo>
                                  <a:lnTo>
                                    <a:pt x="34" y="394"/>
                                  </a:lnTo>
                                  <a:lnTo>
                                    <a:pt x="46" y="333"/>
                                  </a:lnTo>
                                  <a:lnTo>
                                    <a:pt x="66" y="275"/>
                                  </a:lnTo>
                                  <a:lnTo>
                                    <a:pt x="94" y="221"/>
                                  </a:lnTo>
                                  <a:lnTo>
                                    <a:pt x="130" y="173"/>
                                  </a:lnTo>
                                  <a:lnTo>
                                    <a:pt x="175" y="129"/>
                                  </a:lnTo>
                                  <a:lnTo>
                                    <a:pt x="225" y="92"/>
                                  </a:lnTo>
                                  <a:lnTo>
                                    <a:pt x="279" y="64"/>
                                  </a:lnTo>
                                  <a:lnTo>
                                    <a:pt x="336" y="44"/>
                                  </a:lnTo>
                                  <a:lnTo>
                                    <a:pt x="396" y="34"/>
                                  </a:lnTo>
                                  <a:lnTo>
                                    <a:pt x="417" y="32"/>
                                  </a:lnTo>
                                  <a:lnTo>
                                    <a:pt x="602" y="32"/>
                                  </a:lnTo>
                                  <a:lnTo>
                                    <a:pt x="575" y="22"/>
                                  </a:lnTo>
                                  <a:lnTo>
                                    <a:pt x="542" y="12"/>
                                  </a:lnTo>
                                  <a:lnTo>
                                    <a:pt x="508" y="5"/>
                                  </a:lnTo>
                                  <a:lnTo>
                                    <a:pt x="473" y="1"/>
                                  </a:lnTo>
                                  <a:lnTo>
                                    <a:pt x="43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Freeform 82"/>
                          <wps:cNvSpPr>
                            <a:spLocks/>
                          </wps:cNvSpPr>
                          <wps:spPr bwMode="auto">
                            <a:xfrm>
                              <a:off x="12215" y="16252"/>
                              <a:ext cx="874" cy="875"/>
                            </a:xfrm>
                            <a:custGeom>
                              <a:avLst/>
                              <a:gdLst>
                                <a:gd name="T0" fmla="+- 0 12817 12215"/>
                                <a:gd name="T1" fmla="*/ T0 w 874"/>
                                <a:gd name="T2" fmla="+- 0 16284 16252"/>
                                <a:gd name="T3" fmla="*/ 16284 h 875"/>
                                <a:gd name="T4" fmla="+- 0 12632 12215"/>
                                <a:gd name="T5" fmla="*/ T4 w 874"/>
                                <a:gd name="T6" fmla="+- 0 16284 16252"/>
                                <a:gd name="T7" fmla="*/ 16284 h 875"/>
                                <a:gd name="T8" fmla="+- 0 12656 12215"/>
                                <a:gd name="T9" fmla="*/ T8 w 874"/>
                                <a:gd name="T10" fmla="+- 0 16284 16252"/>
                                <a:gd name="T11" fmla="*/ 16284 h 875"/>
                                <a:gd name="T12" fmla="+- 0 12679 12215"/>
                                <a:gd name="T13" fmla="*/ T12 w 874"/>
                                <a:gd name="T14" fmla="+- 0 16286 16252"/>
                                <a:gd name="T15" fmla="*/ 16286 h 875"/>
                                <a:gd name="T16" fmla="+- 0 12744 12215"/>
                                <a:gd name="T17" fmla="*/ T16 w 874"/>
                                <a:gd name="T18" fmla="+- 0 16296 16252"/>
                                <a:gd name="T19" fmla="*/ 16296 h 875"/>
                                <a:gd name="T20" fmla="+- 0 12803 12215"/>
                                <a:gd name="T21" fmla="*/ T20 w 874"/>
                                <a:gd name="T22" fmla="+- 0 16314 16252"/>
                                <a:gd name="T23" fmla="*/ 16314 h 875"/>
                                <a:gd name="T24" fmla="+- 0 12873 12215"/>
                                <a:gd name="T25" fmla="*/ T24 w 874"/>
                                <a:gd name="T26" fmla="+- 0 16349 16252"/>
                                <a:gd name="T27" fmla="*/ 16349 h 875"/>
                                <a:gd name="T28" fmla="+- 0 12932 12215"/>
                                <a:gd name="T29" fmla="*/ T28 w 874"/>
                                <a:gd name="T30" fmla="+- 0 16397 16252"/>
                                <a:gd name="T31" fmla="*/ 16397 h 875"/>
                                <a:gd name="T32" fmla="+- 0 12973 12215"/>
                                <a:gd name="T33" fmla="*/ T32 w 874"/>
                                <a:gd name="T34" fmla="+- 0 16444 16252"/>
                                <a:gd name="T35" fmla="*/ 16444 h 875"/>
                                <a:gd name="T36" fmla="+- 0 13007 12215"/>
                                <a:gd name="T37" fmla="*/ T36 w 874"/>
                                <a:gd name="T38" fmla="+- 0 16495 16252"/>
                                <a:gd name="T39" fmla="*/ 16495 h 875"/>
                                <a:gd name="T40" fmla="+- 0 13032 12215"/>
                                <a:gd name="T41" fmla="*/ T40 w 874"/>
                                <a:gd name="T42" fmla="+- 0 16550 16252"/>
                                <a:gd name="T43" fmla="*/ 16550 h 875"/>
                                <a:gd name="T44" fmla="+- 0 13049 12215"/>
                                <a:gd name="T45" fmla="*/ T44 w 874"/>
                                <a:gd name="T46" fmla="+- 0 16609 16252"/>
                                <a:gd name="T47" fmla="*/ 16609 h 875"/>
                                <a:gd name="T48" fmla="+- 0 13056 12215"/>
                                <a:gd name="T49" fmla="*/ T48 w 874"/>
                                <a:gd name="T50" fmla="+- 0 16670 16252"/>
                                <a:gd name="T51" fmla="*/ 16670 h 875"/>
                                <a:gd name="T52" fmla="+- 0 13056 12215"/>
                                <a:gd name="T53" fmla="*/ T52 w 874"/>
                                <a:gd name="T54" fmla="+- 0 16694 16252"/>
                                <a:gd name="T55" fmla="*/ 16694 h 875"/>
                                <a:gd name="T56" fmla="+- 0 13049 12215"/>
                                <a:gd name="T57" fmla="*/ T56 w 874"/>
                                <a:gd name="T58" fmla="+- 0 16761 16252"/>
                                <a:gd name="T59" fmla="*/ 16761 h 875"/>
                                <a:gd name="T60" fmla="+- 0 13033 12215"/>
                                <a:gd name="T61" fmla="*/ T60 w 874"/>
                                <a:gd name="T62" fmla="+- 0 16822 16252"/>
                                <a:gd name="T63" fmla="*/ 16822 h 875"/>
                                <a:gd name="T64" fmla="+- 0 13001 12215"/>
                                <a:gd name="T65" fmla="*/ T64 w 874"/>
                                <a:gd name="T66" fmla="+- 0 16894 16252"/>
                                <a:gd name="T67" fmla="*/ 16894 h 875"/>
                                <a:gd name="T68" fmla="+- 0 12956 12215"/>
                                <a:gd name="T69" fmla="*/ T68 w 874"/>
                                <a:gd name="T70" fmla="+- 0 16956 16252"/>
                                <a:gd name="T71" fmla="*/ 16956 h 875"/>
                                <a:gd name="T72" fmla="+- 0 12912 12215"/>
                                <a:gd name="T73" fmla="*/ T72 w 874"/>
                                <a:gd name="T74" fmla="+- 0 16999 16252"/>
                                <a:gd name="T75" fmla="*/ 16999 h 875"/>
                                <a:gd name="T76" fmla="+- 0 12862 12215"/>
                                <a:gd name="T77" fmla="*/ T76 w 874"/>
                                <a:gd name="T78" fmla="+- 0 17035 16252"/>
                                <a:gd name="T79" fmla="*/ 17035 h 875"/>
                                <a:gd name="T80" fmla="+- 0 12808 12215"/>
                                <a:gd name="T81" fmla="*/ T80 w 874"/>
                                <a:gd name="T82" fmla="+- 0 17063 16252"/>
                                <a:gd name="T83" fmla="*/ 17063 h 875"/>
                                <a:gd name="T84" fmla="+- 0 12751 12215"/>
                                <a:gd name="T85" fmla="*/ T84 w 874"/>
                                <a:gd name="T86" fmla="+- 0 17082 16252"/>
                                <a:gd name="T87" fmla="*/ 17082 h 875"/>
                                <a:gd name="T88" fmla="+- 0 12690 12215"/>
                                <a:gd name="T89" fmla="*/ T88 w 874"/>
                                <a:gd name="T90" fmla="+- 0 17093 16252"/>
                                <a:gd name="T91" fmla="*/ 17093 h 875"/>
                                <a:gd name="T92" fmla="+- 0 12669 12215"/>
                                <a:gd name="T93" fmla="*/ T92 w 874"/>
                                <a:gd name="T94" fmla="+- 0 17094 16252"/>
                                <a:gd name="T95" fmla="*/ 17094 h 875"/>
                                <a:gd name="T96" fmla="+- 0 12816 12215"/>
                                <a:gd name="T97" fmla="*/ T96 w 874"/>
                                <a:gd name="T98" fmla="+- 0 17094 16252"/>
                                <a:gd name="T99" fmla="*/ 17094 h 875"/>
                                <a:gd name="T100" fmla="+- 0 12882 12215"/>
                                <a:gd name="T101" fmla="*/ T100 w 874"/>
                                <a:gd name="T102" fmla="+- 0 17061 16252"/>
                                <a:gd name="T103" fmla="*/ 17061 h 875"/>
                                <a:gd name="T104" fmla="+- 0 12936 12215"/>
                                <a:gd name="T105" fmla="*/ T104 w 874"/>
                                <a:gd name="T106" fmla="+- 0 17021 16252"/>
                                <a:gd name="T107" fmla="*/ 17021 h 875"/>
                                <a:gd name="T108" fmla="+- 0 12983 12215"/>
                                <a:gd name="T109" fmla="*/ T108 w 874"/>
                                <a:gd name="T110" fmla="+- 0 16974 16252"/>
                                <a:gd name="T111" fmla="*/ 16974 h 875"/>
                                <a:gd name="T112" fmla="+- 0 13023 12215"/>
                                <a:gd name="T113" fmla="*/ T112 w 874"/>
                                <a:gd name="T114" fmla="+- 0 16919 16252"/>
                                <a:gd name="T115" fmla="*/ 16919 h 875"/>
                                <a:gd name="T116" fmla="+- 0 13054 12215"/>
                                <a:gd name="T117" fmla="*/ T116 w 874"/>
                                <a:gd name="T118" fmla="+- 0 16859 16252"/>
                                <a:gd name="T119" fmla="*/ 16859 h 875"/>
                                <a:gd name="T120" fmla="+- 0 13076 12215"/>
                                <a:gd name="T121" fmla="*/ T120 w 874"/>
                                <a:gd name="T122" fmla="+- 0 16794 16252"/>
                                <a:gd name="T123" fmla="*/ 16794 h 875"/>
                                <a:gd name="T124" fmla="+- 0 13087 12215"/>
                                <a:gd name="T125" fmla="*/ T124 w 874"/>
                                <a:gd name="T126" fmla="+- 0 16725 16252"/>
                                <a:gd name="T127" fmla="*/ 16725 h 875"/>
                                <a:gd name="T128" fmla="+- 0 13088 12215"/>
                                <a:gd name="T129" fmla="*/ T128 w 874"/>
                                <a:gd name="T130" fmla="+- 0 16689 16252"/>
                                <a:gd name="T131" fmla="*/ 16689 h 875"/>
                                <a:gd name="T132" fmla="+- 0 13087 12215"/>
                                <a:gd name="T133" fmla="*/ T132 w 874"/>
                                <a:gd name="T134" fmla="+- 0 16653 16252"/>
                                <a:gd name="T135" fmla="*/ 16653 h 875"/>
                                <a:gd name="T136" fmla="+- 0 13076 12215"/>
                                <a:gd name="T137" fmla="*/ T136 w 874"/>
                                <a:gd name="T138" fmla="+- 0 16584 16252"/>
                                <a:gd name="T139" fmla="*/ 16584 h 875"/>
                                <a:gd name="T140" fmla="+- 0 13054 12215"/>
                                <a:gd name="T141" fmla="*/ T140 w 874"/>
                                <a:gd name="T142" fmla="+- 0 16519 16252"/>
                                <a:gd name="T143" fmla="*/ 16519 h 875"/>
                                <a:gd name="T144" fmla="+- 0 13023 12215"/>
                                <a:gd name="T145" fmla="*/ T144 w 874"/>
                                <a:gd name="T146" fmla="+- 0 16459 16252"/>
                                <a:gd name="T147" fmla="*/ 16459 h 875"/>
                                <a:gd name="T148" fmla="+- 0 12983 12215"/>
                                <a:gd name="T149" fmla="*/ T148 w 874"/>
                                <a:gd name="T150" fmla="+- 0 16404 16252"/>
                                <a:gd name="T151" fmla="*/ 16404 h 875"/>
                                <a:gd name="T152" fmla="+- 0 12936 12215"/>
                                <a:gd name="T153" fmla="*/ T152 w 874"/>
                                <a:gd name="T154" fmla="+- 0 16357 16252"/>
                                <a:gd name="T155" fmla="*/ 16357 h 875"/>
                                <a:gd name="T156" fmla="+- 0 12882 12215"/>
                                <a:gd name="T157" fmla="*/ T156 w 874"/>
                                <a:gd name="T158" fmla="+- 0 16317 16252"/>
                                <a:gd name="T159" fmla="*/ 16317 h 875"/>
                                <a:gd name="T160" fmla="+- 0 12822 12215"/>
                                <a:gd name="T161" fmla="*/ T160 w 874"/>
                                <a:gd name="T162" fmla="+- 0 16286 16252"/>
                                <a:gd name="T163" fmla="*/ 16286 h 875"/>
                                <a:gd name="T164" fmla="+- 0 12817 12215"/>
                                <a:gd name="T165" fmla="*/ T164 w 874"/>
                                <a:gd name="T166" fmla="+- 0 16284 16252"/>
                                <a:gd name="T167" fmla="*/ 16284 h 87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</a:cxnLst>
                              <a:rect l="0" t="0" r="r" b="b"/>
                              <a:pathLst>
                                <a:path w="874" h="875">
                                  <a:moveTo>
                                    <a:pt x="602" y="32"/>
                                  </a:moveTo>
                                  <a:lnTo>
                                    <a:pt x="417" y="32"/>
                                  </a:lnTo>
                                  <a:lnTo>
                                    <a:pt x="441" y="32"/>
                                  </a:lnTo>
                                  <a:lnTo>
                                    <a:pt x="464" y="34"/>
                                  </a:lnTo>
                                  <a:lnTo>
                                    <a:pt x="529" y="44"/>
                                  </a:lnTo>
                                  <a:lnTo>
                                    <a:pt x="588" y="62"/>
                                  </a:lnTo>
                                  <a:lnTo>
                                    <a:pt x="658" y="97"/>
                                  </a:lnTo>
                                  <a:lnTo>
                                    <a:pt x="717" y="145"/>
                                  </a:lnTo>
                                  <a:lnTo>
                                    <a:pt x="758" y="192"/>
                                  </a:lnTo>
                                  <a:lnTo>
                                    <a:pt x="792" y="243"/>
                                  </a:lnTo>
                                  <a:lnTo>
                                    <a:pt x="817" y="298"/>
                                  </a:lnTo>
                                  <a:lnTo>
                                    <a:pt x="834" y="357"/>
                                  </a:lnTo>
                                  <a:lnTo>
                                    <a:pt x="841" y="418"/>
                                  </a:lnTo>
                                  <a:lnTo>
                                    <a:pt x="841" y="442"/>
                                  </a:lnTo>
                                  <a:lnTo>
                                    <a:pt x="834" y="509"/>
                                  </a:lnTo>
                                  <a:lnTo>
                                    <a:pt x="818" y="570"/>
                                  </a:lnTo>
                                  <a:lnTo>
                                    <a:pt x="786" y="642"/>
                                  </a:lnTo>
                                  <a:lnTo>
                                    <a:pt x="741" y="704"/>
                                  </a:lnTo>
                                  <a:lnTo>
                                    <a:pt x="697" y="747"/>
                                  </a:lnTo>
                                  <a:lnTo>
                                    <a:pt x="647" y="783"/>
                                  </a:lnTo>
                                  <a:lnTo>
                                    <a:pt x="593" y="811"/>
                                  </a:lnTo>
                                  <a:lnTo>
                                    <a:pt x="536" y="830"/>
                                  </a:lnTo>
                                  <a:lnTo>
                                    <a:pt x="475" y="841"/>
                                  </a:lnTo>
                                  <a:lnTo>
                                    <a:pt x="454" y="842"/>
                                  </a:lnTo>
                                  <a:lnTo>
                                    <a:pt x="601" y="842"/>
                                  </a:lnTo>
                                  <a:lnTo>
                                    <a:pt x="667" y="809"/>
                                  </a:lnTo>
                                  <a:lnTo>
                                    <a:pt x="721" y="769"/>
                                  </a:lnTo>
                                  <a:lnTo>
                                    <a:pt x="768" y="722"/>
                                  </a:lnTo>
                                  <a:lnTo>
                                    <a:pt x="808" y="667"/>
                                  </a:lnTo>
                                  <a:lnTo>
                                    <a:pt x="839" y="607"/>
                                  </a:lnTo>
                                  <a:lnTo>
                                    <a:pt x="861" y="542"/>
                                  </a:lnTo>
                                  <a:lnTo>
                                    <a:pt x="872" y="473"/>
                                  </a:lnTo>
                                  <a:lnTo>
                                    <a:pt x="873" y="437"/>
                                  </a:lnTo>
                                  <a:lnTo>
                                    <a:pt x="872" y="401"/>
                                  </a:lnTo>
                                  <a:lnTo>
                                    <a:pt x="861" y="332"/>
                                  </a:lnTo>
                                  <a:lnTo>
                                    <a:pt x="839" y="267"/>
                                  </a:lnTo>
                                  <a:lnTo>
                                    <a:pt x="808" y="207"/>
                                  </a:lnTo>
                                  <a:lnTo>
                                    <a:pt x="768" y="152"/>
                                  </a:lnTo>
                                  <a:lnTo>
                                    <a:pt x="721" y="105"/>
                                  </a:lnTo>
                                  <a:lnTo>
                                    <a:pt x="667" y="65"/>
                                  </a:lnTo>
                                  <a:lnTo>
                                    <a:pt x="607" y="34"/>
                                  </a:lnTo>
                                  <a:lnTo>
                                    <a:pt x="602" y="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" name="Group 73"/>
                        <wpg:cNvGrpSpPr>
                          <a:grpSpLocks/>
                        </wpg:cNvGrpSpPr>
                        <wpg:grpSpPr bwMode="auto">
                          <a:xfrm>
                            <a:off x="12344" y="16419"/>
                            <a:ext cx="617" cy="467"/>
                            <a:chOff x="12344" y="16419"/>
                            <a:chExt cx="617" cy="467"/>
                          </a:xfrm>
                        </wpg:grpSpPr>
                        <wps:wsp>
                          <wps:cNvPr id="123" name="Freeform 80"/>
                          <wps:cNvSpPr>
                            <a:spLocks/>
                          </wps:cNvSpPr>
                          <wps:spPr bwMode="auto">
                            <a:xfrm>
                              <a:off x="12344" y="16419"/>
                              <a:ext cx="617" cy="467"/>
                            </a:xfrm>
                            <a:custGeom>
                              <a:avLst/>
                              <a:gdLst>
                                <a:gd name="T0" fmla="+- 0 12748 12344"/>
                                <a:gd name="T1" fmla="*/ T0 w 617"/>
                                <a:gd name="T2" fmla="+- 0 16419 16419"/>
                                <a:gd name="T3" fmla="*/ 16419 h 467"/>
                                <a:gd name="T4" fmla="+- 0 12683 12344"/>
                                <a:gd name="T5" fmla="*/ T4 w 617"/>
                                <a:gd name="T6" fmla="+- 0 16425 16419"/>
                                <a:gd name="T7" fmla="*/ 16425 h 467"/>
                                <a:gd name="T8" fmla="+- 0 12627 12344"/>
                                <a:gd name="T9" fmla="*/ T8 w 617"/>
                                <a:gd name="T10" fmla="+- 0 16447 16419"/>
                                <a:gd name="T11" fmla="*/ 16447 h 467"/>
                                <a:gd name="T12" fmla="+- 0 12581 12344"/>
                                <a:gd name="T13" fmla="*/ T12 w 617"/>
                                <a:gd name="T14" fmla="+- 0 16487 16419"/>
                                <a:gd name="T15" fmla="*/ 16487 h 467"/>
                                <a:gd name="T16" fmla="+- 0 12553 12344"/>
                                <a:gd name="T17" fmla="*/ T16 w 617"/>
                                <a:gd name="T18" fmla="+- 0 16531 16419"/>
                                <a:gd name="T19" fmla="*/ 16531 h 467"/>
                                <a:gd name="T20" fmla="+- 0 12551 12344"/>
                                <a:gd name="T21" fmla="*/ T20 w 617"/>
                                <a:gd name="T22" fmla="+- 0 16534 16419"/>
                                <a:gd name="T23" fmla="*/ 16534 h 467"/>
                                <a:gd name="T24" fmla="+- 0 12490 12344"/>
                                <a:gd name="T25" fmla="*/ T24 w 617"/>
                                <a:gd name="T26" fmla="+- 0 16546 16419"/>
                                <a:gd name="T27" fmla="*/ 16546 h 467"/>
                                <a:gd name="T28" fmla="+- 0 12436 12344"/>
                                <a:gd name="T29" fmla="*/ T28 w 617"/>
                                <a:gd name="T30" fmla="+- 0 16576 16419"/>
                                <a:gd name="T31" fmla="*/ 16576 h 467"/>
                                <a:gd name="T32" fmla="+- 0 12389 12344"/>
                                <a:gd name="T33" fmla="*/ T32 w 617"/>
                                <a:gd name="T34" fmla="+- 0 16634 16419"/>
                                <a:gd name="T35" fmla="*/ 16634 h 467"/>
                                <a:gd name="T36" fmla="+- 0 12372 12344"/>
                                <a:gd name="T37" fmla="*/ T36 w 617"/>
                                <a:gd name="T38" fmla="+- 0 16704 16419"/>
                                <a:gd name="T39" fmla="*/ 16704 h 467"/>
                                <a:gd name="T40" fmla="+- 0 12372 12344"/>
                                <a:gd name="T41" fmla="*/ T40 w 617"/>
                                <a:gd name="T42" fmla="+- 0 16709 16419"/>
                                <a:gd name="T43" fmla="*/ 16709 h 467"/>
                                <a:gd name="T44" fmla="+- 0 12373 12344"/>
                                <a:gd name="T45" fmla="*/ T44 w 617"/>
                                <a:gd name="T46" fmla="+- 0 16726 16419"/>
                                <a:gd name="T47" fmla="*/ 16726 h 467"/>
                                <a:gd name="T48" fmla="+- 0 12378 12344"/>
                                <a:gd name="T49" fmla="*/ T48 w 617"/>
                                <a:gd name="T50" fmla="+- 0 16746 16419"/>
                                <a:gd name="T51" fmla="*/ 16746 h 467"/>
                                <a:gd name="T52" fmla="+- 0 12384 12344"/>
                                <a:gd name="T53" fmla="*/ T52 w 617"/>
                                <a:gd name="T54" fmla="+- 0 16765 16419"/>
                                <a:gd name="T55" fmla="*/ 16765 h 467"/>
                                <a:gd name="T56" fmla="+- 0 12387 12344"/>
                                <a:gd name="T57" fmla="*/ T56 w 617"/>
                                <a:gd name="T58" fmla="+- 0 16773 16419"/>
                                <a:gd name="T59" fmla="*/ 16773 h 467"/>
                                <a:gd name="T60" fmla="+- 0 12388 12344"/>
                                <a:gd name="T61" fmla="*/ T60 w 617"/>
                                <a:gd name="T62" fmla="+- 0 16777 16419"/>
                                <a:gd name="T63" fmla="*/ 16777 h 467"/>
                                <a:gd name="T64" fmla="+- 0 12377 12344"/>
                                <a:gd name="T65" fmla="*/ T64 w 617"/>
                                <a:gd name="T66" fmla="+- 0 16801 16419"/>
                                <a:gd name="T67" fmla="*/ 16801 h 467"/>
                                <a:gd name="T68" fmla="+- 0 12369 12344"/>
                                <a:gd name="T69" fmla="*/ T68 w 617"/>
                                <a:gd name="T70" fmla="+- 0 16819 16419"/>
                                <a:gd name="T71" fmla="*/ 16819 h 467"/>
                                <a:gd name="T72" fmla="+- 0 12352 12344"/>
                                <a:gd name="T73" fmla="*/ T72 w 617"/>
                                <a:gd name="T74" fmla="+- 0 16861 16419"/>
                                <a:gd name="T75" fmla="*/ 16861 h 467"/>
                                <a:gd name="T76" fmla="+- 0 12344 12344"/>
                                <a:gd name="T77" fmla="*/ T76 w 617"/>
                                <a:gd name="T78" fmla="+- 0 16876 16419"/>
                                <a:gd name="T79" fmla="*/ 16876 h 467"/>
                                <a:gd name="T80" fmla="+- 0 12352 12344"/>
                                <a:gd name="T81" fmla="*/ T80 w 617"/>
                                <a:gd name="T82" fmla="+- 0 16885 16419"/>
                                <a:gd name="T83" fmla="*/ 16885 h 467"/>
                                <a:gd name="T84" fmla="+- 0 12370 12344"/>
                                <a:gd name="T85" fmla="*/ T84 w 617"/>
                                <a:gd name="T86" fmla="+- 0 16885 16419"/>
                                <a:gd name="T87" fmla="*/ 16885 h 467"/>
                                <a:gd name="T88" fmla="+- 0 12388 12344"/>
                                <a:gd name="T89" fmla="*/ T88 w 617"/>
                                <a:gd name="T90" fmla="+- 0 16878 16419"/>
                                <a:gd name="T91" fmla="*/ 16878 h 467"/>
                                <a:gd name="T92" fmla="+- 0 12406 12344"/>
                                <a:gd name="T93" fmla="*/ T92 w 617"/>
                                <a:gd name="T94" fmla="+- 0 16869 16419"/>
                                <a:gd name="T95" fmla="*/ 16869 h 467"/>
                                <a:gd name="T96" fmla="+- 0 12442 12344"/>
                                <a:gd name="T97" fmla="*/ T96 w 617"/>
                                <a:gd name="T98" fmla="+- 0 16852 16419"/>
                                <a:gd name="T99" fmla="*/ 16852 h 467"/>
                                <a:gd name="T100" fmla="+- 0 12456 12344"/>
                                <a:gd name="T101" fmla="*/ T100 w 617"/>
                                <a:gd name="T102" fmla="+- 0 16850 16419"/>
                                <a:gd name="T103" fmla="*/ 16850 h 467"/>
                                <a:gd name="T104" fmla="+- 0 12671 12344"/>
                                <a:gd name="T105" fmla="*/ T104 w 617"/>
                                <a:gd name="T106" fmla="+- 0 16850 16419"/>
                                <a:gd name="T107" fmla="*/ 16850 h 467"/>
                                <a:gd name="T108" fmla="+- 0 12673 12344"/>
                                <a:gd name="T109" fmla="*/ T108 w 617"/>
                                <a:gd name="T110" fmla="+- 0 16849 16419"/>
                                <a:gd name="T111" fmla="*/ 16849 h 467"/>
                                <a:gd name="T112" fmla="+- 0 12578 12344"/>
                                <a:gd name="T113" fmla="*/ T112 w 617"/>
                                <a:gd name="T114" fmla="+- 0 16849 16419"/>
                                <a:gd name="T115" fmla="*/ 16849 h 467"/>
                                <a:gd name="T116" fmla="+- 0 12559 12344"/>
                                <a:gd name="T117" fmla="*/ T116 w 617"/>
                                <a:gd name="T118" fmla="+- 0 16849 16419"/>
                                <a:gd name="T119" fmla="*/ 16849 h 467"/>
                                <a:gd name="T120" fmla="+- 0 12541 12344"/>
                                <a:gd name="T121" fmla="*/ T120 w 617"/>
                                <a:gd name="T122" fmla="+- 0 16847 16419"/>
                                <a:gd name="T123" fmla="*/ 16847 h 467"/>
                                <a:gd name="T124" fmla="+- 0 12534 12344"/>
                                <a:gd name="T125" fmla="*/ T124 w 617"/>
                                <a:gd name="T126" fmla="+- 0 16845 16419"/>
                                <a:gd name="T127" fmla="*/ 16845 h 467"/>
                                <a:gd name="T128" fmla="+- 0 12389 12344"/>
                                <a:gd name="T129" fmla="*/ T128 w 617"/>
                                <a:gd name="T130" fmla="+- 0 16845 16419"/>
                                <a:gd name="T131" fmla="*/ 16845 h 467"/>
                                <a:gd name="T132" fmla="+- 0 12395 12344"/>
                                <a:gd name="T133" fmla="*/ T132 w 617"/>
                                <a:gd name="T134" fmla="+- 0 16833 16419"/>
                                <a:gd name="T135" fmla="*/ 16833 h 467"/>
                                <a:gd name="T136" fmla="+- 0 12397 12344"/>
                                <a:gd name="T137" fmla="*/ T136 w 617"/>
                                <a:gd name="T138" fmla="+- 0 16827 16419"/>
                                <a:gd name="T139" fmla="*/ 16827 h 467"/>
                                <a:gd name="T140" fmla="+- 0 12405 12344"/>
                                <a:gd name="T141" fmla="*/ T140 w 617"/>
                                <a:gd name="T142" fmla="+- 0 16810 16419"/>
                                <a:gd name="T143" fmla="*/ 16810 h 467"/>
                                <a:gd name="T144" fmla="+- 0 12410 12344"/>
                                <a:gd name="T145" fmla="*/ T144 w 617"/>
                                <a:gd name="T146" fmla="+- 0 16794 16419"/>
                                <a:gd name="T147" fmla="*/ 16794 h 467"/>
                                <a:gd name="T148" fmla="+- 0 12412 12344"/>
                                <a:gd name="T149" fmla="*/ T148 w 617"/>
                                <a:gd name="T150" fmla="+- 0 16778 16419"/>
                                <a:gd name="T151" fmla="*/ 16778 h 467"/>
                                <a:gd name="T152" fmla="+- 0 12412 12344"/>
                                <a:gd name="T153" fmla="*/ T152 w 617"/>
                                <a:gd name="T154" fmla="+- 0 16772 16419"/>
                                <a:gd name="T155" fmla="*/ 16772 h 467"/>
                                <a:gd name="T156" fmla="+- 0 12411 12344"/>
                                <a:gd name="T157" fmla="*/ T156 w 617"/>
                                <a:gd name="T158" fmla="+- 0 16757 16419"/>
                                <a:gd name="T159" fmla="*/ 16757 h 467"/>
                                <a:gd name="T160" fmla="+- 0 12404 12344"/>
                                <a:gd name="T161" fmla="*/ T160 w 617"/>
                                <a:gd name="T162" fmla="+- 0 16733 16419"/>
                                <a:gd name="T163" fmla="*/ 16733 h 467"/>
                                <a:gd name="T164" fmla="+- 0 12401 12344"/>
                                <a:gd name="T165" fmla="*/ T164 w 617"/>
                                <a:gd name="T166" fmla="+- 0 16715 16419"/>
                                <a:gd name="T167" fmla="*/ 16715 h 467"/>
                                <a:gd name="T168" fmla="+- 0 12415 12344"/>
                                <a:gd name="T169" fmla="*/ T168 w 617"/>
                                <a:gd name="T170" fmla="+- 0 16643 16419"/>
                                <a:gd name="T171" fmla="*/ 16643 h 467"/>
                                <a:gd name="T172" fmla="+- 0 12469 12344"/>
                                <a:gd name="T173" fmla="*/ T172 w 617"/>
                                <a:gd name="T174" fmla="+- 0 16588 16419"/>
                                <a:gd name="T175" fmla="*/ 16588 h 467"/>
                                <a:gd name="T176" fmla="+- 0 12528 12344"/>
                                <a:gd name="T177" fmla="*/ T176 w 617"/>
                                <a:gd name="T178" fmla="+- 0 16565 16419"/>
                                <a:gd name="T179" fmla="*/ 16565 h 467"/>
                                <a:gd name="T180" fmla="+- 0 12567 12344"/>
                                <a:gd name="T181" fmla="*/ T180 w 617"/>
                                <a:gd name="T182" fmla="+- 0 16560 16419"/>
                                <a:gd name="T183" fmla="*/ 16560 h 467"/>
                                <a:gd name="T184" fmla="+- 0 12673 12344"/>
                                <a:gd name="T185" fmla="*/ T184 w 617"/>
                                <a:gd name="T186" fmla="+- 0 16560 16419"/>
                                <a:gd name="T187" fmla="*/ 16560 h 467"/>
                                <a:gd name="T188" fmla="+- 0 12668 12344"/>
                                <a:gd name="T189" fmla="*/ T188 w 617"/>
                                <a:gd name="T190" fmla="+- 0 16557 16419"/>
                                <a:gd name="T191" fmla="*/ 16557 h 467"/>
                                <a:gd name="T192" fmla="+- 0 12649 12344"/>
                                <a:gd name="T193" fmla="*/ T192 w 617"/>
                                <a:gd name="T194" fmla="+- 0 16548 16419"/>
                                <a:gd name="T195" fmla="*/ 16548 h 467"/>
                                <a:gd name="T196" fmla="+- 0 12628 12344"/>
                                <a:gd name="T197" fmla="*/ T196 w 617"/>
                                <a:gd name="T198" fmla="+- 0 16540 16419"/>
                                <a:gd name="T199" fmla="*/ 16540 h 467"/>
                                <a:gd name="T200" fmla="+- 0 12607 12344"/>
                                <a:gd name="T201" fmla="*/ T200 w 617"/>
                                <a:gd name="T202" fmla="+- 0 16535 16419"/>
                                <a:gd name="T203" fmla="*/ 16535 h 467"/>
                                <a:gd name="T204" fmla="+- 0 12585 12344"/>
                                <a:gd name="T205" fmla="*/ T204 w 617"/>
                                <a:gd name="T206" fmla="+- 0 16532 16419"/>
                                <a:gd name="T207" fmla="*/ 16532 h 467"/>
                                <a:gd name="T208" fmla="+- 0 12586 12344"/>
                                <a:gd name="T209" fmla="*/ T208 w 617"/>
                                <a:gd name="T210" fmla="+- 0 16530 16419"/>
                                <a:gd name="T211" fmla="*/ 16530 h 467"/>
                                <a:gd name="T212" fmla="+- 0 12641 12344"/>
                                <a:gd name="T213" fmla="*/ T212 w 617"/>
                                <a:gd name="T214" fmla="+- 0 16472 16419"/>
                                <a:gd name="T215" fmla="*/ 16472 h 467"/>
                                <a:gd name="T216" fmla="+- 0 12710 12344"/>
                                <a:gd name="T217" fmla="*/ T216 w 617"/>
                                <a:gd name="T218" fmla="+- 0 16448 16419"/>
                                <a:gd name="T219" fmla="*/ 16448 h 467"/>
                                <a:gd name="T220" fmla="+- 0 12729 12344"/>
                                <a:gd name="T221" fmla="*/ T220 w 617"/>
                                <a:gd name="T222" fmla="+- 0 16447 16419"/>
                                <a:gd name="T223" fmla="*/ 16447 h 467"/>
                                <a:gd name="T224" fmla="+- 0 12846 12344"/>
                                <a:gd name="T225" fmla="*/ T224 w 617"/>
                                <a:gd name="T226" fmla="+- 0 16447 16419"/>
                                <a:gd name="T227" fmla="*/ 16447 h 467"/>
                                <a:gd name="T228" fmla="+- 0 12844 12344"/>
                                <a:gd name="T229" fmla="*/ T228 w 617"/>
                                <a:gd name="T230" fmla="+- 0 16446 16419"/>
                                <a:gd name="T231" fmla="*/ 16446 h 467"/>
                                <a:gd name="T232" fmla="+- 0 12827 12344"/>
                                <a:gd name="T233" fmla="*/ T232 w 617"/>
                                <a:gd name="T234" fmla="+- 0 16437 16419"/>
                                <a:gd name="T235" fmla="*/ 16437 h 467"/>
                                <a:gd name="T236" fmla="+- 0 12808 12344"/>
                                <a:gd name="T237" fmla="*/ T236 w 617"/>
                                <a:gd name="T238" fmla="+- 0 16429 16419"/>
                                <a:gd name="T239" fmla="*/ 16429 h 467"/>
                                <a:gd name="T240" fmla="+- 0 12789 12344"/>
                                <a:gd name="T241" fmla="*/ T240 w 617"/>
                                <a:gd name="T242" fmla="+- 0 16424 16419"/>
                                <a:gd name="T243" fmla="*/ 16424 h 467"/>
                                <a:gd name="T244" fmla="+- 0 12769 12344"/>
                                <a:gd name="T245" fmla="*/ T244 w 617"/>
                                <a:gd name="T246" fmla="+- 0 16421 16419"/>
                                <a:gd name="T247" fmla="*/ 16421 h 467"/>
                                <a:gd name="T248" fmla="+- 0 12748 12344"/>
                                <a:gd name="T249" fmla="*/ T248 w 617"/>
                                <a:gd name="T250" fmla="+- 0 16419 16419"/>
                                <a:gd name="T251" fmla="*/ 16419 h 4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  <a:cxn ang="0">
                                  <a:pos x="T209" y="T211"/>
                                </a:cxn>
                                <a:cxn ang="0">
                                  <a:pos x="T213" y="T215"/>
                                </a:cxn>
                                <a:cxn ang="0">
                                  <a:pos x="T217" y="T219"/>
                                </a:cxn>
                                <a:cxn ang="0">
                                  <a:pos x="T221" y="T223"/>
                                </a:cxn>
                                <a:cxn ang="0">
                                  <a:pos x="T225" y="T227"/>
                                </a:cxn>
                                <a:cxn ang="0">
                                  <a:pos x="T229" y="T231"/>
                                </a:cxn>
                                <a:cxn ang="0">
                                  <a:pos x="T233" y="T235"/>
                                </a:cxn>
                                <a:cxn ang="0">
                                  <a:pos x="T237" y="T239"/>
                                </a:cxn>
                                <a:cxn ang="0">
                                  <a:pos x="T241" y="T243"/>
                                </a:cxn>
                                <a:cxn ang="0">
                                  <a:pos x="T245" y="T247"/>
                                </a:cxn>
                                <a:cxn ang="0">
                                  <a:pos x="T249" y="T251"/>
                                </a:cxn>
                              </a:cxnLst>
                              <a:rect l="0" t="0" r="r" b="b"/>
                              <a:pathLst>
                                <a:path w="617" h="467">
                                  <a:moveTo>
                                    <a:pt x="404" y="0"/>
                                  </a:moveTo>
                                  <a:lnTo>
                                    <a:pt x="339" y="6"/>
                                  </a:lnTo>
                                  <a:lnTo>
                                    <a:pt x="283" y="28"/>
                                  </a:lnTo>
                                  <a:lnTo>
                                    <a:pt x="237" y="68"/>
                                  </a:lnTo>
                                  <a:lnTo>
                                    <a:pt x="209" y="112"/>
                                  </a:lnTo>
                                  <a:lnTo>
                                    <a:pt x="207" y="115"/>
                                  </a:lnTo>
                                  <a:lnTo>
                                    <a:pt x="146" y="127"/>
                                  </a:lnTo>
                                  <a:lnTo>
                                    <a:pt x="92" y="157"/>
                                  </a:lnTo>
                                  <a:lnTo>
                                    <a:pt x="45" y="215"/>
                                  </a:lnTo>
                                  <a:lnTo>
                                    <a:pt x="28" y="285"/>
                                  </a:lnTo>
                                  <a:lnTo>
                                    <a:pt x="28" y="290"/>
                                  </a:lnTo>
                                  <a:lnTo>
                                    <a:pt x="29" y="307"/>
                                  </a:lnTo>
                                  <a:lnTo>
                                    <a:pt x="34" y="327"/>
                                  </a:lnTo>
                                  <a:lnTo>
                                    <a:pt x="40" y="346"/>
                                  </a:lnTo>
                                  <a:lnTo>
                                    <a:pt x="43" y="354"/>
                                  </a:lnTo>
                                  <a:lnTo>
                                    <a:pt x="44" y="358"/>
                                  </a:lnTo>
                                  <a:lnTo>
                                    <a:pt x="33" y="382"/>
                                  </a:lnTo>
                                  <a:lnTo>
                                    <a:pt x="25" y="400"/>
                                  </a:lnTo>
                                  <a:lnTo>
                                    <a:pt x="8" y="442"/>
                                  </a:lnTo>
                                  <a:lnTo>
                                    <a:pt x="0" y="457"/>
                                  </a:lnTo>
                                  <a:lnTo>
                                    <a:pt x="8" y="466"/>
                                  </a:lnTo>
                                  <a:lnTo>
                                    <a:pt x="26" y="466"/>
                                  </a:lnTo>
                                  <a:lnTo>
                                    <a:pt x="44" y="459"/>
                                  </a:lnTo>
                                  <a:lnTo>
                                    <a:pt x="62" y="450"/>
                                  </a:lnTo>
                                  <a:lnTo>
                                    <a:pt x="98" y="433"/>
                                  </a:lnTo>
                                  <a:lnTo>
                                    <a:pt x="112" y="431"/>
                                  </a:lnTo>
                                  <a:lnTo>
                                    <a:pt x="327" y="431"/>
                                  </a:lnTo>
                                  <a:lnTo>
                                    <a:pt x="329" y="430"/>
                                  </a:lnTo>
                                  <a:lnTo>
                                    <a:pt x="234" y="430"/>
                                  </a:lnTo>
                                  <a:lnTo>
                                    <a:pt x="215" y="430"/>
                                  </a:lnTo>
                                  <a:lnTo>
                                    <a:pt x="197" y="428"/>
                                  </a:lnTo>
                                  <a:lnTo>
                                    <a:pt x="190" y="426"/>
                                  </a:lnTo>
                                  <a:lnTo>
                                    <a:pt x="45" y="426"/>
                                  </a:lnTo>
                                  <a:lnTo>
                                    <a:pt x="51" y="414"/>
                                  </a:lnTo>
                                  <a:lnTo>
                                    <a:pt x="53" y="408"/>
                                  </a:lnTo>
                                  <a:lnTo>
                                    <a:pt x="61" y="391"/>
                                  </a:lnTo>
                                  <a:lnTo>
                                    <a:pt x="66" y="375"/>
                                  </a:lnTo>
                                  <a:lnTo>
                                    <a:pt x="68" y="359"/>
                                  </a:lnTo>
                                  <a:lnTo>
                                    <a:pt x="68" y="353"/>
                                  </a:lnTo>
                                  <a:lnTo>
                                    <a:pt x="67" y="338"/>
                                  </a:lnTo>
                                  <a:lnTo>
                                    <a:pt x="60" y="314"/>
                                  </a:lnTo>
                                  <a:lnTo>
                                    <a:pt x="57" y="296"/>
                                  </a:lnTo>
                                  <a:lnTo>
                                    <a:pt x="71" y="224"/>
                                  </a:lnTo>
                                  <a:lnTo>
                                    <a:pt x="125" y="169"/>
                                  </a:lnTo>
                                  <a:lnTo>
                                    <a:pt x="184" y="146"/>
                                  </a:lnTo>
                                  <a:lnTo>
                                    <a:pt x="223" y="141"/>
                                  </a:lnTo>
                                  <a:lnTo>
                                    <a:pt x="329" y="141"/>
                                  </a:lnTo>
                                  <a:lnTo>
                                    <a:pt x="324" y="138"/>
                                  </a:lnTo>
                                  <a:lnTo>
                                    <a:pt x="305" y="129"/>
                                  </a:lnTo>
                                  <a:lnTo>
                                    <a:pt x="284" y="121"/>
                                  </a:lnTo>
                                  <a:lnTo>
                                    <a:pt x="263" y="116"/>
                                  </a:lnTo>
                                  <a:lnTo>
                                    <a:pt x="241" y="113"/>
                                  </a:lnTo>
                                  <a:lnTo>
                                    <a:pt x="242" y="111"/>
                                  </a:lnTo>
                                  <a:lnTo>
                                    <a:pt x="297" y="53"/>
                                  </a:lnTo>
                                  <a:lnTo>
                                    <a:pt x="366" y="29"/>
                                  </a:lnTo>
                                  <a:lnTo>
                                    <a:pt x="385" y="28"/>
                                  </a:lnTo>
                                  <a:lnTo>
                                    <a:pt x="502" y="28"/>
                                  </a:lnTo>
                                  <a:lnTo>
                                    <a:pt x="500" y="27"/>
                                  </a:lnTo>
                                  <a:lnTo>
                                    <a:pt x="483" y="18"/>
                                  </a:lnTo>
                                  <a:lnTo>
                                    <a:pt x="464" y="10"/>
                                  </a:lnTo>
                                  <a:lnTo>
                                    <a:pt x="445" y="5"/>
                                  </a:lnTo>
                                  <a:lnTo>
                                    <a:pt x="425" y="2"/>
                                  </a:lnTo>
                                  <a:lnTo>
                                    <a:pt x="40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" name="Freeform 79"/>
                          <wps:cNvSpPr>
                            <a:spLocks/>
                          </wps:cNvSpPr>
                          <wps:spPr bwMode="auto">
                            <a:xfrm>
                              <a:off x="12344" y="16419"/>
                              <a:ext cx="617" cy="467"/>
                            </a:xfrm>
                            <a:custGeom>
                              <a:avLst/>
                              <a:gdLst>
                                <a:gd name="T0" fmla="+- 0 12671 12344"/>
                                <a:gd name="T1" fmla="*/ T0 w 617"/>
                                <a:gd name="T2" fmla="+- 0 16850 16419"/>
                                <a:gd name="T3" fmla="*/ 16850 h 467"/>
                                <a:gd name="T4" fmla="+- 0 12456 12344"/>
                                <a:gd name="T5" fmla="*/ T4 w 617"/>
                                <a:gd name="T6" fmla="+- 0 16850 16419"/>
                                <a:gd name="T7" fmla="*/ 16850 h 467"/>
                                <a:gd name="T8" fmla="+- 0 12480 12344"/>
                                <a:gd name="T9" fmla="*/ T8 w 617"/>
                                <a:gd name="T10" fmla="+- 0 16858 16419"/>
                                <a:gd name="T11" fmla="*/ 16858 h 467"/>
                                <a:gd name="T12" fmla="+- 0 12497 12344"/>
                                <a:gd name="T13" fmla="*/ T12 w 617"/>
                                <a:gd name="T14" fmla="+- 0 16865 16419"/>
                                <a:gd name="T15" fmla="*/ 16865 h 467"/>
                                <a:gd name="T16" fmla="+- 0 12514 12344"/>
                                <a:gd name="T17" fmla="*/ T16 w 617"/>
                                <a:gd name="T18" fmla="+- 0 16870 16419"/>
                                <a:gd name="T19" fmla="*/ 16870 h 467"/>
                                <a:gd name="T20" fmla="+- 0 12532 12344"/>
                                <a:gd name="T21" fmla="*/ T20 w 617"/>
                                <a:gd name="T22" fmla="+- 0 16874 16419"/>
                                <a:gd name="T23" fmla="*/ 16874 h 467"/>
                                <a:gd name="T24" fmla="+- 0 12551 12344"/>
                                <a:gd name="T25" fmla="*/ T24 w 617"/>
                                <a:gd name="T26" fmla="+- 0 16876 16419"/>
                                <a:gd name="T27" fmla="*/ 16876 h 467"/>
                                <a:gd name="T28" fmla="+- 0 12572 12344"/>
                                <a:gd name="T29" fmla="*/ T28 w 617"/>
                                <a:gd name="T30" fmla="+- 0 16876 16419"/>
                                <a:gd name="T31" fmla="*/ 16876 h 467"/>
                                <a:gd name="T32" fmla="+- 0 12593 12344"/>
                                <a:gd name="T33" fmla="*/ T32 w 617"/>
                                <a:gd name="T34" fmla="+- 0 16874 16419"/>
                                <a:gd name="T35" fmla="*/ 16874 h 467"/>
                                <a:gd name="T36" fmla="+- 0 12616 12344"/>
                                <a:gd name="T37" fmla="*/ T36 w 617"/>
                                <a:gd name="T38" fmla="+- 0 16871 16419"/>
                                <a:gd name="T39" fmla="*/ 16871 h 467"/>
                                <a:gd name="T40" fmla="+- 0 12637 12344"/>
                                <a:gd name="T41" fmla="*/ T40 w 617"/>
                                <a:gd name="T42" fmla="+- 0 16865 16419"/>
                                <a:gd name="T43" fmla="*/ 16865 h 467"/>
                                <a:gd name="T44" fmla="+- 0 12656 12344"/>
                                <a:gd name="T45" fmla="*/ T44 w 617"/>
                                <a:gd name="T46" fmla="+- 0 16858 16419"/>
                                <a:gd name="T47" fmla="*/ 16858 h 467"/>
                                <a:gd name="T48" fmla="+- 0 12671 12344"/>
                                <a:gd name="T49" fmla="*/ T48 w 617"/>
                                <a:gd name="T50" fmla="+- 0 16850 16419"/>
                                <a:gd name="T51" fmla="*/ 16850 h 4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617" h="467">
                                  <a:moveTo>
                                    <a:pt x="327" y="431"/>
                                  </a:moveTo>
                                  <a:lnTo>
                                    <a:pt x="112" y="431"/>
                                  </a:lnTo>
                                  <a:lnTo>
                                    <a:pt x="136" y="439"/>
                                  </a:lnTo>
                                  <a:lnTo>
                                    <a:pt x="153" y="446"/>
                                  </a:lnTo>
                                  <a:lnTo>
                                    <a:pt x="170" y="451"/>
                                  </a:lnTo>
                                  <a:lnTo>
                                    <a:pt x="188" y="455"/>
                                  </a:lnTo>
                                  <a:lnTo>
                                    <a:pt x="207" y="457"/>
                                  </a:lnTo>
                                  <a:lnTo>
                                    <a:pt x="228" y="457"/>
                                  </a:lnTo>
                                  <a:lnTo>
                                    <a:pt x="249" y="455"/>
                                  </a:lnTo>
                                  <a:lnTo>
                                    <a:pt x="272" y="452"/>
                                  </a:lnTo>
                                  <a:lnTo>
                                    <a:pt x="293" y="446"/>
                                  </a:lnTo>
                                  <a:lnTo>
                                    <a:pt x="312" y="439"/>
                                  </a:lnTo>
                                  <a:lnTo>
                                    <a:pt x="327" y="4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Freeform 78"/>
                          <wps:cNvSpPr>
                            <a:spLocks/>
                          </wps:cNvSpPr>
                          <wps:spPr bwMode="auto">
                            <a:xfrm>
                              <a:off x="12344" y="16419"/>
                              <a:ext cx="617" cy="467"/>
                            </a:xfrm>
                            <a:custGeom>
                              <a:avLst/>
                              <a:gdLst>
                                <a:gd name="T0" fmla="+- 0 12673 12344"/>
                                <a:gd name="T1" fmla="*/ T0 w 617"/>
                                <a:gd name="T2" fmla="+- 0 16560 16419"/>
                                <a:gd name="T3" fmla="*/ 16560 h 467"/>
                                <a:gd name="T4" fmla="+- 0 12567 12344"/>
                                <a:gd name="T5" fmla="*/ T4 w 617"/>
                                <a:gd name="T6" fmla="+- 0 16560 16419"/>
                                <a:gd name="T7" fmla="*/ 16560 h 467"/>
                                <a:gd name="T8" fmla="+- 0 12586 12344"/>
                                <a:gd name="T9" fmla="*/ T8 w 617"/>
                                <a:gd name="T10" fmla="+- 0 16560 16419"/>
                                <a:gd name="T11" fmla="*/ 16560 h 467"/>
                                <a:gd name="T12" fmla="+- 0 12604 12344"/>
                                <a:gd name="T13" fmla="*/ T12 w 617"/>
                                <a:gd name="T14" fmla="+- 0 16563 16419"/>
                                <a:gd name="T15" fmla="*/ 16563 h 467"/>
                                <a:gd name="T16" fmla="+- 0 12674 12344"/>
                                <a:gd name="T17" fmla="*/ T16 w 617"/>
                                <a:gd name="T18" fmla="+- 0 16594 16419"/>
                                <a:gd name="T19" fmla="*/ 16594 h 467"/>
                                <a:gd name="T20" fmla="+- 0 12717 12344"/>
                                <a:gd name="T21" fmla="*/ T20 w 617"/>
                                <a:gd name="T22" fmla="+- 0 16640 16419"/>
                                <a:gd name="T23" fmla="*/ 16640 h 467"/>
                                <a:gd name="T24" fmla="+- 0 12735 12344"/>
                                <a:gd name="T25" fmla="*/ T24 w 617"/>
                                <a:gd name="T26" fmla="+- 0 16710 16419"/>
                                <a:gd name="T27" fmla="*/ 16710 h 467"/>
                                <a:gd name="T28" fmla="+- 0 12733 12344"/>
                                <a:gd name="T29" fmla="*/ T28 w 617"/>
                                <a:gd name="T30" fmla="+- 0 16728 16419"/>
                                <a:gd name="T31" fmla="*/ 16728 h 467"/>
                                <a:gd name="T32" fmla="+- 0 12698 12344"/>
                                <a:gd name="T33" fmla="*/ T32 w 617"/>
                                <a:gd name="T34" fmla="+- 0 16793 16419"/>
                                <a:gd name="T35" fmla="*/ 16793 h 467"/>
                                <a:gd name="T36" fmla="+- 0 12649 12344"/>
                                <a:gd name="T37" fmla="*/ T36 w 617"/>
                                <a:gd name="T38" fmla="+- 0 16829 16419"/>
                                <a:gd name="T39" fmla="*/ 16829 h 467"/>
                                <a:gd name="T40" fmla="+- 0 12578 12344"/>
                                <a:gd name="T41" fmla="*/ T40 w 617"/>
                                <a:gd name="T42" fmla="+- 0 16849 16419"/>
                                <a:gd name="T43" fmla="*/ 16849 h 467"/>
                                <a:gd name="T44" fmla="+- 0 12673 12344"/>
                                <a:gd name="T45" fmla="*/ T44 w 617"/>
                                <a:gd name="T46" fmla="+- 0 16849 16419"/>
                                <a:gd name="T47" fmla="*/ 16849 h 467"/>
                                <a:gd name="T48" fmla="+- 0 12720 12344"/>
                                <a:gd name="T49" fmla="*/ T48 w 617"/>
                                <a:gd name="T50" fmla="+- 0 16810 16419"/>
                                <a:gd name="T51" fmla="*/ 16810 h 467"/>
                                <a:gd name="T52" fmla="+- 0 12749 12344"/>
                                <a:gd name="T53" fmla="*/ T52 w 617"/>
                                <a:gd name="T54" fmla="+- 0 16767 16419"/>
                                <a:gd name="T55" fmla="*/ 16767 h 467"/>
                                <a:gd name="T56" fmla="+- 0 12753 12344"/>
                                <a:gd name="T57" fmla="*/ T56 w 617"/>
                                <a:gd name="T58" fmla="+- 0 16764 16419"/>
                                <a:gd name="T59" fmla="*/ 16764 h 467"/>
                                <a:gd name="T60" fmla="+- 0 12775 12344"/>
                                <a:gd name="T61" fmla="*/ T60 w 617"/>
                                <a:gd name="T62" fmla="+- 0 16760 16419"/>
                                <a:gd name="T63" fmla="*/ 16760 h 467"/>
                                <a:gd name="T64" fmla="+- 0 12792 12344"/>
                                <a:gd name="T65" fmla="*/ T64 w 617"/>
                                <a:gd name="T66" fmla="+- 0 16757 16419"/>
                                <a:gd name="T67" fmla="*/ 16757 h 467"/>
                                <a:gd name="T68" fmla="+- 0 12812 12344"/>
                                <a:gd name="T69" fmla="*/ T68 w 617"/>
                                <a:gd name="T70" fmla="+- 0 16750 16419"/>
                                <a:gd name="T71" fmla="*/ 16750 h 467"/>
                                <a:gd name="T72" fmla="+- 0 12835 12344"/>
                                <a:gd name="T73" fmla="*/ T72 w 617"/>
                                <a:gd name="T74" fmla="+- 0 16738 16419"/>
                                <a:gd name="T75" fmla="*/ 16738 h 467"/>
                                <a:gd name="T76" fmla="+- 0 12853 12344"/>
                                <a:gd name="T77" fmla="*/ T76 w 617"/>
                                <a:gd name="T78" fmla="+- 0 16737 16419"/>
                                <a:gd name="T79" fmla="*/ 16737 h 467"/>
                                <a:gd name="T80" fmla="+- 0 12948 12344"/>
                                <a:gd name="T81" fmla="*/ T80 w 617"/>
                                <a:gd name="T82" fmla="+- 0 16737 16419"/>
                                <a:gd name="T83" fmla="*/ 16737 h 467"/>
                                <a:gd name="T84" fmla="+- 0 12946 12344"/>
                                <a:gd name="T85" fmla="*/ T84 w 617"/>
                                <a:gd name="T86" fmla="+- 0 16733 16419"/>
                                <a:gd name="T87" fmla="*/ 16733 h 467"/>
                                <a:gd name="T88" fmla="+- 0 12768 12344"/>
                                <a:gd name="T89" fmla="*/ T88 w 617"/>
                                <a:gd name="T90" fmla="+- 0 16733 16419"/>
                                <a:gd name="T91" fmla="*/ 16733 h 467"/>
                                <a:gd name="T92" fmla="+- 0 12760 12344"/>
                                <a:gd name="T93" fmla="*/ T92 w 617"/>
                                <a:gd name="T94" fmla="+- 0 16732 16419"/>
                                <a:gd name="T95" fmla="*/ 16732 h 467"/>
                                <a:gd name="T96" fmla="+- 0 12763 12344"/>
                                <a:gd name="T97" fmla="*/ T96 w 617"/>
                                <a:gd name="T98" fmla="+- 0 16706 16419"/>
                                <a:gd name="T99" fmla="*/ 16706 h 467"/>
                                <a:gd name="T100" fmla="+- 0 12763 12344"/>
                                <a:gd name="T101" fmla="*/ T100 w 617"/>
                                <a:gd name="T102" fmla="+- 0 16704 16419"/>
                                <a:gd name="T103" fmla="*/ 16704 h 467"/>
                                <a:gd name="T104" fmla="+- 0 12762 12344"/>
                                <a:gd name="T105" fmla="*/ T104 w 617"/>
                                <a:gd name="T106" fmla="+- 0 16685 16419"/>
                                <a:gd name="T107" fmla="*/ 16685 h 467"/>
                                <a:gd name="T108" fmla="+- 0 12742 12344"/>
                                <a:gd name="T109" fmla="*/ T108 w 617"/>
                                <a:gd name="T110" fmla="+- 0 16627 16419"/>
                                <a:gd name="T111" fmla="*/ 16627 h 467"/>
                                <a:gd name="T112" fmla="+- 0 12703 12344"/>
                                <a:gd name="T113" fmla="*/ T112 w 617"/>
                                <a:gd name="T114" fmla="+- 0 16581 16419"/>
                                <a:gd name="T115" fmla="*/ 16581 h 467"/>
                                <a:gd name="T116" fmla="+- 0 12686 12344"/>
                                <a:gd name="T117" fmla="*/ T116 w 617"/>
                                <a:gd name="T118" fmla="+- 0 16568 16419"/>
                                <a:gd name="T119" fmla="*/ 16568 h 467"/>
                                <a:gd name="T120" fmla="+- 0 12673 12344"/>
                                <a:gd name="T121" fmla="*/ T120 w 617"/>
                                <a:gd name="T122" fmla="+- 0 16560 16419"/>
                                <a:gd name="T123" fmla="*/ 16560 h 4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</a:cxnLst>
                              <a:rect l="0" t="0" r="r" b="b"/>
                              <a:pathLst>
                                <a:path w="617" h="467">
                                  <a:moveTo>
                                    <a:pt x="329" y="141"/>
                                  </a:moveTo>
                                  <a:lnTo>
                                    <a:pt x="223" y="141"/>
                                  </a:lnTo>
                                  <a:lnTo>
                                    <a:pt x="242" y="141"/>
                                  </a:lnTo>
                                  <a:lnTo>
                                    <a:pt x="260" y="144"/>
                                  </a:lnTo>
                                  <a:lnTo>
                                    <a:pt x="330" y="175"/>
                                  </a:lnTo>
                                  <a:lnTo>
                                    <a:pt x="373" y="221"/>
                                  </a:lnTo>
                                  <a:lnTo>
                                    <a:pt x="391" y="291"/>
                                  </a:lnTo>
                                  <a:lnTo>
                                    <a:pt x="389" y="309"/>
                                  </a:lnTo>
                                  <a:lnTo>
                                    <a:pt x="354" y="374"/>
                                  </a:lnTo>
                                  <a:lnTo>
                                    <a:pt x="305" y="410"/>
                                  </a:lnTo>
                                  <a:lnTo>
                                    <a:pt x="234" y="430"/>
                                  </a:lnTo>
                                  <a:lnTo>
                                    <a:pt x="329" y="430"/>
                                  </a:lnTo>
                                  <a:lnTo>
                                    <a:pt x="376" y="391"/>
                                  </a:lnTo>
                                  <a:lnTo>
                                    <a:pt x="405" y="348"/>
                                  </a:lnTo>
                                  <a:lnTo>
                                    <a:pt x="409" y="345"/>
                                  </a:lnTo>
                                  <a:lnTo>
                                    <a:pt x="431" y="341"/>
                                  </a:lnTo>
                                  <a:lnTo>
                                    <a:pt x="448" y="338"/>
                                  </a:lnTo>
                                  <a:lnTo>
                                    <a:pt x="468" y="331"/>
                                  </a:lnTo>
                                  <a:lnTo>
                                    <a:pt x="491" y="319"/>
                                  </a:lnTo>
                                  <a:lnTo>
                                    <a:pt x="509" y="318"/>
                                  </a:lnTo>
                                  <a:lnTo>
                                    <a:pt x="604" y="318"/>
                                  </a:lnTo>
                                  <a:lnTo>
                                    <a:pt x="602" y="314"/>
                                  </a:lnTo>
                                  <a:lnTo>
                                    <a:pt x="424" y="314"/>
                                  </a:lnTo>
                                  <a:lnTo>
                                    <a:pt x="416" y="313"/>
                                  </a:lnTo>
                                  <a:lnTo>
                                    <a:pt x="419" y="287"/>
                                  </a:lnTo>
                                  <a:lnTo>
                                    <a:pt x="419" y="285"/>
                                  </a:lnTo>
                                  <a:lnTo>
                                    <a:pt x="418" y="266"/>
                                  </a:lnTo>
                                  <a:lnTo>
                                    <a:pt x="398" y="208"/>
                                  </a:lnTo>
                                  <a:lnTo>
                                    <a:pt x="359" y="162"/>
                                  </a:lnTo>
                                  <a:lnTo>
                                    <a:pt x="342" y="149"/>
                                  </a:lnTo>
                                  <a:lnTo>
                                    <a:pt x="329" y="1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" name="Freeform 77"/>
                          <wps:cNvSpPr>
                            <a:spLocks/>
                          </wps:cNvSpPr>
                          <wps:spPr bwMode="auto">
                            <a:xfrm>
                              <a:off x="12344" y="16419"/>
                              <a:ext cx="617" cy="467"/>
                            </a:xfrm>
                            <a:custGeom>
                              <a:avLst/>
                              <a:gdLst>
                                <a:gd name="T0" fmla="+- 0 12459 12344"/>
                                <a:gd name="T1" fmla="*/ T0 w 617"/>
                                <a:gd name="T2" fmla="+- 0 16814 16419"/>
                                <a:gd name="T3" fmla="*/ 16814 h 467"/>
                                <a:gd name="T4" fmla="+- 0 12454 12344"/>
                                <a:gd name="T5" fmla="*/ T4 w 617"/>
                                <a:gd name="T6" fmla="+- 0 16815 16419"/>
                                <a:gd name="T7" fmla="*/ 16815 h 467"/>
                                <a:gd name="T8" fmla="+- 0 12444 12344"/>
                                <a:gd name="T9" fmla="*/ T8 w 617"/>
                                <a:gd name="T10" fmla="+- 0 16820 16419"/>
                                <a:gd name="T11" fmla="*/ 16820 h 467"/>
                                <a:gd name="T12" fmla="+- 0 12389 12344"/>
                                <a:gd name="T13" fmla="*/ T12 w 617"/>
                                <a:gd name="T14" fmla="+- 0 16845 16419"/>
                                <a:gd name="T15" fmla="*/ 16845 h 467"/>
                                <a:gd name="T16" fmla="+- 0 12534 12344"/>
                                <a:gd name="T17" fmla="*/ T16 w 617"/>
                                <a:gd name="T18" fmla="+- 0 16845 16419"/>
                                <a:gd name="T19" fmla="*/ 16845 h 467"/>
                                <a:gd name="T20" fmla="+- 0 12522 12344"/>
                                <a:gd name="T21" fmla="*/ T20 w 617"/>
                                <a:gd name="T22" fmla="+- 0 16842 16419"/>
                                <a:gd name="T23" fmla="*/ 16842 h 467"/>
                                <a:gd name="T24" fmla="+- 0 12503 12344"/>
                                <a:gd name="T25" fmla="*/ T24 w 617"/>
                                <a:gd name="T26" fmla="+- 0 16836 16419"/>
                                <a:gd name="T27" fmla="*/ 16836 h 467"/>
                                <a:gd name="T28" fmla="+- 0 12485 12344"/>
                                <a:gd name="T29" fmla="*/ T28 w 617"/>
                                <a:gd name="T30" fmla="+- 0 16828 16419"/>
                                <a:gd name="T31" fmla="*/ 16828 h 467"/>
                                <a:gd name="T32" fmla="+- 0 12466 12344"/>
                                <a:gd name="T33" fmla="*/ T32 w 617"/>
                                <a:gd name="T34" fmla="+- 0 16818 16419"/>
                                <a:gd name="T35" fmla="*/ 16818 h 467"/>
                                <a:gd name="T36" fmla="+- 0 12459 12344"/>
                                <a:gd name="T37" fmla="*/ T36 w 617"/>
                                <a:gd name="T38" fmla="+- 0 16814 16419"/>
                                <a:gd name="T39" fmla="*/ 16814 h 4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617" h="467">
                                  <a:moveTo>
                                    <a:pt x="115" y="395"/>
                                  </a:moveTo>
                                  <a:lnTo>
                                    <a:pt x="110" y="396"/>
                                  </a:lnTo>
                                  <a:lnTo>
                                    <a:pt x="100" y="401"/>
                                  </a:lnTo>
                                  <a:lnTo>
                                    <a:pt x="45" y="426"/>
                                  </a:lnTo>
                                  <a:lnTo>
                                    <a:pt x="190" y="426"/>
                                  </a:lnTo>
                                  <a:lnTo>
                                    <a:pt x="178" y="423"/>
                                  </a:lnTo>
                                  <a:lnTo>
                                    <a:pt x="159" y="417"/>
                                  </a:lnTo>
                                  <a:lnTo>
                                    <a:pt x="141" y="409"/>
                                  </a:lnTo>
                                  <a:lnTo>
                                    <a:pt x="122" y="399"/>
                                  </a:lnTo>
                                  <a:lnTo>
                                    <a:pt x="115" y="3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" name="Freeform 76"/>
                          <wps:cNvSpPr>
                            <a:spLocks/>
                          </wps:cNvSpPr>
                          <wps:spPr bwMode="auto">
                            <a:xfrm>
                              <a:off x="12344" y="16419"/>
                              <a:ext cx="617" cy="467"/>
                            </a:xfrm>
                            <a:custGeom>
                              <a:avLst/>
                              <a:gdLst>
                                <a:gd name="T0" fmla="+- 0 12948 12344"/>
                                <a:gd name="T1" fmla="*/ T0 w 617"/>
                                <a:gd name="T2" fmla="+- 0 16737 16419"/>
                                <a:gd name="T3" fmla="*/ 16737 h 467"/>
                                <a:gd name="T4" fmla="+- 0 12853 12344"/>
                                <a:gd name="T5" fmla="*/ T4 w 617"/>
                                <a:gd name="T6" fmla="+- 0 16737 16419"/>
                                <a:gd name="T7" fmla="*/ 16737 h 467"/>
                                <a:gd name="T8" fmla="+- 0 12870 12344"/>
                                <a:gd name="T9" fmla="*/ T8 w 617"/>
                                <a:gd name="T10" fmla="+- 0 16741 16419"/>
                                <a:gd name="T11" fmla="*/ 16741 h 467"/>
                                <a:gd name="T12" fmla="+- 0 12887 12344"/>
                                <a:gd name="T13" fmla="*/ T12 w 617"/>
                                <a:gd name="T14" fmla="+- 0 16750 16419"/>
                                <a:gd name="T15" fmla="*/ 16750 h 467"/>
                                <a:gd name="T16" fmla="+- 0 12904 12344"/>
                                <a:gd name="T17" fmla="*/ T16 w 617"/>
                                <a:gd name="T18" fmla="+- 0 16757 16419"/>
                                <a:gd name="T19" fmla="*/ 16757 h 467"/>
                                <a:gd name="T20" fmla="+- 0 12923 12344"/>
                                <a:gd name="T21" fmla="*/ T20 w 617"/>
                                <a:gd name="T22" fmla="+- 0 16767 16419"/>
                                <a:gd name="T23" fmla="*/ 16767 h 467"/>
                                <a:gd name="T24" fmla="+- 0 12941 12344"/>
                                <a:gd name="T25" fmla="*/ T24 w 617"/>
                                <a:gd name="T26" fmla="+- 0 16772 16419"/>
                                <a:gd name="T27" fmla="*/ 16772 h 467"/>
                                <a:gd name="T28" fmla="+- 0 12960 12344"/>
                                <a:gd name="T29" fmla="*/ T28 w 617"/>
                                <a:gd name="T30" fmla="+- 0 16768 16419"/>
                                <a:gd name="T31" fmla="*/ 16768 h 467"/>
                                <a:gd name="T32" fmla="+- 0 12960 12344"/>
                                <a:gd name="T33" fmla="*/ T32 w 617"/>
                                <a:gd name="T34" fmla="+- 0 16767 16419"/>
                                <a:gd name="T35" fmla="*/ 16767 h 467"/>
                                <a:gd name="T36" fmla="+- 0 12955 12344"/>
                                <a:gd name="T37" fmla="*/ T36 w 617"/>
                                <a:gd name="T38" fmla="+- 0 16753 16419"/>
                                <a:gd name="T39" fmla="*/ 16753 h 467"/>
                                <a:gd name="T40" fmla="+- 0 12948 12344"/>
                                <a:gd name="T41" fmla="*/ T40 w 617"/>
                                <a:gd name="T42" fmla="+- 0 16737 16419"/>
                                <a:gd name="T43" fmla="*/ 16737 h 4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617" h="467">
                                  <a:moveTo>
                                    <a:pt x="604" y="318"/>
                                  </a:moveTo>
                                  <a:lnTo>
                                    <a:pt x="509" y="318"/>
                                  </a:lnTo>
                                  <a:lnTo>
                                    <a:pt x="526" y="322"/>
                                  </a:lnTo>
                                  <a:lnTo>
                                    <a:pt x="543" y="331"/>
                                  </a:lnTo>
                                  <a:lnTo>
                                    <a:pt x="560" y="338"/>
                                  </a:lnTo>
                                  <a:lnTo>
                                    <a:pt x="579" y="348"/>
                                  </a:lnTo>
                                  <a:lnTo>
                                    <a:pt x="597" y="353"/>
                                  </a:lnTo>
                                  <a:lnTo>
                                    <a:pt x="616" y="349"/>
                                  </a:lnTo>
                                  <a:lnTo>
                                    <a:pt x="616" y="348"/>
                                  </a:lnTo>
                                  <a:lnTo>
                                    <a:pt x="611" y="334"/>
                                  </a:lnTo>
                                  <a:lnTo>
                                    <a:pt x="604" y="3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" name="Freeform 75"/>
                          <wps:cNvSpPr>
                            <a:spLocks/>
                          </wps:cNvSpPr>
                          <wps:spPr bwMode="auto">
                            <a:xfrm>
                              <a:off x="12344" y="16419"/>
                              <a:ext cx="617" cy="467"/>
                            </a:xfrm>
                            <a:custGeom>
                              <a:avLst/>
                              <a:gdLst>
                                <a:gd name="T0" fmla="+- 0 12854 12344"/>
                                <a:gd name="T1" fmla="*/ T0 w 617"/>
                                <a:gd name="T2" fmla="+- 0 16704 16419"/>
                                <a:gd name="T3" fmla="*/ 16704 h 467"/>
                                <a:gd name="T4" fmla="+- 0 12839 12344"/>
                                <a:gd name="T5" fmla="*/ T4 w 617"/>
                                <a:gd name="T6" fmla="+- 0 16705 16419"/>
                                <a:gd name="T7" fmla="*/ 16705 h 467"/>
                                <a:gd name="T8" fmla="+- 0 12815 12344"/>
                                <a:gd name="T9" fmla="*/ T8 w 617"/>
                                <a:gd name="T10" fmla="+- 0 16717 16419"/>
                                <a:gd name="T11" fmla="*/ 16717 h 467"/>
                                <a:gd name="T12" fmla="+- 0 12796 12344"/>
                                <a:gd name="T13" fmla="*/ T12 w 617"/>
                                <a:gd name="T14" fmla="+- 0 16724 16419"/>
                                <a:gd name="T15" fmla="*/ 16724 h 467"/>
                                <a:gd name="T16" fmla="+- 0 12768 12344"/>
                                <a:gd name="T17" fmla="*/ T16 w 617"/>
                                <a:gd name="T18" fmla="+- 0 16733 16419"/>
                                <a:gd name="T19" fmla="*/ 16733 h 467"/>
                                <a:gd name="T20" fmla="+- 0 12946 12344"/>
                                <a:gd name="T21" fmla="*/ T20 w 617"/>
                                <a:gd name="T22" fmla="+- 0 16733 16419"/>
                                <a:gd name="T23" fmla="*/ 16733 h 467"/>
                                <a:gd name="T24" fmla="+- 0 12944 12344"/>
                                <a:gd name="T25" fmla="*/ T24 w 617"/>
                                <a:gd name="T26" fmla="+- 0 16728 16419"/>
                                <a:gd name="T27" fmla="*/ 16728 h 467"/>
                                <a:gd name="T28" fmla="+- 0 12909 12344"/>
                                <a:gd name="T29" fmla="*/ T28 w 617"/>
                                <a:gd name="T30" fmla="+- 0 16728 16419"/>
                                <a:gd name="T31" fmla="*/ 16728 h 467"/>
                                <a:gd name="T32" fmla="+- 0 12891 12344"/>
                                <a:gd name="T33" fmla="*/ T32 w 617"/>
                                <a:gd name="T34" fmla="+- 0 16721 16419"/>
                                <a:gd name="T35" fmla="*/ 16721 h 467"/>
                                <a:gd name="T36" fmla="+- 0 12874 12344"/>
                                <a:gd name="T37" fmla="*/ T36 w 617"/>
                                <a:gd name="T38" fmla="+- 0 16713 16419"/>
                                <a:gd name="T39" fmla="*/ 16713 h 467"/>
                                <a:gd name="T40" fmla="+- 0 12854 12344"/>
                                <a:gd name="T41" fmla="*/ T40 w 617"/>
                                <a:gd name="T42" fmla="+- 0 16704 16419"/>
                                <a:gd name="T43" fmla="*/ 16704 h 4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617" h="467">
                                  <a:moveTo>
                                    <a:pt x="510" y="285"/>
                                  </a:moveTo>
                                  <a:lnTo>
                                    <a:pt x="495" y="286"/>
                                  </a:lnTo>
                                  <a:lnTo>
                                    <a:pt x="471" y="298"/>
                                  </a:lnTo>
                                  <a:lnTo>
                                    <a:pt x="452" y="305"/>
                                  </a:lnTo>
                                  <a:lnTo>
                                    <a:pt x="424" y="314"/>
                                  </a:lnTo>
                                  <a:lnTo>
                                    <a:pt x="602" y="314"/>
                                  </a:lnTo>
                                  <a:lnTo>
                                    <a:pt x="600" y="309"/>
                                  </a:lnTo>
                                  <a:lnTo>
                                    <a:pt x="565" y="309"/>
                                  </a:lnTo>
                                  <a:lnTo>
                                    <a:pt x="547" y="302"/>
                                  </a:lnTo>
                                  <a:lnTo>
                                    <a:pt x="530" y="294"/>
                                  </a:lnTo>
                                  <a:lnTo>
                                    <a:pt x="510" y="2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Freeform 74"/>
                          <wps:cNvSpPr>
                            <a:spLocks/>
                          </wps:cNvSpPr>
                          <wps:spPr bwMode="auto">
                            <a:xfrm>
                              <a:off x="12344" y="16419"/>
                              <a:ext cx="617" cy="467"/>
                            </a:xfrm>
                            <a:custGeom>
                              <a:avLst/>
                              <a:gdLst>
                                <a:gd name="T0" fmla="+- 0 12846 12344"/>
                                <a:gd name="T1" fmla="*/ T0 w 617"/>
                                <a:gd name="T2" fmla="+- 0 16447 16419"/>
                                <a:gd name="T3" fmla="*/ 16447 h 467"/>
                                <a:gd name="T4" fmla="+- 0 12729 12344"/>
                                <a:gd name="T5" fmla="*/ T4 w 617"/>
                                <a:gd name="T6" fmla="+- 0 16447 16419"/>
                                <a:gd name="T7" fmla="*/ 16447 h 467"/>
                                <a:gd name="T8" fmla="+- 0 12747 12344"/>
                                <a:gd name="T9" fmla="*/ T8 w 617"/>
                                <a:gd name="T10" fmla="+- 0 16447 16419"/>
                                <a:gd name="T11" fmla="*/ 16447 h 467"/>
                                <a:gd name="T12" fmla="+- 0 12766 12344"/>
                                <a:gd name="T13" fmla="*/ T12 w 617"/>
                                <a:gd name="T14" fmla="+- 0 16450 16419"/>
                                <a:gd name="T15" fmla="*/ 16450 h 467"/>
                                <a:gd name="T16" fmla="+- 0 12839 12344"/>
                                <a:gd name="T17" fmla="*/ T16 w 617"/>
                                <a:gd name="T18" fmla="+- 0 16479 16419"/>
                                <a:gd name="T19" fmla="*/ 16479 h 467"/>
                                <a:gd name="T20" fmla="+- 0 12884 12344"/>
                                <a:gd name="T21" fmla="*/ T20 w 617"/>
                                <a:gd name="T22" fmla="+- 0 16521 16419"/>
                                <a:gd name="T23" fmla="*/ 16521 h 467"/>
                                <a:gd name="T24" fmla="+- 0 12903 12344"/>
                                <a:gd name="T25" fmla="*/ T24 w 617"/>
                                <a:gd name="T26" fmla="+- 0 16589 16419"/>
                                <a:gd name="T27" fmla="*/ 16589 h 467"/>
                                <a:gd name="T28" fmla="+- 0 12901 12344"/>
                                <a:gd name="T29" fmla="*/ T28 w 617"/>
                                <a:gd name="T30" fmla="+- 0 16609 16419"/>
                                <a:gd name="T31" fmla="*/ 16609 h 467"/>
                                <a:gd name="T32" fmla="+- 0 12897 12344"/>
                                <a:gd name="T33" fmla="*/ T32 w 617"/>
                                <a:gd name="T34" fmla="+- 0 16630 16419"/>
                                <a:gd name="T35" fmla="*/ 16630 h 467"/>
                                <a:gd name="T36" fmla="+- 0 12889 12344"/>
                                <a:gd name="T37" fmla="*/ T36 w 617"/>
                                <a:gd name="T38" fmla="+- 0 16652 16419"/>
                                <a:gd name="T39" fmla="*/ 16652 h 467"/>
                                <a:gd name="T40" fmla="+- 0 12889 12344"/>
                                <a:gd name="T41" fmla="*/ T40 w 617"/>
                                <a:gd name="T42" fmla="+- 0 16670 16419"/>
                                <a:gd name="T43" fmla="*/ 16670 h 467"/>
                                <a:gd name="T44" fmla="+- 0 12896 12344"/>
                                <a:gd name="T45" fmla="*/ T44 w 617"/>
                                <a:gd name="T46" fmla="+- 0 16690 16419"/>
                                <a:gd name="T47" fmla="*/ 16690 h 467"/>
                                <a:gd name="T48" fmla="+- 0 12904 12344"/>
                                <a:gd name="T49" fmla="*/ T48 w 617"/>
                                <a:gd name="T50" fmla="+- 0 16709 16419"/>
                                <a:gd name="T51" fmla="*/ 16709 h 467"/>
                                <a:gd name="T52" fmla="+- 0 12909 12344"/>
                                <a:gd name="T53" fmla="*/ T52 w 617"/>
                                <a:gd name="T54" fmla="+- 0 16728 16419"/>
                                <a:gd name="T55" fmla="*/ 16728 h 467"/>
                                <a:gd name="T56" fmla="+- 0 12944 12344"/>
                                <a:gd name="T57" fmla="*/ T56 w 617"/>
                                <a:gd name="T58" fmla="+- 0 16728 16419"/>
                                <a:gd name="T59" fmla="*/ 16728 h 467"/>
                                <a:gd name="T60" fmla="+- 0 12937 12344"/>
                                <a:gd name="T61" fmla="*/ T60 w 617"/>
                                <a:gd name="T62" fmla="+- 0 16710 16419"/>
                                <a:gd name="T63" fmla="*/ 16710 h 467"/>
                                <a:gd name="T64" fmla="+- 0 12928 12344"/>
                                <a:gd name="T65" fmla="*/ T64 w 617"/>
                                <a:gd name="T66" fmla="+- 0 16692 16419"/>
                                <a:gd name="T67" fmla="*/ 16692 h 467"/>
                                <a:gd name="T68" fmla="+- 0 12920 12344"/>
                                <a:gd name="T69" fmla="*/ T68 w 617"/>
                                <a:gd name="T70" fmla="+- 0 16673 16419"/>
                                <a:gd name="T71" fmla="*/ 16673 h 467"/>
                                <a:gd name="T72" fmla="+- 0 12915 12344"/>
                                <a:gd name="T73" fmla="*/ T72 w 617"/>
                                <a:gd name="T74" fmla="+- 0 16663 16419"/>
                                <a:gd name="T75" fmla="*/ 16663 h 467"/>
                                <a:gd name="T76" fmla="+- 0 12917 12344"/>
                                <a:gd name="T77" fmla="*/ T76 w 617"/>
                                <a:gd name="T78" fmla="+- 0 16655 16419"/>
                                <a:gd name="T79" fmla="*/ 16655 h 467"/>
                                <a:gd name="T80" fmla="+- 0 12922 12344"/>
                                <a:gd name="T81" fmla="*/ T80 w 617"/>
                                <a:gd name="T82" fmla="+- 0 16644 16419"/>
                                <a:gd name="T83" fmla="*/ 16644 h 467"/>
                                <a:gd name="T84" fmla="+- 0 12928 12344"/>
                                <a:gd name="T85" fmla="*/ T84 w 617"/>
                                <a:gd name="T86" fmla="+- 0 16625 16419"/>
                                <a:gd name="T87" fmla="*/ 16625 h 467"/>
                                <a:gd name="T88" fmla="+- 0 12931 12344"/>
                                <a:gd name="T89" fmla="*/ T88 w 617"/>
                                <a:gd name="T90" fmla="+- 0 16606 16419"/>
                                <a:gd name="T91" fmla="*/ 16606 h 467"/>
                                <a:gd name="T92" fmla="+- 0 12932 12344"/>
                                <a:gd name="T93" fmla="*/ T92 w 617"/>
                                <a:gd name="T94" fmla="+- 0 16587 16419"/>
                                <a:gd name="T95" fmla="*/ 16587 h 467"/>
                                <a:gd name="T96" fmla="+- 0 12931 12344"/>
                                <a:gd name="T97" fmla="*/ T96 w 617"/>
                                <a:gd name="T98" fmla="+- 0 16568 16419"/>
                                <a:gd name="T99" fmla="*/ 16568 h 467"/>
                                <a:gd name="T100" fmla="+- 0 12902 12344"/>
                                <a:gd name="T101" fmla="*/ T100 w 617"/>
                                <a:gd name="T102" fmla="+- 0 16499 16419"/>
                                <a:gd name="T103" fmla="*/ 16499 h 467"/>
                                <a:gd name="T104" fmla="+- 0 12861 12344"/>
                                <a:gd name="T105" fmla="*/ T104 w 617"/>
                                <a:gd name="T106" fmla="+- 0 16456 16419"/>
                                <a:gd name="T107" fmla="*/ 16456 h 467"/>
                                <a:gd name="T108" fmla="+- 0 12846 12344"/>
                                <a:gd name="T109" fmla="*/ T108 w 617"/>
                                <a:gd name="T110" fmla="+- 0 16447 16419"/>
                                <a:gd name="T111" fmla="*/ 16447 h 4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</a:cxnLst>
                              <a:rect l="0" t="0" r="r" b="b"/>
                              <a:pathLst>
                                <a:path w="617" h="467">
                                  <a:moveTo>
                                    <a:pt x="502" y="28"/>
                                  </a:moveTo>
                                  <a:lnTo>
                                    <a:pt x="385" y="28"/>
                                  </a:lnTo>
                                  <a:lnTo>
                                    <a:pt x="403" y="28"/>
                                  </a:lnTo>
                                  <a:lnTo>
                                    <a:pt x="422" y="31"/>
                                  </a:lnTo>
                                  <a:lnTo>
                                    <a:pt x="495" y="60"/>
                                  </a:lnTo>
                                  <a:lnTo>
                                    <a:pt x="540" y="102"/>
                                  </a:lnTo>
                                  <a:lnTo>
                                    <a:pt x="559" y="170"/>
                                  </a:lnTo>
                                  <a:lnTo>
                                    <a:pt x="557" y="190"/>
                                  </a:lnTo>
                                  <a:lnTo>
                                    <a:pt x="553" y="211"/>
                                  </a:lnTo>
                                  <a:lnTo>
                                    <a:pt x="545" y="233"/>
                                  </a:lnTo>
                                  <a:lnTo>
                                    <a:pt x="545" y="251"/>
                                  </a:lnTo>
                                  <a:lnTo>
                                    <a:pt x="552" y="271"/>
                                  </a:lnTo>
                                  <a:lnTo>
                                    <a:pt x="560" y="290"/>
                                  </a:lnTo>
                                  <a:lnTo>
                                    <a:pt x="565" y="309"/>
                                  </a:lnTo>
                                  <a:lnTo>
                                    <a:pt x="600" y="309"/>
                                  </a:lnTo>
                                  <a:lnTo>
                                    <a:pt x="593" y="291"/>
                                  </a:lnTo>
                                  <a:lnTo>
                                    <a:pt x="584" y="273"/>
                                  </a:lnTo>
                                  <a:lnTo>
                                    <a:pt x="576" y="254"/>
                                  </a:lnTo>
                                  <a:lnTo>
                                    <a:pt x="571" y="244"/>
                                  </a:lnTo>
                                  <a:lnTo>
                                    <a:pt x="573" y="236"/>
                                  </a:lnTo>
                                  <a:lnTo>
                                    <a:pt x="578" y="225"/>
                                  </a:lnTo>
                                  <a:lnTo>
                                    <a:pt x="584" y="206"/>
                                  </a:lnTo>
                                  <a:lnTo>
                                    <a:pt x="587" y="187"/>
                                  </a:lnTo>
                                  <a:lnTo>
                                    <a:pt x="588" y="168"/>
                                  </a:lnTo>
                                  <a:lnTo>
                                    <a:pt x="587" y="149"/>
                                  </a:lnTo>
                                  <a:lnTo>
                                    <a:pt x="558" y="80"/>
                                  </a:lnTo>
                                  <a:lnTo>
                                    <a:pt x="517" y="37"/>
                                  </a:lnTo>
                                  <a:lnTo>
                                    <a:pt x="502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" name="Group 71"/>
                        <wpg:cNvGrpSpPr>
                          <a:grpSpLocks/>
                        </wpg:cNvGrpSpPr>
                        <wpg:grpSpPr bwMode="auto">
                          <a:xfrm>
                            <a:off x="12386" y="9902"/>
                            <a:ext cx="215" cy="217"/>
                            <a:chOff x="12386" y="9902"/>
                            <a:chExt cx="215" cy="217"/>
                          </a:xfrm>
                        </wpg:grpSpPr>
                        <wps:wsp>
                          <wps:cNvPr id="131" name="Freeform 72"/>
                          <wps:cNvSpPr>
                            <a:spLocks/>
                          </wps:cNvSpPr>
                          <wps:spPr bwMode="auto">
                            <a:xfrm>
                              <a:off x="12386" y="9902"/>
                              <a:ext cx="215" cy="217"/>
                            </a:xfrm>
                            <a:custGeom>
                              <a:avLst/>
                              <a:gdLst>
                                <a:gd name="T0" fmla="+- 0 12499 12386"/>
                                <a:gd name="T1" fmla="*/ T0 w 215"/>
                                <a:gd name="T2" fmla="+- 0 9902 9902"/>
                                <a:gd name="T3" fmla="*/ 9902 h 217"/>
                                <a:gd name="T4" fmla="+- 0 12433 12386"/>
                                <a:gd name="T5" fmla="*/ T4 w 215"/>
                                <a:gd name="T6" fmla="+- 0 9921 9902"/>
                                <a:gd name="T7" fmla="*/ 9921 h 217"/>
                                <a:gd name="T8" fmla="+- 0 12392 12386"/>
                                <a:gd name="T9" fmla="*/ T8 w 215"/>
                                <a:gd name="T10" fmla="+- 0 9970 9902"/>
                                <a:gd name="T11" fmla="*/ 9970 h 217"/>
                                <a:gd name="T12" fmla="+- 0 12386 12386"/>
                                <a:gd name="T13" fmla="*/ T12 w 215"/>
                                <a:gd name="T14" fmla="+- 0 9990 9902"/>
                                <a:gd name="T15" fmla="*/ 9990 h 217"/>
                                <a:gd name="T16" fmla="+- 0 12388 12386"/>
                                <a:gd name="T17" fmla="*/ T16 w 215"/>
                                <a:gd name="T18" fmla="+- 0 10017 9902"/>
                                <a:gd name="T19" fmla="*/ 10017 h 217"/>
                                <a:gd name="T20" fmla="+- 0 12413 12386"/>
                                <a:gd name="T21" fmla="*/ T20 w 215"/>
                                <a:gd name="T22" fmla="+- 0 10081 9902"/>
                                <a:gd name="T23" fmla="*/ 10081 h 217"/>
                                <a:gd name="T24" fmla="+- 0 12463 12386"/>
                                <a:gd name="T25" fmla="*/ T24 w 215"/>
                                <a:gd name="T26" fmla="+- 0 10115 9902"/>
                                <a:gd name="T27" fmla="*/ 10115 h 217"/>
                                <a:gd name="T28" fmla="+- 0 12493 12386"/>
                                <a:gd name="T29" fmla="*/ T28 w 215"/>
                                <a:gd name="T30" fmla="+- 0 10119 9902"/>
                                <a:gd name="T31" fmla="*/ 10119 h 217"/>
                                <a:gd name="T32" fmla="+- 0 12516 12386"/>
                                <a:gd name="T33" fmla="*/ T32 w 215"/>
                                <a:gd name="T34" fmla="+- 0 10116 9902"/>
                                <a:gd name="T35" fmla="*/ 10116 h 217"/>
                                <a:gd name="T36" fmla="+- 0 12572 12386"/>
                                <a:gd name="T37" fmla="*/ T36 w 215"/>
                                <a:gd name="T38" fmla="+- 0 10084 9902"/>
                                <a:gd name="T39" fmla="*/ 10084 h 217"/>
                                <a:gd name="T40" fmla="+- 0 12600 12386"/>
                                <a:gd name="T41" fmla="*/ T40 w 215"/>
                                <a:gd name="T42" fmla="+- 0 10026 9902"/>
                                <a:gd name="T43" fmla="*/ 10026 h 217"/>
                                <a:gd name="T44" fmla="+- 0 12599 12386"/>
                                <a:gd name="T45" fmla="*/ T44 w 215"/>
                                <a:gd name="T46" fmla="+- 0 10000 9902"/>
                                <a:gd name="T47" fmla="*/ 10000 h 217"/>
                                <a:gd name="T48" fmla="+- 0 12571 12386"/>
                                <a:gd name="T49" fmla="*/ T48 w 215"/>
                                <a:gd name="T50" fmla="+- 0 9938 9902"/>
                                <a:gd name="T51" fmla="*/ 9938 h 217"/>
                                <a:gd name="T52" fmla="+- 0 12520 12386"/>
                                <a:gd name="T53" fmla="*/ T52 w 215"/>
                                <a:gd name="T54" fmla="+- 0 9905 9902"/>
                                <a:gd name="T55" fmla="*/ 9905 h 217"/>
                                <a:gd name="T56" fmla="+- 0 12499 12386"/>
                                <a:gd name="T57" fmla="*/ T56 w 215"/>
                                <a:gd name="T58" fmla="+- 0 9902 9902"/>
                                <a:gd name="T59" fmla="*/ 9902 h 2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215" h="217">
                                  <a:moveTo>
                                    <a:pt x="113" y="0"/>
                                  </a:moveTo>
                                  <a:lnTo>
                                    <a:pt x="47" y="19"/>
                                  </a:lnTo>
                                  <a:lnTo>
                                    <a:pt x="6" y="68"/>
                                  </a:lnTo>
                                  <a:lnTo>
                                    <a:pt x="0" y="88"/>
                                  </a:lnTo>
                                  <a:lnTo>
                                    <a:pt x="2" y="115"/>
                                  </a:lnTo>
                                  <a:lnTo>
                                    <a:pt x="27" y="179"/>
                                  </a:lnTo>
                                  <a:lnTo>
                                    <a:pt x="77" y="213"/>
                                  </a:lnTo>
                                  <a:lnTo>
                                    <a:pt x="107" y="217"/>
                                  </a:lnTo>
                                  <a:lnTo>
                                    <a:pt x="130" y="214"/>
                                  </a:lnTo>
                                  <a:lnTo>
                                    <a:pt x="186" y="182"/>
                                  </a:lnTo>
                                  <a:lnTo>
                                    <a:pt x="214" y="124"/>
                                  </a:lnTo>
                                  <a:lnTo>
                                    <a:pt x="213" y="98"/>
                                  </a:lnTo>
                                  <a:lnTo>
                                    <a:pt x="185" y="36"/>
                                  </a:lnTo>
                                  <a:lnTo>
                                    <a:pt x="134" y="3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" name="Group 67"/>
                        <wpg:cNvGrpSpPr>
                          <a:grpSpLocks/>
                        </wpg:cNvGrpSpPr>
                        <wpg:grpSpPr bwMode="auto">
                          <a:xfrm>
                            <a:off x="12316" y="10140"/>
                            <a:ext cx="554" cy="290"/>
                            <a:chOff x="12316" y="10140"/>
                            <a:chExt cx="554" cy="290"/>
                          </a:xfrm>
                        </wpg:grpSpPr>
                        <wps:wsp>
                          <wps:cNvPr id="133" name="Freeform 70"/>
                          <wps:cNvSpPr>
                            <a:spLocks/>
                          </wps:cNvSpPr>
                          <wps:spPr bwMode="auto">
                            <a:xfrm>
                              <a:off x="12316" y="10140"/>
                              <a:ext cx="554" cy="290"/>
                            </a:xfrm>
                            <a:custGeom>
                              <a:avLst/>
                              <a:gdLst>
                                <a:gd name="T0" fmla="+- 0 12826 12316"/>
                                <a:gd name="T1" fmla="*/ T0 w 554"/>
                                <a:gd name="T2" fmla="+- 0 10429 10140"/>
                                <a:gd name="T3" fmla="*/ 10429 h 290"/>
                                <a:gd name="T4" fmla="+- 0 12618 12316"/>
                                <a:gd name="T5" fmla="*/ T4 w 554"/>
                                <a:gd name="T6" fmla="+- 0 10429 10140"/>
                                <a:gd name="T7" fmla="*/ 10429 h 290"/>
                                <a:gd name="T8" fmla="+- 0 12620 12316"/>
                                <a:gd name="T9" fmla="*/ T8 w 554"/>
                                <a:gd name="T10" fmla="+- 0 10429 10140"/>
                                <a:gd name="T11" fmla="*/ 10429 h 290"/>
                                <a:gd name="T12" fmla="+- 0 12622 12316"/>
                                <a:gd name="T13" fmla="*/ T12 w 554"/>
                                <a:gd name="T14" fmla="+- 0 10429 10140"/>
                                <a:gd name="T15" fmla="*/ 10429 h 290"/>
                                <a:gd name="T16" fmla="+- 0 12823 12316"/>
                                <a:gd name="T17" fmla="*/ T16 w 554"/>
                                <a:gd name="T18" fmla="+- 0 10429 10140"/>
                                <a:gd name="T19" fmla="*/ 10429 h 290"/>
                                <a:gd name="T20" fmla="+- 0 12826 12316"/>
                                <a:gd name="T21" fmla="*/ T20 w 554"/>
                                <a:gd name="T22" fmla="+- 0 10429 10140"/>
                                <a:gd name="T23" fmla="*/ 10429 h 2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554" h="290">
                                  <a:moveTo>
                                    <a:pt x="510" y="289"/>
                                  </a:moveTo>
                                  <a:lnTo>
                                    <a:pt x="302" y="289"/>
                                  </a:lnTo>
                                  <a:lnTo>
                                    <a:pt x="304" y="289"/>
                                  </a:lnTo>
                                  <a:lnTo>
                                    <a:pt x="306" y="289"/>
                                  </a:lnTo>
                                  <a:lnTo>
                                    <a:pt x="507" y="289"/>
                                  </a:lnTo>
                                  <a:lnTo>
                                    <a:pt x="510" y="2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" name="Freeform 69"/>
                          <wps:cNvSpPr>
                            <a:spLocks/>
                          </wps:cNvSpPr>
                          <wps:spPr bwMode="auto">
                            <a:xfrm>
                              <a:off x="12316" y="10140"/>
                              <a:ext cx="554" cy="290"/>
                            </a:xfrm>
                            <a:custGeom>
                              <a:avLst/>
                              <a:gdLst>
                                <a:gd name="T0" fmla="+- 0 12504 12316"/>
                                <a:gd name="T1" fmla="*/ T0 w 554"/>
                                <a:gd name="T2" fmla="+- 0 10140 10140"/>
                                <a:gd name="T3" fmla="*/ 10140 h 290"/>
                                <a:gd name="T4" fmla="+- 0 12440 12316"/>
                                <a:gd name="T5" fmla="*/ T4 w 554"/>
                                <a:gd name="T6" fmla="+- 0 10152 10140"/>
                                <a:gd name="T7" fmla="*/ 10152 h 290"/>
                                <a:gd name="T8" fmla="+- 0 12387 12316"/>
                                <a:gd name="T9" fmla="*/ T8 w 554"/>
                                <a:gd name="T10" fmla="+- 0 10185 10140"/>
                                <a:gd name="T11" fmla="*/ 10185 h 290"/>
                                <a:gd name="T12" fmla="+- 0 12346 12316"/>
                                <a:gd name="T13" fmla="*/ T12 w 554"/>
                                <a:gd name="T14" fmla="+- 0 10236 10140"/>
                                <a:gd name="T15" fmla="*/ 10236 h 290"/>
                                <a:gd name="T16" fmla="+- 0 12322 12316"/>
                                <a:gd name="T17" fmla="*/ T16 w 554"/>
                                <a:gd name="T18" fmla="+- 0 10300 10140"/>
                                <a:gd name="T19" fmla="*/ 10300 h 290"/>
                                <a:gd name="T20" fmla="+- 0 12316 12316"/>
                                <a:gd name="T21" fmla="*/ T20 w 554"/>
                                <a:gd name="T22" fmla="+- 0 10347 10140"/>
                                <a:gd name="T23" fmla="*/ 10347 h 290"/>
                                <a:gd name="T24" fmla="+- 0 12318 12316"/>
                                <a:gd name="T25" fmla="*/ T24 w 554"/>
                                <a:gd name="T26" fmla="+- 0 10375 10140"/>
                                <a:gd name="T27" fmla="*/ 10375 h 290"/>
                                <a:gd name="T28" fmla="+- 0 12327 12316"/>
                                <a:gd name="T29" fmla="*/ T28 w 554"/>
                                <a:gd name="T30" fmla="+- 0 10397 10140"/>
                                <a:gd name="T31" fmla="*/ 10397 h 290"/>
                                <a:gd name="T32" fmla="+- 0 12339 12316"/>
                                <a:gd name="T33" fmla="*/ T32 w 554"/>
                                <a:gd name="T34" fmla="+- 0 10414 10140"/>
                                <a:gd name="T35" fmla="*/ 10414 h 290"/>
                                <a:gd name="T36" fmla="+- 0 12355 12316"/>
                                <a:gd name="T37" fmla="*/ T36 w 554"/>
                                <a:gd name="T38" fmla="+- 0 10425 10140"/>
                                <a:gd name="T39" fmla="*/ 10425 h 290"/>
                                <a:gd name="T40" fmla="+- 0 12374 12316"/>
                                <a:gd name="T41" fmla="*/ T40 w 554"/>
                                <a:gd name="T42" fmla="+- 0 10429 10140"/>
                                <a:gd name="T43" fmla="*/ 10429 h 290"/>
                                <a:gd name="T44" fmla="+- 0 12616 12316"/>
                                <a:gd name="T45" fmla="*/ T44 w 554"/>
                                <a:gd name="T46" fmla="+- 0 10429 10140"/>
                                <a:gd name="T47" fmla="*/ 10429 h 290"/>
                                <a:gd name="T48" fmla="+- 0 12618 12316"/>
                                <a:gd name="T49" fmla="*/ T48 w 554"/>
                                <a:gd name="T50" fmla="+- 0 10429 10140"/>
                                <a:gd name="T51" fmla="*/ 10429 h 290"/>
                                <a:gd name="T52" fmla="+- 0 12826 12316"/>
                                <a:gd name="T53" fmla="*/ T52 w 554"/>
                                <a:gd name="T54" fmla="+- 0 10429 10140"/>
                                <a:gd name="T55" fmla="*/ 10429 h 290"/>
                                <a:gd name="T56" fmla="+- 0 12843 12316"/>
                                <a:gd name="T57" fmla="*/ T56 w 554"/>
                                <a:gd name="T58" fmla="+- 0 10424 10140"/>
                                <a:gd name="T59" fmla="*/ 10424 h 290"/>
                                <a:gd name="T60" fmla="+- 0 12859 12316"/>
                                <a:gd name="T61" fmla="*/ T60 w 554"/>
                                <a:gd name="T62" fmla="+- 0 10411 10140"/>
                                <a:gd name="T63" fmla="*/ 10411 h 290"/>
                                <a:gd name="T64" fmla="+- 0 12870 12316"/>
                                <a:gd name="T65" fmla="*/ T64 w 554"/>
                                <a:gd name="T66" fmla="+- 0 10391 10140"/>
                                <a:gd name="T67" fmla="*/ 10391 h 290"/>
                                <a:gd name="T68" fmla="+- 0 12869 12316"/>
                                <a:gd name="T69" fmla="*/ T68 w 554"/>
                                <a:gd name="T70" fmla="+- 0 10363 10140"/>
                                <a:gd name="T71" fmla="*/ 10363 h 290"/>
                                <a:gd name="T72" fmla="+- 0 12854 12316"/>
                                <a:gd name="T73" fmla="*/ T72 w 554"/>
                                <a:gd name="T74" fmla="+- 0 10289 10140"/>
                                <a:gd name="T75" fmla="*/ 10289 h 290"/>
                                <a:gd name="T76" fmla="+- 0 12821 12316"/>
                                <a:gd name="T77" fmla="*/ T76 w 554"/>
                                <a:gd name="T78" fmla="+- 0 10232 10140"/>
                                <a:gd name="T79" fmla="*/ 10232 h 290"/>
                                <a:gd name="T80" fmla="+- 0 12798 12316"/>
                                <a:gd name="T81" fmla="*/ T80 w 554"/>
                                <a:gd name="T82" fmla="+- 0 10212 10140"/>
                                <a:gd name="T83" fmla="*/ 10212 h 290"/>
                                <a:gd name="T84" fmla="+- 0 12648 12316"/>
                                <a:gd name="T85" fmla="*/ T84 w 554"/>
                                <a:gd name="T86" fmla="+- 0 10212 10140"/>
                                <a:gd name="T87" fmla="*/ 10212 h 290"/>
                                <a:gd name="T88" fmla="+- 0 12631 12316"/>
                                <a:gd name="T89" fmla="*/ T88 w 554"/>
                                <a:gd name="T90" fmla="+- 0 10198 10140"/>
                                <a:gd name="T91" fmla="*/ 10198 h 290"/>
                                <a:gd name="T92" fmla="+- 0 12579 12316"/>
                                <a:gd name="T93" fmla="*/ T92 w 554"/>
                                <a:gd name="T94" fmla="+- 0 10164 10140"/>
                                <a:gd name="T95" fmla="*/ 10164 h 290"/>
                                <a:gd name="T96" fmla="+- 0 12523 12316"/>
                                <a:gd name="T97" fmla="*/ T96 w 554"/>
                                <a:gd name="T98" fmla="+- 0 10143 10140"/>
                                <a:gd name="T99" fmla="*/ 10143 h 290"/>
                                <a:gd name="T100" fmla="+- 0 12504 12316"/>
                                <a:gd name="T101" fmla="*/ T100 w 554"/>
                                <a:gd name="T102" fmla="+- 0 10140 10140"/>
                                <a:gd name="T103" fmla="*/ 10140 h 2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</a:cxnLst>
                              <a:rect l="0" t="0" r="r" b="b"/>
                              <a:pathLst>
                                <a:path w="554" h="290">
                                  <a:moveTo>
                                    <a:pt x="188" y="0"/>
                                  </a:moveTo>
                                  <a:lnTo>
                                    <a:pt x="124" y="12"/>
                                  </a:lnTo>
                                  <a:lnTo>
                                    <a:pt x="71" y="45"/>
                                  </a:lnTo>
                                  <a:lnTo>
                                    <a:pt x="30" y="96"/>
                                  </a:lnTo>
                                  <a:lnTo>
                                    <a:pt x="6" y="160"/>
                                  </a:lnTo>
                                  <a:lnTo>
                                    <a:pt x="0" y="207"/>
                                  </a:lnTo>
                                  <a:lnTo>
                                    <a:pt x="2" y="235"/>
                                  </a:lnTo>
                                  <a:lnTo>
                                    <a:pt x="11" y="257"/>
                                  </a:lnTo>
                                  <a:lnTo>
                                    <a:pt x="23" y="274"/>
                                  </a:lnTo>
                                  <a:lnTo>
                                    <a:pt x="39" y="285"/>
                                  </a:lnTo>
                                  <a:lnTo>
                                    <a:pt x="58" y="289"/>
                                  </a:lnTo>
                                  <a:lnTo>
                                    <a:pt x="300" y="289"/>
                                  </a:lnTo>
                                  <a:lnTo>
                                    <a:pt x="302" y="289"/>
                                  </a:lnTo>
                                  <a:lnTo>
                                    <a:pt x="510" y="289"/>
                                  </a:lnTo>
                                  <a:lnTo>
                                    <a:pt x="527" y="284"/>
                                  </a:lnTo>
                                  <a:lnTo>
                                    <a:pt x="543" y="271"/>
                                  </a:lnTo>
                                  <a:lnTo>
                                    <a:pt x="554" y="251"/>
                                  </a:lnTo>
                                  <a:lnTo>
                                    <a:pt x="553" y="223"/>
                                  </a:lnTo>
                                  <a:lnTo>
                                    <a:pt x="538" y="149"/>
                                  </a:lnTo>
                                  <a:lnTo>
                                    <a:pt x="505" y="92"/>
                                  </a:lnTo>
                                  <a:lnTo>
                                    <a:pt x="482" y="72"/>
                                  </a:lnTo>
                                  <a:lnTo>
                                    <a:pt x="332" y="72"/>
                                  </a:lnTo>
                                  <a:lnTo>
                                    <a:pt x="315" y="58"/>
                                  </a:lnTo>
                                  <a:lnTo>
                                    <a:pt x="263" y="24"/>
                                  </a:lnTo>
                                  <a:lnTo>
                                    <a:pt x="207" y="3"/>
                                  </a:lnTo>
                                  <a:lnTo>
                                    <a:pt x="18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" name="Freeform 68"/>
                          <wps:cNvSpPr>
                            <a:spLocks/>
                          </wps:cNvSpPr>
                          <wps:spPr bwMode="auto">
                            <a:xfrm>
                              <a:off x="12316" y="10140"/>
                              <a:ext cx="554" cy="290"/>
                            </a:xfrm>
                            <a:custGeom>
                              <a:avLst/>
                              <a:gdLst>
                                <a:gd name="T0" fmla="+- 0 12724 12316"/>
                                <a:gd name="T1" fmla="*/ T0 w 554"/>
                                <a:gd name="T2" fmla="+- 0 10186 10140"/>
                                <a:gd name="T3" fmla="*/ 10186 h 290"/>
                                <a:gd name="T4" fmla="+- 0 12704 12316"/>
                                <a:gd name="T5" fmla="*/ T4 w 554"/>
                                <a:gd name="T6" fmla="+- 0 10188 10140"/>
                                <a:gd name="T7" fmla="*/ 10188 h 290"/>
                                <a:gd name="T8" fmla="+- 0 12684 12316"/>
                                <a:gd name="T9" fmla="*/ T8 w 554"/>
                                <a:gd name="T10" fmla="+- 0 10193 10140"/>
                                <a:gd name="T11" fmla="*/ 10193 h 290"/>
                                <a:gd name="T12" fmla="+- 0 12665 12316"/>
                                <a:gd name="T13" fmla="*/ T12 w 554"/>
                                <a:gd name="T14" fmla="+- 0 10201 10140"/>
                                <a:gd name="T15" fmla="*/ 10201 h 290"/>
                                <a:gd name="T16" fmla="+- 0 12648 12316"/>
                                <a:gd name="T17" fmla="*/ T16 w 554"/>
                                <a:gd name="T18" fmla="+- 0 10212 10140"/>
                                <a:gd name="T19" fmla="*/ 10212 h 290"/>
                                <a:gd name="T20" fmla="+- 0 12798 12316"/>
                                <a:gd name="T21" fmla="*/ T20 w 554"/>
                                <a:gd name="T22" fmla="+- 0 10212 10140"/>
                                <a:gd name="T23" fmla="*/ 10212 h 290"/>
                                <a:gd name="T24" fmla="+- 0 12739 12316"/>
                                <a:gd name="T25" fmla="*/ T24 w 554"/>
                                <a:gd name="T26" fmla="+- 0 10187 10140"/>
                                <a:gd name="T27" fmla="*/ 10187 h 290"/>
                                <a:gd name="T28" fmla="+- 0 12724 12316"/>
                                <a:gd name="T29" fmla="*/ T28 w 554"/>
                                <a:gd name="T30" fmla="+- 0 10186 10140"/>
                                <a:gd name="T31" fmla="*/ 10186 h 2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554" h="290">
                                  <a:moveTo>
                                    <a:pt x="408" y="46"/>
                                  </a:moveTo>
                                  <a:lnTo>
                                    <a:pt x="388" y="48"/>
                                  </a:lnTo>
                                  <a:lnTo>
                                    <a:pt x="368" y="53"/>
                                  </a:lnTo>
                                  <a:lnTo>
                                    <a:pt x="349" y="61"/>
                                  </a:lnTo>
                                  <a:lnTo>
                                    <a:pt x="332" y="72"/>
                                  </a:lnTo>
                                  <a:lnTo>
                                    <a:pt x="482" y="72"/>
                                  </a:lnTo>
                                  <a:lnTo>
                                    <a:pt x="423" y="47"/>
                                  </a:lnTo>
                                  <a:lnTo>
                                    <a:pt x="408" y="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" name="Group 65"/>
                        <wpg:cNvGrpSpPr>
                          <a:grpSpLocks/>
                        </wpg:cNvGrpSpPr>
                        <wpg:grpSpPr bwMode="auto">
                          <a:xfrm>
                            <a:off x="12633" y="9988"/>
                            <a:ext cx="182" cy="181"/>
                            <a:chOff x="12633" y="9988"/>
                            <a:chExt cx="182" cy="181"/>
                          </a:xfrm>
                        </wpg:grpSpPr>
                        <wps:wsp>
                          <wps:cNvPr id="137" name="Freeform 66"/>
                          <wps:cNvSpPr>
                            <a:spLocks/>
                          </wps:cNvSpPr>
                          <wps:spPr bwMode="auto">
                            <a:xfrm>
                              <a:off x="12633" y="9988"/>
                              <a:ext cx="182" cy="181"/>
                            </a:xfrm>
                            <a:custGeom>
                              <a:avLst/>
                              <a:gdLst>
                                <a:gd name="T0" fmla="+- 0 12742 12633"/>
                                <a:gd name="T1" fmla="*/ T0 w 182"/>
                                <a:gd name="T2" fmla="+- 0 9988 9988"/>
                                <a:gd name="T3" fmla="*/ 9988 h 181"/>
                                <a:gd name="T4" fmla="+- 0 12672 12633"/>
                                <a:gd name="T5" fmla="*/ T4 w 182"/>
                                <a:gd name="T6" fmla="+- 0 10006 9988"/>
                                <a:gd name="T7" fmla="*/ 10006 h 181"/>
                                <a:gd name="T8" fmla="+- 0 12633 12633"/>
                                <a:gd name="T9" fmla="*/ T8 w 182"/>
                                <a:gd name="T10" fmla="+- 0 10074 9988"/>
                                <a:gd name="T11" fmla="*/ 10074 h 181"/>
                                <a:gd name="T12" fmla="+- 0 12636 12633"/>
                                <a:gd name="T13" fmla="*/ T12 w 182"/>
                                <a:gd name="T14" fmla="+- 0 10098 9988"/>
                                <a:gd name="T15" fmla="*/ 10098 h 181"/>
                                <a:gd name="T16" fmla="+- 0 12671 12633"/>
                                <a:gd name="T17" fmla="*/ T16 w 182"/>
                                <a:gd name="T18" fmla="+- 0 10152 9988"/>
                                <a:gd name="T19" fmla="*/ 10152 h 181"/>
                                <a:gd name="T20" fmla="+- 0 12724 12633"/>
                                <a:gd name="T21" fmla="*/ T20 w 182"/>
                                <a:gd name="T22" fmla="+- 0 10169 9988"/>
                                <a:gd name="T23" fmla="*/ 10169 h 181"/>
                                <a:gd name="T24" fmla="+- 0 12747 12633"/>
                                <a:gd name="T25" fmla="*/ T24 w 182"/>
                                <a:gd name="T26" fmla="+- 0 10166 9988"/>
                                <a:gd name="T27" fmla="*/ 10166 h 181"/>
                                <a:gd name="T28" fmla="+- 0 12799 12633"/>
                                <a:gd name="T29" fmla="*/ T28 w 182"/>
                                <a:gd name="T30" fmla="+- 0 10129 9988"/>
                                <a:gd name="T31" fmla="*/ 10129 h 181"/>
                                <a:gd name="T32" fmla="+- 0 12815 12633"/>
                                <a:gd name="T33" fmla="*/ T32 w 182"/>
                                <a:gd name="T34" fmla="+- 0 10088 9988"/>
                                <a:gd name="T35" fmla="*/ 10088 h 181"/>
                                <a:gd name="T36" fmla="+- 0 12812 12633"/>
                                <a:gd name="T37" fmla="*/ T36 w 182"/>
                                <a:gd name="T38" fmla="+- 0 10062 9988"/>
                                <a:gd name="T39" fmla="*/ 10062 h 181"/>
                                <a:gd name="T40" fmla="+- 0 12779 12633"/>
                                <a:gd name="T41" fmla="*/ T40 w 182"/>
                                <a:gd name="T42" fmla="+- 0 10006 9988"/>
                                <a:gd name="T43" fmla="*/ 10006 h 181"/>
                                <a:gd name="T44" fmla="+- 0 12742 12633"/>
                                <a:gd name="T45" fmla="*/ T44 w 182"/>
                                <a:gd name="T46" fmla="+- 0 9988 9988"/>
                                <a:gd name="T47" fmla="*/ 9988 h 1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182" h="181">
                                  <a:moveTo>
                                    <a:pt x="109" y="0"/>
                                  </a:moveTo>
                                  <a:lnTo>
                                    <a:pt x="39" y="18"/>
                                  </a:lnTo>
                                  <a:lnTo>
                                    <a:pt x="0" y="86"/>
                                  </a:lnTo>
                                  <a:lnTo>
                                    <a:pt x="3" y="110"/>
                                  </a:lnTo>
                                  <a:lnTo>
                                    <a:pt x="38" y="164"/>
                                  </a:lnTo>
                                  <a:lnTo>
                                    <a:pt x="91" y="181"/>
                                  </a:lnTo>
                                  <a:lnTo>
                                    <a:pt x="114" y="178"/>
                                  </a:lnTo>
                                  <a:lnTo>
                                    <a:pt x="166" y="141"/>
                                  </a:lnTo>
                                  <a:lnTo>
                                    <a:pt x="182" y="100"/>
                                  </a:lnTo>
                                  <a:lnTo>
                                    <a:pt x="179" y="74"/>
                                  </a:lnTo>
                                  <a:lnTo>
                                    <a:pt x="146" y="18"/>
                                  </a:lnTo>
                                  <a:lnTo>
                                    <a:pt x="10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" name="Group 62"/>
                        <wpg:cNvGrpSpPr>
                          <a:grpSpLocks/>
                        </wpg:cNvGrpSpPr>
                        <wpg:grpSpPr bwMode="auto">
                          <a:xfrm>
                            <a:off x="12175" y="9761"/>
                            <a:ext cx="862" cy="864"/>
                            <a:chOff x="12175" y="9761"/>
                            <a:chExt cx="862" cy="864"/>
                          </a:xfrm>
                        </wpg:grpSpPr>
                        <wps:wsp>
                          <wps:cNvPr id="139" name="Freeform 64"/>
                          <wps:cNvSpPr>
                            <a:spLocks/>
                          </wps:cNvSpPr>
                          <wps:spPr bwMode="auto">
                            <a:xfrm>
                              <a:off x="12175" y="9761"/>
                              <a:ext cx="862" cy="864"/>
                            </a:xfrm>
                            <a:custGeom>
                              <a:avLst/>
                              <a:gdLst>
                                <a:gd name="T0" fmla="+- 0 12606 12175"/>
                                <a:gd name="T1" fmla="*/ T0 w 862"/>
                                <a:gd name="T2" fmla="+- 0 9761 9761"/>
                                <a:gd name="T3" fmla="*/ 9761 h 864"/>
                                <a:gd name="T4" fmla="+- 0 12536 12175"/>
                                <a:gd name="T5" fmla="*/ T4 w 862"/>
                                <a:gd name="T6" fmla="+- 0 9767 9761"/>
                                <a:gd name="T7" fmla="*/ 9767 h 864"/>
                                <a:gd name="T8" fmla="+- 0 12470 12175"/>
                                <a:gd name="T9" fmla="*/ T8 w 862"/>
                                <a:gd name="T10" fmla="+- 0 9783 9761"/>
                                <a:gd name="T11" fmla="*/ 9783 h 864"/>
                                <a:gd name="T12" fmla="+- 0 12408 12175"/>
                                <a:gd name="T13" fmla="*/ T12 w 862"/>
                                <a:gd name="T14" fmla="+- 0 9810 9761"/>
                                <a:gd name="T15" fmla="*/ 9810 h 864"/>
                                <a:gd name="T16" fmla="+- 0 12352 12175"/>
                                <a:gd name="T17" fmla="*/ T16 w 862"/>
                                <a:gd name="T18" fmla="+- 0 9845 9761"/>
                                <a:gd name="T19" fmla="*/ 9845 h 864"/>
                                <a:gd name="T20" fmla="+- 0 12301 12175"/>
                                <a:gd name="T21" fmla="*/ T20 w 862"/>
                                <a:gd name="T22" fmla="+- 0 9888 9761"/>
                                <a:gd name="T23" fmla="*/ 9888 h 864"/>
                                <a:gd name="T24" fmla="+- 0 12258 12175"/>
                                <a:gd name="T25" fmla="*/ T24 w 862"/>
                                <a:gd name="T26" fmla="+- 0 9938 9761"/>
                                <a:gd name="T27" fmla="*/ 9938 h 864"/>
                                <a:gd name="T28" fmla="+- 0 12223 12175"/>
                                <a:gd name="T29" fmla="*/ T28 w 862"/>
                                <a:gd name="T30" fmla="+- 0 9995 9761"/>
                                <a:gd name="T31" fmla="*/ 9995 h 864"/>
                                <a:gd name="T32" fmla="+- 0 12197 12175"/>
                                <a:gd name="T33" fmla="*/ T32 w 862"/>
                                <a:gd name="T34" fmla="+- 0 10057 9761"/>
                                <a:gd name="T35" fmla="*/ 10057 h 864"/>
                                <a:gd name="T36" fmla="+- 0 12181 12175"/>
                                <a:gd name="T37" fmla="*/ T36 w 862"/>
                                <a:gd name="T38" fmla="+- 0 10123 9761"/>
                                <a:gd name="T39" fmla="*/ 10123 h 864"/>
                                <a:gd name="T40" fmla="+- 0 12175 12175"/>
                                <a:gd name="T41" fmla="*/ T40 w 862"/>
                                <a:gd name="T42" fmla="+- 0 10192 9761"/>
                                <a:gd name="T43" fmla="*/ 10192 h 864"/>
                                <a:gd name="T44" fmla="+- 0 12175 12175"/>
                                <a:gd name="T45" fmla="*/ T44 w 862"/>
                                <a:gd name="T46" fmla="+- 0 10195 9761"/>
                                <a:gd name="T47" fmla="*/ 10195 h 864"/>
                                <a:gd name="T48" fmla="+- 0 12181 12175"/>
                                <a:gd name="T49" fmla="*/ T48 w 862"/>
                                <a:gd name="T50" fmla="+- 0 10263 9761"/>
                                <a:gd name="T51" fmla="*/ 10263 h 864"/>
                                <a:gd name="T52" fmla="+- 0 12197 12175"/>
                                <a:gd name="T53" fmla="*/ T52 w 862"/>
                                <a:gd name="T54" fmla="+- 0 10329 9761"/>
                                <a:gd name="T55" fmla="*/ 10329 h 864"/>
                                <a:gd name="T56" fmla="+- 0 12223 12175"/>
                                <a:gd name="T57" fmla="*/ T56 w 862"/>
                                <a:gd name="T58" fmla="+- 0 10391 9761"/>
                                <a:gd name="T59" fmla="*/ 10391 h 864"/>
                                <a:gd name="T60" fmla="+- 0 12258 12175"/>
                                <a:gd name="T61" fmla="*/ T60 w 862"/>
                                <a:gd name="T62" fmla="+- 0 10448 9761"/>
                                <a:gd name="T63" fmla="*/ 10448 h 864"/>
                                <a:gd name="T64" fmla="+- 0 12301 12175"/>
                                <a:gd name="T65" fmla="*/ T64 w 862"/>
                                <a:gd name="T66" fmla="+- 0 10498 9761"/>
                                <a:gd name="T67" fmla="*/ 10498 h 864"/>
                                <a:gd name="T68" fmla="+- 0 12352 12175"/>
                                <a:gd name="T69" fmla="*/ T68 w 862"/>
                                <a:gd name="T70" fmla="+- 0 10541 9761"/>
                                <a:gd name="T71" fmla="*/ 10541 h 864"/>
                                <a:gd name="T72" fmla="+- 0 12408 12175"/>
                                <a:gd name="T73" fmla="*/ T72 w 862"/>
                                <a:gd name="T74" fmla="+- 0 10576 9761"/>
                                <a:gd name="T75" fmla="*/ 10576 h 864"/>
                                <a:gd name="T76" fmla="+- 0 12470 12175"/>
                                <a:gd name="T77" fmla="*/ T76 w 862"/>
                                <a:gd name="T78" fmla="+- 0 10603 9761"/>
                                <a:gd name="T79" fmla="*/ 10603 h 864"/>
                                <a:gd name="T80" fmla="+- 0 12536 12175"/>
                                <a:gd name="T81" fmla="*/ T80 w 862"/>
                                <a:gd name="T82" fmla="+- 0 10619 9761"/>
                                <a:gd name="T83" fmla="*/ 10619 h 864"/>
                                <a:gd name="T84" fmla="+- 0 12606 12175"/>
                                <a:gd name="T85" fmla="*/ T84 w 862"/>
                                <a:gd name="T86" fmla="+- 0 10625 9761"/>
                                <a:gd name="T87" fmla="*/ 10625 h 864"/>
                                <a:gd name="T88" fmla="+- 0 12641 12175"/>
                                <a:gd name="T89" fmla="*/ T88 w 862"/>
                                <a:gd name="T90" fmla="+- 0 10623 9761"/>
                                <a:gd name="T91" fmla="*/ 10623 h 864"/>
                                <a:gd name="T92" fmla="+- 0 12676 12175"/>
                                <a:gd name="T93" fmla="*/ T92 w 862"/>
                                <a:gd name="T94" fmla="+- 0 10619 9761"/>
                                <a:gd name="T95" fmla="*/ 10619 h 864"/>
                                <a:gd name="T96" fmla="+- 0 12710 12175"/>
                                <a:gd name="T97" fmla="*/ T96 w 862"/>
                                <a:gd name="T98" fmla="+- 0 10612 9761"/>
                                <a:gd name="T99" fmla="*/ 10612 h 864"/>
                                <a:gd name="T100" fmla="+- 0 12742 12175"/>
                                <a:gd name="T101" fmla="*/ T100 w 862"/>
                                <a:gd name="T102" fmla="+- 0 10603 9761"/>
                                <a:gd name="T103" fmla="*/ 10603 h 864"/>
                                <a:gd name="T104" fmla="+- 0 12768 12175"/>
                                <a:gd name="T105" fmla="*/ T104 w 862"/>
                                <a:gd name="T106" fmla="+- 0 10593 9761"/>
                                <a:gd name="T107" fmla="*/ 10593 h 864"/>
                                <a:gd name="T108" fmla="+- 0 12619 12175"/>
                                <a:gd name="T109" fmla="*/ T108 w 862"/>
                                <a:gd name="T110" fmla="+- 0 10593 9761"/>
                                <a:gd name="T111" fmla="*/ 10593 h 864"/>
                                <a:gd name="T112" fmla="+- 0 12596 12175"/>
                                <a:gd name="T113" fmla="*/ T112 w 862"/>
                                <a:gd name="T114" fmla="+- 0 10592 9761"/>
                                <a:gd name="T115" fmla="*/ 10592 h 864"/>
                                <a:gd name="T116" fmla="+- 0 12531 12175"/>
                                <a:gd name="T117" fmla="*/ T116 w 862"/>
                                <a:gd name="T118" fmla="+- 0 10585 9761"/>
                                <a:gd name="T119" fmla="*/ 10585 h 864"/>
                                <a:gd name="T120" fmla="+- 0 12470 12175"/>
                                <a:gd name="T121" fmla="*/ T120 w 862"/>
                                <a:gd name="T122" fmla="+- 0 10569 9761"/>
                                <a:gd name="T123" fmla="*/ 10569 h 864"/>
                                <a:gd name="T124" fmla="+- 0 12415 12175"/>
                                <a:gd name="T125" fmla="*/ T124 w 862"/>
                                <a:gd name="T126" fmla="+- 0 10544 9761"/>
                                <a:gd name="T127" fmla="*/ 10544 h 864"/>
                                <a:gd name="T128" fmla="+- 0 12351 12175"/>
                                <a:gd name="T129" fmla="*/ T128 w 862"/>
                                <a:gd name="T130" fmla="+- 0 10501 9761"/>
                                <a:gd name="T131" fmla="*/ 10501 h 864"/>
                                <a:gd name="T132" fmla="+- 0 12306 12175"/>
                                <a:gd name="T133" fmla="*/ T132 w 862"/>
                                <a:gd name="T134" fmla="+- 0 10456 9761"/>
                                <a:gd name="T135" fmla="*/ 10456 h 864"/>
                                <a:gd name="T136" fmla="+- 0 12269 12175"/>
                                <a:gd name="T137" fmla="*/ T136 w 862"/>
                                <a:gd name="T138" fmla="+- 0 10405 9761"/>
                                <a:gd name="T139" fmla="*/ 10405 h 864"/>
                                <a:gd name="T140" fmla="+- 0 12240 12175"/>
                                <a:gd name="T141" fmla="*/ T140 w 862"/>
                                <a:gd name="T142" fmla="+- 0 10351 9761"/>
                                <a:gd name="T143" fmla="*/ 10351 h 864"/>
                                <a:gd name="T144" fmla="+- 0 12215 12175"/>
                                <a:gd name="T145" fmla="*/ T144 w 862"/>
                                <a:gd name="T146" fmla="+- 0 10276 9761"/>
                                <a:gd name="T147" fmla="*/ 10276 h 864"/>
                                <a:gd name="T148" fmla="+- 0 12207 12175"/>
                                <a:gd name="T149" fmla="*/ T148 w 862"/>
                                <a:gd name="T150" fmla="+- 0 10216 9761"/>
                                <a:gd name="T151" fmla="*/ 10216 h 864"/>
                                <a:gd name="T152" fmla="+- 0 12207 12175"/>
                                <a:gd name="T153" fmla="*/ T152 w 862"/>
                                <a:gd name="T154" fmla="+- 0 10195 9761"/>
                                <a:gd name="T155" fmla="*/ 10195 h 864"/>
                                <a:gd name="T156" fmla="+- 0 12191 12175"/>
                                <a:gd name="T157" fmla="*/ T156 w 862"/>
                                <a:gd name="T158" fmla="+- 0 10193 9761"/>
                                <a:gd name="T159" fmla="*/ 10193 h 864"/>
                                <a:gd name="T160" fmla="+- 0 12207 12175"/>
                                <a:gd name="T161" fmla="*/ T160 w 862"/>
                                <a:gd name="T162" fmla="+- 0 10193 9761"/>
                                <a:gd name="T163" fmla="*/ 10193 h 864"/>
                                <a:gd name="T164" fmla="+- 0 12207 12175"/>
                                <a:gd name="T165" fmla="*/ T164 w 862"/>
                                <a:gd name="T166" fmla="+- 0 10171 9761"/>
                                <a:gd name="T167" fmla="*/ 10171 h 864"/>
                                <a:gd name="T168" fmla="+- 0 12209 12175"/>
                                <a:gd name="T169" fmla="*/ T168 w 862"/>
                                <a:gd name="T170" fmla="+- 0 10150 9761"/>
                                <a:gd name="T171" fmla="*/ 10150 h 864"/>
                                <a:gd name="T172" fmla="+- 0 12220 12175"/>
                                <a:gd name="T173" fmla="*/ T172 w 862"/>
                                <a:gd name="T174" fmla="+- 0 10089 9761"/>
                                <a:gd name="T175" fmla="*/ 10089 h 864"/>
                                <a:gd name="T176" fmla="+- 0 12241 12175"/>
                                <a:gd name="T177" fmla="*/ T176 w 862"/>
                                <a:gd name="T178" fmla="+- 0 10031 9761"/>
                                <a:gd name="T179" fmla="*/ 10031 h 864"/>
                                <a:gd name="T180" fmla="+- 0 12269 12175"/>
                                <a:gd name="T181" fmla="*/ T180 w 862"/>
                                <a:gd name="T182" fmla="+- 0 9977 9761"/>
                                <a:gd name="T183" fmla="*/ 9977 h 864"/>
                                <a:gd name="T184" fmla="+- 0 12306 12175"/>
                                <a:gd name="T185" fmla="*/ T184 w 862"/>
                                <a:gd name="T186" fmla="+- 0 9929 9761"/>
                                <a:gd name="T187" fmla="*/ 9929 h 864"/>
                                <a:gd name="T188" fmla="+- 0 12350 12175"/>
                                <a:gd name="T189" fmla="*/ T188 w 862"/>
                                <a:gd name="T190" fmla="+- 0 9886 9761"/>
                                <a:gd name="T191" fmla="*/ 9886 h 864"/>
                                <a:gd name="T192" fmla="+- 0 12400 12175"/>
                                <a:gd name="T193" fmla="*/ T192 w 862"/>
                                <a:gd name="T194" fmla="+- 0 9851 9761"/>
                                <a:gd name="T195" fmla="*/ 9851 h 864"/>
                                <a:gd name="T196" fmla="+- 0 12454 12175"/>
                                <a:gd name="T197" fmla="*/ T196 w 862"/>
                                <a:gd name="T198" fmla="+- 0 9823 9761"/>
                                <a:gd name="T199" fmla="*/ 9823 h 864"/>
                                <a:gd name="T200" fmla="+- 0 12512 12175"/>
                                <a:gd name="T201" fmla="*/ T200 w 862"/>
                                <a:gd name="T202" fmla="+- 0 9804 9761"/>
                                <a:gd name="T203" fmla="*/ 9804 h 864"/>
                                <a:gd name="T204" fmla="+- 0 12573 12175"/>
                                <a:gd name="T205" fmla="*/ T204 w 862"/>
                                <a:gd name="T206" fmla="+- 0 9794 9761"/>
                                <a:gd name="T207" fmla="*/ 9794 h 864"/>
                                <a:gd name="T208" fmla="+- 0 12594 12175"/>
                                <a:gd name="T209" fmla="*/ T208 w 862"/>
                                <a:gd name="T210" fmla="+- 0 9793 9761"/>
                                <a:gd name="T211" fmla="*/ 9793 h 864"/>
                                <a:gd name="T212" fmla="+- 0 12768 12175"/>
                                <a:gd name="T213" fmla="*/ T212 w 862"/>
                                <a:gd name="T214" fmla="+- 0 9793 9761"/>
                                <a:gd name="T215" fmla="*/ 9793 h 864"/>
                                <a:gd name="T216" fmla="+- 0 12742 12175"/>
                                <a:gd name="T217" fmla="*/ T216 w 862"/>
                                <a:gd name="T218" fmla="+- 0 9783 9761"/>
                                <a:gd name="T219" fmla="*/ 9783 h 864"/>
                                <a:gd name="T220" fmla="+- 0 12710 12175"/>
                                <a:gd name="T221" fmla="*/ T220 w 862"/>
                                <a:gd name="T222" fmla="+- 0 9774 9761"/>
                                <a:gd name="T223" fmla="*/ 9774 h 864"/>
                                <a:gd name="T224" fmla="+- 0 12676 12175"/>
                                <a:gd name="T225" fmla="*/ T224 w 862"/>
                                <a:gd name="T226" fmla="+- 0 9767 9761"/>
                                <a:gd name="T227" fmla="*/ 9767 h 864"/>
                                <a:gd name="T228" fmla="+- 0 12641 12175"/>
                                <a:gd name="T229" fmla="*/ T228 w 862"/>
                                <a:gd name="T230" fmla="+- 0 9763 9761"/>
                                <a:gd name="T231" fmla="*/ 9763 h 864"/>
                                <a:gd name="T232" fmla="+- 0 12606 12175"/>
                                <a:gd name="T233" fmla="*/ T232 w 862"/>
                                <a:gd name="T234" fmla="+- 0 9761 9761"/>
                                <a:gd name="T235" fmla="*/ 9761 h 8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  <a:cxn ang="0">
                                  <a:pos x="T209" y="T211"/>
                                </a:cxn>
                                <a:cxn ang="0">
                                  <a:pos x="T213" y="T215"/>
                                </a:cxn>
                                <a:cxn ang="0">
                                  <a:pos x="T217" y="T219"/>
                                </a:cxn>
                                <a:cxn ang="0">
                                  <a:pos x="T221" y="T223"/>
                                </a:cxn>
                                <a:cxn ang="0">
                                  <a:pos x="T225" y="T227"/>
                                </a:cxn>
                                <a:cxn ang="0">
                                  <a:pos x="T229" y="T231"/>
                                </a:cxn>
                                <a:cxn ang="0">
                                  <a:pos x="T233" y="T235"/>
                                </a:cxn>
                              </a:cxnLst>
                              <a:rect l="0" t="0" r="r" b="b"/>
                              <a:pathLst>
                                <a:path w="862" h="864">
                                  <a:moveTo>
                                    <a:pt x="431" y="0"/>
                                  </a:moveTo>
                                  <a:lnTo>
                                    <a:pt x="361" y="6"/>
                                  </a:lnTo>
                                  <a:lnTo>
                                    <a:pt x="295" y="22"/>
                                  </a:lnTo>
                                  <a:lnTo>
                                    <a:pt x="233" y="49"/>
                                  </a:lnTo>
                                  <a:lnTo>
                                    <a:pt x="177" y="84"/>
                                  </a:lnTo>
                                  <a:lnTo>
                                    <a:pt x="126" y="127"/>
                                  </a:lnTo>
                                  <a:lnTo>
                                    <a:pt x="83" y="177"/>
                                  </a:lnTo>
                                  <a:lnTo>
                                    <a:pt x="48" y="234"/>
                                  </a:lnTo>
                                  <a:lnTo>
                                    <a:pt x="22" y="296"/>
                                  </a:lnTo>
                                  <a:lnTo>
                                    <a:pt x="6" y="362"/>
                                  </a:lnTo>
                                  <a:lnTo>
                                    <a:pt x="0" y="431"/>
                                  </a:lnTo>
                                  <a:lnTo>
                                    <a:pt x="0" y="434"/>
                                  </a:lnTo>
                                  <a:lnTo>
                                    <a:pt x="6" y="502"/>
                                  </a:lnTo>
                                  <a:lnTo>
                                    <a:pt x="22" y="568"/>
                                  </a:lnTo>
                                  <a:lnTo>
                                    <a:pt x="48" y="630"/>
                                  </a:lnTo>
                                  <a:lnTo>
                                    <a:pt x="83" y="687"/>
                                  </a:lnTo>
                                  <a:lnTo>
                                    <a:pt x="126" y="737"/>
                                  </a:lnTo>
                                  <a:lnTo>
                                    <a:pt x="177" y="780"/>
                                  </a:lnTo>
                                  <a:lnTo>
                                    <a:pt x="233" y="815"/>
                                  </a:lnTo>
                                  <a:lnTo>
                                    <a:pt x="295" y="842"/>
                                  </a:lnTo>
                                  <a:lnTo>
                                    <a:pt x="361" y="858"/>
                                  </a:lnTo>
                                  <a:lnTo>
                                    <a:pt x="431" y="864"/>
                                  </a:lnTo>
                                  <a:lnTo>
                                    <a:pt x="466" y="862"/>
                                  </a:lnTo>
                                  <a:lnTo>
                                    <a:pt x="501" y="858"/>
                                  </a:lnTo>
                                  <a:lnTo>
                                    <a:pt x="535" y="851"/>
                                  </a:lnTo>
                                  <a:lnTo>
                                    <a:pt x="567" y="842"/>
                                  </a:lnTo>
                                  <a:lnTo>
                                    <a:pt x="593" y="832"/>
                                  </a:lnTo>
                                  <a:lnTo>
                                    <a:pt x="444" y="832"/>
                                  </a:lnTo>
                                  <a:lnTo>
                                    <a:pt x="421" y="831"/>
                                  </a:lnTo>
                                  <a:lnTo>
                                    <a:pt x="356" y="824"/>
                                  </a:lnTo>
                                  <a:lnTo>
                                    <a:pt x="295" y="808"/>
                                  </a:lnTo>
                                  <a:lnTo>
                                    <a:pt x="240" y="783"/>
                                  </a:lnTo>
                                  <a:lnTo>
                                    <a:pt x="176" y="740"/>
                                  </a:lnTo>
                                  <a:lnTo>
                                    <a:pt x="131" y="695"/>
                                  </a:lnTo>
                                  <a:lnTo>
                                    <a:pt x="94" y="644"/>
                                  </a:lnTo>
                                  <a:lnTo>
                                    <a:pt x="65" y="590"/>
                                  </a:lnTo>
                                  <a:lnTo>
                                    <a:pt x="40" y="515"/>
                                  </a:lnTo>
                                  <a:lnTo>
                                    <a:pt x="32" y="455"/>
                                  </a:lnTo>
                                  <a:lnTo>
                                    <a:pt x="32" y="434"/>
                                  </a:lnTo>
                                  <a:lnTo>
                                    <a:pt x="16" y="432"/>
                                  </a:lnTo>
                                  <a:lnTo>
                                    <a:pt x="32" y="432"/>
                                  </a:lnTo>
                                  <a:lnTo>
                                    <a:pt x="32" y="410"/>
                                  </a:lnTo>
                                  <a:lnTo>
                                    <a:pt x="34" y="389"/>
                                  </a:lnTo>
                                  <a:lnTo>
                                    <a:pt x="45" y="328"/>
                                  </a:lnTo>
                                  <a:lnTo>
                                    <a:pt x="66" y="270"/>
                                  </a:lnTo>
                                  <a:lnTo>
                                    <a:pt x="94" y="216"/>
                                  </a:lnTo>
                                  <a:lnTo>
                                    <a:pt x="131" y="168"/>
                                  </a:lnTo>
                                  <a:lnTo>
                                    <a:pt x="175" y="125"/>
                                  </a:lnTo>
                                  <a:lnTo>
                                    <a:pt x="225" y="90"/>
                                  </a:lnTo>
                                  <a:lnTo>
                                    <a:pt x="279" y="62"/>
                                  </a:lnTo>
                                  <a:lnTo>
                                    <a:pt x="337" y="43"/>
                                  </a:lnTo>
                                  <a:lnTo>
                                    <a:pt x="398" y="33"/>
                                  </a:lnTo>
                                  <a:lnTo>
                                    <a:pt x="419" y="32"/>
                                  </a:lnTo>
                                  <a:lnTo>
                                    <a:pt x="593" y="32"/>
                                  </a:lnTo>
                                  <a:lnTo>
                                    <a:pt x="567" y="22"/>
                                  </a:lnTo>
                                  <a:lnTo>
                                    <a:pt x="535" y="13"/>
                                  </a:lnTo>
                                  <a:lnTo>
                                    <a:pt x="501" y="6"/>
                                  </a:lnTo>
                                  <a:lnTo>
                                    <a:pt x="466" y="2"/>
                                  </a:lnTo>
                                  <a:lnTo>
                                    <a:pt x="43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" name="Freeform 63"/>
                          <wps:cNvSpPr>
                            <a:spLocks/>
                          </wps:cNvSpPr>
                          <wps:spPr bwMode="auto">
                            <a:xfrm>
                              <a:off x="12175" y="9761"/>
                              <a:ext cx="862" cy="864"/>
                            </a:xfrm>
                            <a:custGeom>
                              <a:avLst/>
                              <a:gdLst>
                                <a:gd name="T0" fmla="+- 0 12768 12175"/>
                                <a:gd name="T1" fmla="*/ T0 w 862"/>
                                <a:gd name="T2" fmla="+- 0 9793 9761"/>
                                <a:gd name="T3" fmla="*/ 9793 h 864"/>
                                <a:gd name="T4" fmla="+- 0 12594 12175"/>
                                <a:gd name="T5" fmla="*/ T4 w 862"/>
                                <a:gd name="T6" fmla="+- 0 9793 9761"/>
                                <a:gd name="T7" fmla="*/ 9793 h 864"/>
                                <a:gd name="T8" fmla="+- 0 12617 12175"/>
                                <a:gd name="T9" fmla="*/ T8 w 862"/>
                                <a:gd name="T10" fmla="+- 0 9793 9761"/>
                                <a:gd name="T11" fmla="*/ 9793 h 864"/>
                                <a:gd name="T12" fmla="+- 0 12639 12175"/>
                                <a:gd name="T13" fmla="*/ T12 w 862"/>
                                <a:gd name="T14" fmla="+- 0 9795 9761"/>
                                <a:gd name="T15" fmla="*/ 9795 h 864"/>
                                <a:gd name="T16" fmla="+- 0 12703 12175"/>
                                <a:gd name="T17" fmla="*/ T16 w 862"/>
                                <a:gd name="T18" fmla="+- 0 9806 9761"/>
                                <a:gd name="T19" fmla="*/ 9806 h 864"/>
                                <a:gd name="T20" fmla="+- 0 12761 12175"/>
                                <a:gd name="T21" fmla="*/ T20 w 862"/>
                                <a:gd name="T22" fmla="+- 0 9825 9761"/>
                                <a:gd name="T23" fmla="*/ 9825 h 864"/>
                                <a:gd name="T24" fmla="+- 0 12831 12175"/>
                                <a:gd name="T25" fmla="*/ T24 w 862"/>
                                <a:gd name="T26" fmla="+- 0 9862 9761"/>
                                <a:gd name="T27" fmla="*/ 9862 h 864"/>
                                <a:gd name="T28" fmla="+- 0 12892 12175"/>
                                <a:gd name="T29" fmla="*/ T28 w 862"/>
                                <a:gd name="T30" fmla="+- 0 9914 9761"/>
                                <a:gd name="T31" fmla="*/ 9914 h 864"/>
                                <a:gd name="T32" fmla="+- 0 12932 12175"/>
                                <a:gd name="T33" fmla="*/ T32 w 862"/>
                                <a:gd name="T34" fmla="+- 0 9964 9761"/>
                                <a:gd name="T35" fmla="*/ 9964 h 864"/>
                                <a:gd name="T36" fmla="+- 0 12964 12175"/>
                                <a:gd name="T37" fmla="*/ T36 w 862"/>
                                <a:gd name="T38" fmla="+- 0 10017 9761"/>
                                <a:gd name="T39" fmla="*/ 10017 h 864"/>
                                <a:gd name="T40" fmla="+- 0 12986 12175"/>
                                <a:gd name="T41" fmla="*/ T40 w 862"/>
                                <a:gd name="T42" fmla="+- 0 10073 9761"/>
                                <a:gd name="T43" fmla="*/ 10073 h 864"/>
                                <a:gd name="T44" fmla="+- 0 13003 12175"/>
                                <a:gd name="T45" fmla="*/ T44 w 862"/>
                                <a:gd name="T46" fmla="+- 0 10151 9761"/>
                                <a:gd name="T47" fmla="*/ 10151 h 864"/>
                                <a:gd name="T48" fmla="+- 0 13005 12175"/>
                                <a:gd name="T49" fmla="*/ T48 w 862"/>
                                <a:gd name="T50" fmla="+- 0 10192 9761"/>
                                <a:gd name="T51" fmla="*/ 10192 h 864"/>
                                <a:gd name="T52" fmla="+- 0 13005 12175"/>
                                <a:gd name="T53" fmla="*/ T52 w 862"/>
                                <a:gd name="T54" fmla="+- 0 10213 9761"/>
                                <a:gd name="T55" fmla="*/ 10213 h 864"/>
                                <a:gd name="T56" fmla="+- 0 12997 12175"/>
                                <a:gd name="T57" fmla="*/ T56 w 862"/>
                                <a:gd name="T58" fmla="+- 0 10276 9761"/>
                                <a:gd name="T59" fmla="*/ 10276 h 864"/>
                                <a:gd name="T60" fmla="+- 0 12979 12175"/>
                                <a:gd name="T61" fmla="*/ T60 w 862"/>
                                <a:gd name="T62" fmla="+- 0 10336 9761"/>
                                <a:gd name="T63" fmla="*/ 10336 h 864"/>
                                <a:gd name="T64" fmla="+- 0 12953 12175"/>
                                <a:gd name="T65" fmla="*/ T64 w 862"/>
                                <a:gd name="T66" fmla="+- 0 10391 9761"/>
                                <a:gd name="T67" fmla="*/ 10391 h 864"/>
                                <a:gd name="T68" fmla="+- 0 12920 12175"/>
                                <a:gd name="T69" fmla="*/ T68 w 862"/>
                                <a:gd name="T70" fmla="+- 0 10440 9761"/>
                                <a:gd name="T71" fmla="*/ 10440 h 864"/>
                                <a:gd name="T72" fmla="+- 0 12878 12175"/>
                                <a:gd name="T73" fmla="*/ T72 w 862"/>
                                <a:gd name="T74" fmla="+- 0 10485 9761"/>
                                <a:gd name="T75" fmla="*/ 10485 h 864"/>
                                <a:gd name="T76" fmla="+- 0 12830 12175"/>
                                <a:gd name="T77" fmla="*/ T76 w 862"/>
                                <a:gd name="T78" fmla="+- 0 10524 9761"/>
                                <a:gd name="T79" fmla="*/ 10524 h 864"/>
                                <a:gd name="T80" fmla="+- 0 12777 12175"/>
                                <a:gd name="T81" fmla="*/ T80 w 862"/>
                                <a:gd name="T82" fmla="+- 0 10554 9761"/>
                                <a:gd name="T83" fmla="*/ 10554 h 864"/>
                                <a:gd name="T84" fmla="+- 0 12721 12175"/>
                                <a:gd name="T85" fmla="*/ T84 w 862"/>
                                <a:gd name="T86" fmla="+- 0 10576 9761"/>
                                <a:gd name="T87" fmla="*/ 10576 h 864"/>
                                <a:gd name="T88" fmla="+- 0 12661 12175"/>
                                <a:gd name="T89" fmla="*/ T88 w 862"/>
                                <a:gd name="T90" fmla="+- 0 10589 9761"/>
                                <a:gd name="T91" fmla="*/ 10589 h 864"/>
                                <a:gd name="T92" fmla="+- 0 12619 12175"/>
                                <a:gd name="T93" fmla="*/ T92 w 862"/>
                                <a:gd name="T94" fmla="+- 0 10593 9761"/>
                                <a:gd name="T95" fmla="*/ 10593 h 864"/>
                                <a:gd name="T96" fmla="+- 0 12768 12175"/>
                                <a:gd name="T97" fmla="*/ T96 w 862"/>
                                <a:gd name="T98" fmla="+- 0 10593 9761"/>
                                <a:gd name="T99" fmla="*/ 10593 h 864"/>
                                <a:gd name="T100" fmla="+- 0 12833 12175"/>
                                <a:gd name="T101" fmla="*/ T100 w 862"/>
                                <a:gd name="T102" fmla="+- 0 10560 9761"/>
                                <a:gd name="T103" fmla="*/ 10560 h 864"/>
                                <a:gd name="T104" fmla="+- 0 12886 12175"/>
                                <a:gd name="T105" fmla="*/ T104 w 862"/>
                                <a:gd name="T106" fmla="+- 0 10521 9761"/>
                                <a:gd name="T107" fmla="*/ 10521 h 864"/>
                                <a:gd name="T108" fmla="+- 0 12933 12175"/>
                                <a:gd name="T109" fmla="*/ T108 w 862"/>
                                <a:gd name="T110" fmla="+- 0 10474 9761"/>
                                <a:gd name="T111" fmla="*/ 10474 h 864"/>
                                <a:gd name="T112" fmla="+- 0 12972 12175"/>
                                <a:gd name="T113" fmla="*/ T112 w 862"/>
                                <a:gd name="T114" fmla="+- 0 10420 9761"/>
                                <a:gd name="T115" fmla="*/ 10420 h 864"/>
                                <a:gd name="T116" fmla="+- 0 13003 12175"/>
                                <a:gd name="T117" fmla="*/ T116 w 862"/>
                                <a:gd name="T118" fmla="+- 0 10361 9761"/>
                                <a:gd name="T119" fmla="*/ 10361 h 864"/>
                                <a:gd name="T120" fmla="+- 0 13024 12175"/>
                                <a:gd name="T121" fmla="*/ T120 w 862"/>
                                <a:gd name="T122" fmla="+- 0 10297 9761"/>
                                <a:gd name="T123" fmla="*/ 10297 h 864"/>
                                <a:gd name="T124" fmla="+- 0 13035 12175"/>
                                <a:gd name="T125" fmla="*/ T124 w 862"/>
                                <a:gd name="T126" fmla="+- 0 10228 9761"/>
                                <a:gd name="T127" fmla="*/ 10228 h 864"/>
                                <a:gd name="T128" fmla="+- 0 13037 12175"/>
                                <a:gd name="T129" fmla="*/ T128 w 862"/>
                                <a:gd name="T130" fmla="+- 0 10192 9761"/>
                                <a:gd name="T131" fmla="*/ 10192 h 864"/>
                                <a:gd name="T132" fmla="+- 0 13035 12175"/>
                                <a:gd name="T133" fmla="*/ T132 w 862"/>
                                <a:gd name="T134" fmla="+- 0 10158 9761"/>
                                <a:gd name="T135" fmla="*/ 10158 h 864"/>
                                <a:gd name="T136" fmla="+- 0 13024 12175"/>
                                <a:gd name="T137" fmla="*/ T136 w 862"/>
                                <a:gd name="T138" fmla="+- 0 10089 9761"/>
                                <a:gd name="T139" fmla="*/ 10089 h 864"/>
                                <a:gd name="T140" fmla="+- 0 13003 12175"/>
                                <a:gd name="T141" fmla="*/ T140 w 862"/>
                                <a:gd name="T142" fmla="+- 0 10025 9761"/>
                                <a:gd name="T143" fmla="*/ 10025 h 864"/>
                                <a:gd name="T144" fmla="+- 0 12972 12175"/>
                                <a:gd name="T145" fmla="*/ T144 w 862"/>
                                <a:gd name="T146" fmla="+- 0 9966 9761"/>
                                <a:gd name="T147" fmla="*/ 9966 h 864"/>
                                <a:gd name="T148" fmla="+- 0 12933 12175"/>
                                <a:gd name="T149" fmla="*/ T148 w 862"/>
                                <a:gd name="T150" fmla="+- 0 9912 9761"/>
                                <a:gd name="T151" fmla="*/ 9912 h 864"/>
                                <a:gd name="T152" fmla="+- 0 12886 12175"/>
                                <a:gd name="T153" fmla="*/ T152 w 862"/>
                                <a:gd name="T154" fmla="+- 0 9865 9761"/>
                                <a:gd name="T155" fmla="*/ 9865 h 864"/>
                                <a:gd name="T156" fmla="+- 0 12833 12175"/>
                                <a:gd name="T157" fmla="*/ T156 w 862"/>
                                <a:gd name="T158" fmla="+- 0 9826 9761"/>
                                <a:gd name="T159" fmla="*/ 9826 h 864"/>
                                <a:gd name="T160" fmla="+- 0 12774 12175"/>
                                <a:gd name="T161" fmla="*/ T160 w 862"/>
                                <a:gd name="T162" fmla="+- 0 9795 9761"/>
                                <a:gd name="T163" fmla="*/ 9795 h 864"/>
                                <a:gd name="T164" fmla="+- 0 12768 12175"/>
                                <a:gd name="T165" fmla="*/ T164 w 862"/>
                                <a:gd name="T166" fmla="+- 0 9793 9761"/>
                                <a:gd name="T167" fmla="*/ 9793 h 8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</a:cxnLst>
                              <a:rect l="0" t="0" r="r" b="b"/>
                              <a:pathLst>
                                <a:path w="862" h="864">
                                  <a:moveTo>
                                    <a:pt x="593" y="32"/>
                                  </a:moveTo>
                                  <a:lnTo>
                                    <a:pt x="419" y="32"/>
                                  </a:lnTo>
                                  <a:lnTo>
                                    <a:pt x="442" y="32"/>
                                  </a:lnTo>
                                  <a:lnTo>
                                    <a:pt x="464" y="34"/>
                                  </a:lnTo>
                                  <a:lnTo>
                                    <a:pt x="528" y="45"/>
                                  </a:lnTo>
                                  <a:lnTo>
                                    <a:pt x="586" y="64"/>
                                  </a:lnTo>
                                  <a:lnTo>
                                    <a:pt x="656" y="101"/>
                                  </a:lnTo>
                                  <a:lnTo>
                                    <a:pt x="717" y="153"/>
                                  </a:lnTo>
                                  <a:lnTo>
                                    <a:pt x="757" y="203"/>
                                  </a:lnTo>
                                  <a:lnTo>
                                    <a:pt x="789" y="256"/>
                                  </a:lnTo>
                                  <a:lnTo>
                                    <a:pt x="811" y="312"/>
                                  </a:lnTo>
                                  <a:lnTo>
                                    <a:pt x="828" y="390"/>
                                  </a:lnTo>
                                  <a:lnTo>
                                    <a:pt x="830" y="431"/>
                                  </a:lnTo>
                                  <a:lnTo>
                                    <a:pt x="830" y="452"/>
                                  </a:lnTo>
                                  <a:lnTo>
                                    <a:pt x="822" y="515"/>
                                  </a:lnTo>
                                  <a:lnTo>
                                    <a:pt x="804" y="575"/>
                                  </a:lnTo>
                                  <a:lnTo>
                                    <a:pt x="778" y="630"/>
                                  </a:lnTo>
                                  <a:lnTo>
                                    <a:pt x="745" y="679"/>
                                  </a:lnTo>
                                  <a:lnTo>
                                    <a:pt x="703" y="724"/>
                                  </a:lnTo>
                                  <a:lnTo>
                                    <a:pt x="655" y="763"/>
                                  </a:lnTo>
                                  <a:lnTo>
                                    <a:pt x="602" y="793"/>
                                  </a:lnTo>
                                  <a:lnTo>
                                    <a:pt x="546" y="815"/>
                                  </a:lnTo>
                                  <a:lnTo>
                                    <a:pt x="486" y="828"/>
                                  </a:lnTo>
                                  <a:lnTo>
                                    <a:pt x="444" y="832"/>
                                  </a:lnTo>
                                  <a:lnTo>
                                    <a:pt x="593" y="832"/>
                                  </a:lnTo>
                                  <a:lnTo>
                                    <a:pt x="658" y="799"/>
                                  </a:lnTo>
                                  <a:lnTo>
                                    <a:pt x="711" y="760"/>
                                  </a:lnTo>
                                  <a:lnTo>
                                    <a:pt x="758" y="713"/>
                                  </a:lnTo>
                                  <a:lnTo>
                                    <a:pt x="797" y="659"/>
                                  </a:lnTo>
                                  <a:lnTo>
                                    <a:pt x="828" y="600"/>
                                  </a:lnTo>
                                  <a:lnTo>
                                    <a:pt x="849" y="536"/>
                                  </a:lnTo>
                                  <a:lnTo>
                                    <a:pt x="860" y="467"/>
                                  </a:lnTo>
                                  <a:lnTo>
                                    <a:pt x="862" y="431"/>
                                  </a:lnTo>
                                  <a:lnTo>
                                    <a:pt x="860" y="397"/>
                                  </a:lnTo>
                                  <a:lnTo>
                                    <a:pt x="849" y="328"/>
                                  </a:lnTo>
                                  <a:lnTo>
                                    <a:pt x="828" y="264"/>
                                  </a:lnTo>
                                  <a:lnTo>
                                    <a:pt x="797" y="205"/>
                                  </a:lnTo>
                                  <a:lnTo>
                                    <a:pt x="758" y="151"/>
                                  </a:lnTo>
                                  <a:lnTo>
                                    <a:pt x="711" y="104"/>
                                  </a:lnTo>
                                  <a:lnTo>
                                    <a:pt x="658" y="65"/>
                                  </a:lnTo>
                                  <a:lnTo>
                                    <a:pt x="599" y="34"/>
                                  </a:lnTo>
                                  <a:lnTo>
                                    <a:pt x="593" y="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" name="Group 53"/>
                        <wpg:cNvGrpSpPr>
                          <a:grpSpLocks/>
                        </wpg:cNvGrpSpPr>
                        <wpg:grpSpPr bwMode="auto">
                          <a:xfrm>
                            <a:off x="12274" y="12552"/>
                            <a:ext cx="689" cy="470"/>
                            <a:chOff x="12274" y="12552"/>
                            <a:chExt cx="689" cy="470"/>
                          </a:xfrm>
                        </wpg:grpSpPr>
                        <wps:wsp>
                          <wps:cNvPr id="142" name="Freeform 61"/>
                          <wps:cNvSpPr>
                            <a:spLocks/>
                          </wps:cNvSpPr>
                          <wps:spPr bwMode="auto">
                            <a:xfrm>
                              <a:off x="12274" y="12552"/>
                              <a:ext cx="689" cy="470"/>
                            </a:xfrm>
                            <a:custGeom>
                              <a:avLst/>
                              <a:gdLst>
                                <a:gd name="T0" fmla="+- 0 12501 12274"/>
                                <a:gd name="T1" fmla="*/ T0 w 689"/>
                                <a:gd name="T2" fmla="+- 0 12769 12552"/>
                                <a:gd name="T3" fmla="*/ 12769 h 470"/>
                                <a:gd name="T4" fmla="+- 0 12428 12274"/>
                                <a:gd name="T5" fmla="*/ T4 w 689"/>
                                <a:gd name="T6" fmla="+- 0 12789 12552"/>
                                <a:gd name="T7" fmla="*/ 12789 h 470"/>
                                <a:gd name="T8" fmla="+- 0 12396 12274"/>
                                <a:gd name="T9" fmla="*/ T8 w 689"/>
                                <a:gd name="T10" fmla="+- 0 12822 12552"/>
                                <a:gd name="T11" fmla="*/ 12822 h 470"/>
                                <a:gd name="T12" fmla="+- 0 12288 12274"/>
                                <a:gd name="T13" fmla="*/ T12 w 689"/>
                                <a:gd name="T14" fmla="+- 0 12836 12552"/>
                                <a:gd name="T15" fmla="*/ 12836 h 470"/>
                                <a:gd name="T16" fmla="+- 0 12280 12274"/>
                                <a:gd name="T17" fmla="*/ T16 w 689"/>
                                <a:gd name="T18" fmla="+- 0 12836 12552"/>
                                <a:gd name="T19" fmla="*/ 12836 h 470"/>
                                <a:gd name="T20" fmla="+- 0 12274 12274"/>
                                <a:gd name="T21" fmla="*/ T20 w 689"/>
                                <a:gd name="T22" fmla="+- 0 12843 12552"/>
                                <a:gd name="T23" fmla="*/ 12843 h 470"/>
                                <a:gd name="T24" fmla="+- 0 12274 12274"/>
                                <a:gd name="T25" fmla="*/ T24 w 689"/>
                                <a:gd name="T26" fmla="+- 0 12858 12552"/>
                                <a:gd name="T27" fmla="*/ 12858 h 470"/>
                                <a:gd name="T28" fmla="+- 0 12281 12274"/>
                                <a:gd name="T29" fmla="*/ T28 w 689"/>
                                <a:gd name="T30" fmla="+- 0 12864 12552"/>
                                <a:gd name="T31" fmla="*/ 12864 h 470"/>
                                <a:gd name="T32" fmla="+- 0 12375 12274"/>
                                <a:gd name="T33" fmla="*/ T32 w 689"/>
                                <a:gd name="T34" fmla="+- 0 12864 12552"/>
                                <a:gd name="T35" fmla="*/ 12864 h 470"/>
                                <a:gd name="T36" fmla="+- 0 12369 12274"/>
                                <a:gd name="T37" fmla="*/ T36 w 689"/>
                                <a:gd name="T38" fmla="+- 0 12880 12552"/>
                                <a:gd name="T39" fmla="*/ 12880 h 470"/>
                                <a:gd name="T40" fmla="+- 0 12354 12274"/>
                                <a:gd name="T41" fmla="*/ T40 w 689"/>
                                <a:gd name="T42" fmla="+- 0 12959 12552"/>
                                <a:gd name="T43" fmla="*/ 12959 h 470"/>
                                <a:gd name="T44" fmla="+- 0 12353 12274"/>
                                <a:gd name="T45" fmla="*/ T44 w 689"/>
                                <a:gd name="T46" fmla="+- 0 12976 12552"/>
                                <a:gd name="T47" fmla="*/ 12976 h 470"/>
                                <a:gd name="T48" fmla="+- 0 12353 12274"/>
                                <a:gd name="T49" fmla="*/ T48 w 689"/>
                                <a:gd name="T50" fmla="+- 0 12978 12552"/>
                                <a:gd name="T51" fmla="*/ 12978 h 470"/>
                                <a:gd name="T52" fmla="+- 0 12352 12274"/>
                                <a:gd name="T53" fmla="*/ T52 w 689"/>
                                <a:gd name="T54" fmla="+- 0 12984 12552"/>
                                <a:gd name="T55" fmla="*/ 12984 h 470"/>
                                <a:gd name="T56" fmla="+- 0 12419 12274"/>
                                <a:gd name="T57" fmla="*/ T56 w 689"/>
                                <a:gd name="T58" fmla="+- 0 13013 12552"/>
                                <a:gd name="T59" fmla="*/ 13013 h 470"/>
                                <a:gd name="T60" fmla="+- 0 12479 12274"/>
                                <a:gd name="T61" fmla="*/ T60 w 689"/>
                                <a:gd name="T62" fmla="+- 0 13021 12552"/>
                                <a:gd name="T63" fmla="*/ 13021 h 470"/>
                                <a:gd name="T64" fmla="+- 0 12503 12274"/>
                                <a:gd name="T65" fmla="*/ T64 w 689"/>
                                <a:gd name="T66" fmla="+- 0 13020 12552"/>
                                <a:gd name="T67" fmla="*/ 13020 h 470"/>
                                <a:gd name="T68" fmla="+- 0 12565 12274"/>
                                <a:gd name="T69" fmla="*/ T68 w 689"/>
                                <a:gd name="T70" fmla="+- 0 13014 12552"/>
                                <a:gd name="T71" fmla="*/ 13014 h 470"/>
                                <a:gd name="T72" fmla="+- 0 12633 12274"/>
                                <a:gd name="T73" fmla="*/ T72 w 689"/>
                                <a:gd name="T74" fmla="+- 0 12993 12552"/>
                                <a:gd name="T75" fmla="*/ 12993 h 470"/>
                                <a:gd name="T76" fmla="+- 0 12495 12274"/>
                                <a:gd name="T77" fmla="*/ T76 w 689"/>
                                <a:gd name="T78" fmla="+- 0 12993 12552"/>
                                <a:gd name="T79" fmla="*/ 12993 h 470"/>
                                <a:gd name="T80" fmla="+- 0 12475 12274"/>
                                <a:gd name="T81" fmla="*/ T80 w 689"/>
                                <a:gd name="T82" fmla="+- 0 12993 12552"/>
                                <a:gd name="T83" fmla="*/ 12993 h 470"/>
                                <a:gd name="T84" fmla="+- 0 12416 12274"/>
                                <a:gd name="T85" fmla="*/ T84 w 689"/>
                                <a:gd name="T86" fmla="+- 0 12983 12552"/>
                                <a:gd name="T87" fmla="*/ 12983 h 470"/>
                                <a:gd name="T88" fmla="+- 0 12392 12274"/>
                                <a:gd name="T89" fmla="*/ T88 w 689"/>
                                <a:gd name="T90" fmla="+- 0 12931 12552"/>
                                <a:gd name="T91" fmla="*/ 12931 h 470"/>
                                <a:gd name="T92" fmla="+- 0 12393 12274"/>
                                <a:gd name="T93" fmla="*/ T92 w 689"/>
                                <a:gd name="T94" fmla="+- 0 12910 12552"/>
                                <a:gd name="T95" fmla="*/ 12910 h 470"/>
                                <a:gd name="T96" fmla="+- 0 12422 12274"/>
                                <a:gd name="T97" fmla="*/ T96 w 689"/>
                                <a:gd name="T98" fmla="+- 0 12837 12552"/>
                                <a:gd name="T99" fmla="*/ 12837 h 470"/>
                                <a:gd name="T100" fmla="+- 0 12488 12274"/>
                                <a:gd name="T101" fmla="*/ T100 w 689"/>
                                <a:gd name="T102" fmla="+- 0 12798 12552"/>
                                <a:gd name="T103" fmla="*/ 12798 h 470"/>
                                <a:gd name="T104" fmla="+- 0 12573 12274"/>
                                <a:gd name="T105" fmla="*/ T104 w 689"/>
                                <a:gd name="T106" fmla="+- 0 12798 12552"/>
                                <a:gd name="T107" fmla="*/ 12798 h 470"/>
                                <a:gd name="T108" fmla="+- 0 12572 12274"/>
                                <a:gd name="T109" fmla="*/ T108 w 689"/>
                                <a:gd name="T110" fmla="+- 0 12797 12552"/>
                                <a:gd name="T111" fmla="*/ 12797 h 470"/>
                                <a:gd name="T112" fmla="+- 0 12555 12274"/>
                                <a:gd name="T113" fmla="*/ T112 w 689"/>
                                <a:gd name="T114" fmla="+- 0 12784 12552"/>
                                <a:gd name="T115" fmla="*/ 12784 h 470"/>
                                <a:gd name="T116" fmla="+- 0 12537 12274"/>
                                <a:gd name="T117" fmla="*/ T116 w 689"/>
                                <a:gd name="T118" fmla="+- 0 12776 12552"/>
                                <a:gd name="T119" fmla="*/ 12776 h 470"/>
                                <a:gd name="T120" fmla="+- 0 12519 12274"/>
                                <a:gd name="T121" fmla="*/ T120 w 689"/>
                                <a:gd name="T122" fmla="+- 0 12771 12552"/>
                                <a:gd name="T123" fmla="*/ 12771 h 470"/>
                                <a:gd name="T124" fmla="+- 0 12501 12274"/>
                                <a:gd name="T125" fmla="*/ T124 w 689"/>
                                <a:gd name="T126" fmla="+- 0 12769 12552"/>
                                <a:gd name="T127" fmla="*/ 12769 h 4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</a:cxnLst>
                              <a:rect l="0" t="0" r="r" b="b"/>
                              <a:pathLst>
                                <a:path w="689" h="470">
                                  <a:moveTo>
                                    <a:pt x="227" y="217"/>
                                  </a:moveTo>
                                  <a:lnTo>
                                    <a:pt x="154" y="237"/>
                                  </a:lnTo>
                                  <a:lnTo>
                                    <a:pt x="122" y="270"/>
                                  </a:lnTo>
                                  <a:lnTo>
                                    <a:pt x="14" y="284"/>
                                  </a:lnTo>
                                  <a:lnTo>
                                    <a:pt x="6" y="284"/>
                                  </a:lnTo>
                                  <a:lnTo>
                                    <a:pt x="0" y="291"/>
                                  </a:lnTo>
                                  <a:lnTo>
                                    <a:pt x="0" y="306"/>
                                  </a:lnTo>
                                  <a:lnTo>
                                    <a:pt x="7" y="312"/>
                                  </a:lnTo>
                                  <a:lnTo>
                                    <a:pt x="101" y="312"/>
                                  </a:lnTo>
                                  <a:lnTo>
                                    <a:pt x="95" y="328"/>
                                  </a:lnTo>
                                  <a:lnTo>
                                    <a:pt x="80" y="407"/>
                                  </a:lnTo>
                                  <a:lnTo>
                                    <a:pt x="79" y="424"/>
                                  </a:lnTo>
                                  <a:lnTo>
                                    <a:pt x="79" y="426"/>
                                  </a:lnTo>
                                  <a:lnTo>
                                    <a:pt x="78" y="432"/>
                                  </a:lnTo>
                                  <a:lnTo>
                                    <a:pt x="145" y="461"/>
                                  </a:lnTo>
                                  <a:lnTo>
                                    <a:pt x="205" y="469"/>
                                  </a:lnTo>
                                  <a:lnTo>
                                    <a:pt x="229" y="468"/>
                                  </a:lnTo>
                                  <a:lnTo>
                                    <a:pt x="291" y="462"/>
                                  </a:lnTo>
                                  <a:lnTo>
                                    <a:pt x="359" y="441"/>
                                  </a:lnTo>
                                  <a:lnTo>
                                    <a:pt x="221" y="441"/>
                                  </a:lnTo>
                                  <a:lnTo>
                                    <a:pt x="201" y="441"/>
                                  </a:lnTo>
                                  <a:lnTo>
                                    <a:pt x="142" y="431"/>
                                  </a:lnTo>
                                  <a:lnTo>
                                    <a:pt x="118" y="379"/>
                                  </a:lnTo>
                                  <a:lnTo>
                                    <a:pt x="119" y="358"/>
                                  </a:lnTo>
                                  <a:lnTo>
                                    <a:pt x="148" y="285"/>
                                  </a:lnTo>
                                  <a:lnTo>
                                    <a:pt x="214" y="246"/>
                                  </a:lnTo>
                                  <a:lnTo>
                                    <a:pt x="299" y="246"/>
                                  </a:lnTo>
                                  <a:lnTo>
                                    <a:pt x="298" y="245"/>
                                  </a:lnTo>
                                  <a:lnTo>
                                    <a:pt x="281" y="232"/>
                                  </a:lnTo>
                                  <a:lnTo>
                                    <a:pt x="263" y="224"/>
                                  </a:lnTo>
                                  <a:lnTo>
                                    <a:pt x="245" y="219"/>
                                  </a:lnTo>
                                  <a:lnTo>
                                    <a:pt x="227" y="2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" name="Freeform 60"/>
                          <wps:cNvSpPr>
                            <a:spLocks/>
                          </wps:cNvSpPr>
                          <wps:spPr bwMode="auto">
                            <a:xfrm>
                              <a:off x="12274" y="12552"/>
                              <a:ext cx="689" cy="470"/>
                            </a:xfrm>
                            <a:custGeom>
                              <a:avLst/>
                              <a:gdLst>
                                <a:gd name="T0" fmla="+- 0 12573 12274"/>
                                <a:gd name="T1" fmla="*/ T0 w 689"/>
                                <a:gd name="T2" fmla="+- 0 12798 12552"/>
                                <a:gd name="T3" fmla="*/ 12798 h 470"/>
                                <a:gd name="T4" fmla="+- 0 12488 12274"/>
                                <a:gd name="T5" fmla="*/ T4 w 689"/>
                                <a:gd name="T6" fmla="+- 0 12798 12552"/>
                                <a:gd name="T7" fmla="*/ 12798 h 470"/>
                                <a:gd name="T8" fmla="+- 0 12511 12274"/>
                                <a:gd name="T9" fmla="*/ T8 w 689"/>
                                <a:gd name="T10" fmla="+- 0 12800 12552"/>
                                <a:gd name="T11" fmla="*/ 12800 h 470"/>
                                <a:gd name="T12" fmla="+- 0 12531 12274"/>
                                <a:gd name="T13" fmla="*/ T12 w 689"/>
                                <a:gd name="T14" fmla="+- 0 12806 12552"/>
                                <a:gd name="T15" fmla="*/ 12806 h 470"/>
                                <a:gd name="T16" fmla="+- 0 12575 12274"/>
                                <a:gd name="T17" fmla="*/ T16 w 689"/>
                                <a:gd name="T18" fmla="+- 0 12847 12552"/>
                                <a:gd name="T19" fmla="*/ 12847 h 470"/>
                                <a:gd name="T20" fmla="+- 0 12601 12274"/>
                                <a:gd name="T21" fmla="*/ T20 w 689"/>
                                <a:gd name="T22" fmla="+- 0 12918 12552"/>
                                <a:gd name="T23" fmla="*/ 12918 h 470"/>
                                <a:gd name="T24" fmla="+- 0 12608 12274"/>
                                <a:gd name="T25" fmla="*/ T24 w 689"/>
                                <a:gd name="T26" fmla="+- 0 12961 12552"/>
                                <a:gd name="T27" fmla="*/ 12961 h 470"/>
                                <a:gd name="T28" fmla="+- 0 12590 12274"/>
                                <a:gd name="T29" fmla="*/ T28 w 689"/>
                                <a:gd name="T30" fmla="+- 0 12972 12552"/>
                                <a:gd name="T31" fmla="*/ 12972 h 470"/>
                                <a:gd name="T32" fmla="+- 0 12532 12274"/>
                                <a:gd name="T33" fmla="*/ T32 w 689"/>
                                <a:gd name="T34" fmla="+- 0 12991 12552"/>
                                <a:gd name="T35" fmla="*/ 12991 h 470"/>
                                <a:gd name="T36" fmla="+- 0 12495 12274"/>
                                <a:gd name="T37" fmla="*/ T36 w 689"/>
                                <a:gd name="T38" fmla="+- 0 12993 12552"/>
                                <a:gd name="T39" fmla="*/ 12993 h 470"/>
                                <a:gd name="T40" fmla="+- 0 12633 12274"/>
                                <a:gd name="T41" fmla="*/ T40 w 689"/>
                                <a:gd name="T42" fmla="+- 0 12993 12552"/>
                                <a:gd name="T43" fmla="*/ 12993 h 470"/>
                                <a:gd name="T44" fmla="+- 0 12635 12274"/>
                                <a:gd name="T45" fmla="*/ T44 w 689"/>
                                <a:gd name="T46" fmla="+- 0 12993 12552"/>
                                <a:gd name="T47" fmla="*/ 12993 h 470"/>
                                <a:gd name="T48" fmla="+- 0 12639 12274"/>
                                <a:gd name="T49" fmla="*/ T48 w 689"/>
                                <a:gd name="T50" fmla="+- 0 12985 12552"/>
                                <a:gd name="T51" fmla="*/ 12985 h 470"/>
                                <a:gd name="T52" fmla="+- 0 12637 12274"/>
                                <a:gd name="T53" fmla="*/ T52 w 689"/>
                                <a:gd name="T54" fmla="+- 0 12978 12552"/>
                                <a:gd name="T55" fmla="*/ 12978 h 470"/>
                                <a:gd name="T56" fmla="+- 0 12638 12274"/>
                                <a:gd name="T57" fmla="*/ T56 w 689"/>
                                <a:gd name="T58" fmla="+- 0 12976 12552"/>
                                <a:gd name="T59" fmla="*/ 12976 h 470"/>
                                <a:gd name="T60" fmla="+- 0 12628 12274"/>
                                <a:gd name="T61" fmla="*/ T60 w 689"/>
                                <a:gd name="T62" fmla="+- 0 12908 12552"/>
                                <a:gd name="T63" fmla="*/ 12908 h 470"/>
                                <a:gd name="T64" fmla="+- 0 12619 12274"/>
                                <a:gd name="T65" fmla="*/ T64 w 689"/>
                                <a:gd name="T66" fmla="+- 0 12873 12552"/>
                                <a:gd name="T67" fmla="*/ 12873 h 470"/>
                                <a:gd name="T68" fmla="+- 0 12859 12274"/>
                                <a:gd name="T69" fmla="*/ T68 w 689"/>
                                <a:gd name="T70" fmla="+- 0 12864 12552"/>
                                <a:gd name="T71" fmla="*/ 12864 h 470"/>
                                <a:gd name="T72" fmla="+- 0 12957 12274"/>
                                <a:gd name="T73" fmla="*/ T72 w 689"/>
                                <a:gd name="T74" fmla="+- 0 12864 12552"/>
                                <a:gd name="T75" fmla="*/ 12864 h 470"/>
                                <a:gd name="T76" fmla="+- 0 12963 12274"/>
                                <a:gd name="T77" fmla="*/ T76 w 689"/>
                                <a:gd name="T78" fmla="+- 0 12857 12552"/>
                                <a:gd name="T79" fmla="*/ 12857 h 470"/>
                                <a:gd name="T80" fmla="+- 0 12963 12274"/>
                                <a:gd name="T81" fmla="*/ T80 w 689"/>
                                <a:gd name="T82" fmla="+- 0 12843 12552"/>
                                <a:gd name="T83" fmla="*/ 12843 h 470"/>
                                <a:gd name="T84" fmla="+- 0 12956 12274"/>
                                <a:gd name="T85" fmla="*/ T84 w 689"/>
                                <a:gd name="T86" fmla="+- 0 12836 12552"/>
                                <a:gd name="T87" fmla="*/ 12836 h 470"/>
                                <a:gd name="T88" fmla="+- 0 12603 12274"/>
                                <a:gd name="T89" fmla="*/ T88 w 689"/>
                                <a:gd name="T90" fmla="+- 0 12836 12552"/>
                                <a:gd name="T91" fmla="*/ 12836 h 470"/>
                                <a:gd name="T92" fmla="+- 0 12588 12274"/>
                                <a:gd name="T93" fmla="*/ T92 w 689"/>
                                <a:gd name="T94" fmla="+- 0 12814 12552"/>
                                <a:gd name="T95" fmla="*/ 12814 h 470"/>
                                <a:gd name="T96" fmla="+- 0 12573 12274"/>
                                <a:gd name="T97" fmla="*/ T96 w 689"/>
                                <a:gd name="T98" fmla="+- 0 12798 12552"/>
                                <a:gd name="T99" fmla="*/ 12798 h 4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</a:cxnLst>
                              <a:rect l="0" t="0" r="r" b="b"/>
                              <a:pathLst>
                                <a:path w="689" h="470">
                                  <a:moveTo>
                                    <a:pt x="299" y="246"/>
                                  </a:moveTo>
                                  <a:lnTo>
                                    <a:pt x="214" y="246"/>
                                  </a:lnTo>
                                  <a:lnTo>
                                    <a:pt x="237" y="248"/>
                                  </a:lnTo>
                                  <a:lnTo>
                                    <a:pt x="257" y="254"/>
                                  </a:lnTo>
                                  <a:lnTo>
                                    <a:pt x="301" y="295"/>
                                  </a:lnTo>
                                  <a:lnTo>
                                    <a:pt x="327" y="366"/>
                                  </a:lnTo>
                                  <a:lnTo>
                                    <a:pt x="334" y="409"/>
                                  </a:lnTo>
                                  <a:lnTo>
                                    <a:pt x="316" y="420"/>
                                  </a:lnTo>
                                  <a:lnTo>
                                    <a:pt x="258" y="439"/>
                                  </a:lnTo>
                                  <a:lnTo>
                                    <a:pt x="221" y="441"/>
                                  </a:lnTo>
                                  <a:lnTo>
                                    <a:pt x="359" y="441"/>
                                  </a:lnTo>
                                  <a:lnTo>
                                    <a:pt x="361" y="441"/>
                                  </a:lnTo>
                                  <a:lnTo>
                                    <a:pt x="365" y="433"/>
                                  </a:lnTo>
                                  <a:lnTo>
                                    <a:pt x="363" y="426"/>
                                  </a:lnTo>
                                  <a:lnTo>
                                    <a:pt x="364" y="424"/>
                                  </a:lnTo>
                                  <a:lnTo>
                                    <a:pt x="354" y="356"/>
                                  </a:lnTo>
                                  <a:lnTo>
                                    <a:pt x="345" y="321"/>
                                  </a:lnTo>
                                  <a:lnTo>
                                    <a:pt x="585" y="312"/>
                                  </a:lnTo>
                                  <a:lnTo>
                                    <a:pt x="683" y="312"/>
                                  </a:lnTo>
                                  <a:lnTo>
                                    <a:pt x="689" y="305"/>
                                  </a:lnTo>
                                  <a:lnTo>
                                    <a:pt x="689" y="291"/>
                                  </a:lnTo>
                                  <a:lnTo>
                                    <a:pt x="682" y="284"/>
                                  </a:lnTo>
                                  <a:lnTo>
                                    <a:pt x="329" y="284"/>
                                  </a:lnTo>
                                  <a:lnTo>
                                    <a:pt x="314" y="262"/>
                                  </a:lnTo>
                                  <a:lnTo>
                                    <a:pt x="299" y="2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" name="Freeform 59"/>
                          <wps:cNvSpPr>
                            <a:spLocks/>
                          </wps:cNvSpPr>
                          <wps:spPr bwMode="auto">
                            <a:xfrm>
                              <a:off x="12274" y="12552"/>
                              <a:ext cx="689" cy="470"/>
                            </a:xfrm>
                            <a:custGeom>
                              <a:avLst/>
                              <a:gdLst>
                                <a:gd name="T0" fmla="+- 0 12770 12274"/>
                                <a:gd name="T1" fmla="*/ T0 w 689"/>
                                <a:gd name="T2" fmla="+- 0 12702 12552"/>
                                <a:gd name="T3" fmla="*/ 12702 h 470"/>
                                <a:gd name="T4" fmla="+- 0 12700 12274"/>
                                <a:gd name="T5" fmla="*/ T4 w 689"/>
                                <a:gd name="T6" fmla="+- 0 12720 12552"/>
                                <a:gd name="T7" fmla="*/ 12720 h 470"/>
                                <a:gd name="T8" fmla="+- 0 12661 12274"/>
                                <a:gd name="T9" fmla="*/ T8 w 689"/>
                                <a:gd name="T10" fmla="+- 0 12771 12552"/>
                                <a:gd name="T11" fmla="*/ 12771 h 470"/>
                                <a:gd name="T12" fmla="+- 0 12645 12274"/>
                                <a:gd name="T13" fmla="*/ T12 w 689"/>
                                <a:gd name="T14" fmla="+- 0 12829 12552"/>
                                <a:gd name="T15" fmla="*/ 12829 h 470"/>
                                <a:gd name="T16" fmla="+- 0 12603 12274"/>
                                <a:gd name="T17" fmla="*/ T16 w 689"/>
                                <a:gd name="T18" fmla="+- 0 12836 12552"/>
                                <a:gd name="T19" fmla="*/ 12836 h 470"/>
                                <a:gd name="T20" fmla="+- 0 12673 12274"/>
                                <a:gd name="T21" fmla="*/ T20 w 689"/>
                                <a:gd name="T22" fmla="+- 0 12836 12552"/>
                                <a:gd name="T23" fmla="*/ 12836 h 470"/>
                                <a:gd name="T24" fmla="+- 0 12678 12274"/>
                                <a:gd name="T25" fmla="*/ T24 w 689"/>
                                <a:gd name="T26" fmla="+- 0 12807 12552"/>
                                <a:gd name="T27" fmla="*/ 12807 h 470"/>
                                <a:gd name="T28" fmla="+- 0 12686 12274"/>
                                <a:gd name="T29" fmla="*/ T28 w 689"/>
                                <a:gd name="T30" fmla="+- 0 12783 12552"/>
                                <a:gd name="T31" fmla="*/ 12783 h 470"/>
                                <a:gd name="T32" fmla="+- 0 12697 12274"/>
                                <a:gd name="T33" fmla="*/ T32 w 689"/>
                                <a:gd name="T34" fmla="+- 0 12763 12552"/>
                                <a:gd name="T35" fmla="*/ 12763 h 470"/>
                                <a:gd name="T36" fmla="+- 0 12709 12274"/>
                                <a:gd name="T37" fmla="*/ T36 w 689"/>
                                <a:gd name="T38" fmla="+- 0 12748 12552"/>
                                <a:gd name="T39" fmla="*/ 12748 h 470"/>
                                <a:gd name="T40" fmla="+- 0 12725 12274"/>
                                <a:gd name="T41" fmla="*/ T40 w 689"/>
                                <a:gd name="T42" fmla="+- 0 12737 12552"/>
                                <a:gd name="T43" fmla="*/ 12737 h 470"/>
                                <a:gd name="T44" fmla="+- 0 12742 12274"/>
                                <a:gd name="T45" fmla="*/ T44 w 689"/>
                                <a:gd name="T46" fmla="+- 0 12732 12552"/>
                                <a:gd name="T47" fmla="*/ 12732 h 470"/>
                                <a:gd name="T48" fmla="+- 0 12829 12274"/>
                                <a:gd name="T49" fmla="*/ T48 w 689"/>
                                <a:gd name="T50" fmla="+- 0 12732 12552"/>
                                <a:gd name="T51" fmla="*/ 12732 h 470"/>
                                <a:gd name="T52" fmla="+- 0 12816 12274"/>
                                <a:gd name="T53" fmla="*/ T52 w 689"/>
                                <a:gd name="T54" fmla="+- 0 12720 12552"/>
                                <a:gd name="T55" fmla="*/ 12720 h 470"/>
                                <a:gd name="T56" fmla="+- 0 12801 12274"/>
                                <a:gd name="T57" fmla="*/ T56 w 689"/>
                                <a:gd name="T58" fmla="+- 0 12711 12552"/>
                                <a:gd name="T59" fmla="*/ 12711 h 470"/>
                                <a:gd name="T60" fmla="+- 0 12785 12274"/>
                                <a:gd name="T61" fmla="*/ T60 w 689"/>
                                <a:gd name="T62" fmla="+- 0 12705 12552"/>
                                <a:gd name="T63" fmla="*/ 12705 h 470"/>
                                <a:gd name="T64" fmla="+- 0 12770 12274"/>
                                <a:gd name="T65" fmla="*/ T64 w 689"/>
                                <a:gd name="T66" fmla="+- 0 12702 12552"/>
                                <a:gd name="T67" fmla="*/ 12702 h 4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689" h="470">
                                  <a:moveTo>
                                    <a:pt x="496" y="150"/>
                                  </a:moveTo>
                                  <a:lnTo>
                                    <a:pt x="426" y="168"/>
                                  </a:lnTo>
                                  <a:lnTo>
                                    <a:pt x="387" y="219"/>
                                  </a:lnTo>
                                  <a:lnTo>
                                    <a:pt x="371" y="277"/>
                                  </a:lnTo>
                                  <a:lnTo>
                                    <a:pt x="329" y="284"/>
                                  </a:lnTo>
                                  <a:lnTo>
                                    <a:pt x="399" y="284"/>
                                  </a:lnTo>
                                  <a:lnTo>
                                    <a:pt x="404" y="255"/>
                                  </a:lnTo>
                                  <a:lnTo>
                                    <a:pt x="412" y="231"/>
                                  </a:lnTo>
                                  <a:lnTo>
                                    <a:pt x="423" y="211"/>
                                  </a:lnTo>
                                  <a:lnTo>
                                    <a:pt x="435" y="196"/>
                                  </a:lnTo>
                                  <a:lnTo>
                                    <a:pt x="451" y="185"/>
                                  </a:lnTo>
                                  <a:lnTo>
                                    <a:pt x="468" y="180"/>
                                  </a:lnTo>
                                  <a:lnTo>
                                    <a:pt x="555" y="180"/>
                                  </a:lnTo>
                                  <a:lnTo>
                                    <a:pt x="542" y="168"/>
                                  </a:lnTo>
                                  <a:lnTo>
                                    <a:pt x="527" y="159"/>
                                  </a:lnTo>
                                  <a:lnTo>
                                    <a:pt x="511" y="153"/>
                                  </a:lnTo>
                                  <a:lnTo>
                                    <a:pt x="496" y="1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" name="Freeform 58"/>
                          <wps:cNvSpPr>
                            <a:spLocks/>
                          </wps:cNvSpPr>
                          <wps:spPr bwMode="auto">
                            <a:xfrm>
                              <a:off x="12274" y="12552"/>
                              <a:ext cx="689" cy="470"/>
                            </a:xfrm>
                            <a:custGeom>
                              <a:avLst/>
                              <a:gdLst>
                                <a:gd name="T0" fmla="+- 0 12829 12274"/>
                                <a:gd name="T1" fmla="*/ T0 w 689"/>
                                <a:gd name="T2" fmla="+- 0 12732 12552"/>
                                <a:gd name="T3" fmla="*/ 12732 h 470"/>
                                <a:gd name="T4" fmla="+- 0 12742 12274"/>
                                <a:gd name="T5" fmla="*/ T4 w 689"/>
                                <a:gd name="T6" fmla="+- 0 12732 12552"/>
                                <a:gd name="T7" fmla="*/ 12732 h 470"/>
                                <a:gd name="T8" fmla="+- 0 12766 12274"/>
                                <a:gd name="T9" fmla="*/ T8 w 689"/>
                                <a:gd name="T10" fmla="+- 0 12733 12552"/>
                                <a:gd name="T11" fmla="*/ 12733 h 470"/>
                                <a:gd name="T12" fmla="+- 0 12786 12274"/>
                                <a:gd name="T13" fmla="*/ T12 w 689"/>
                                <a:gd name="T14" fmla="+- 0 12739 12552"/>
                                <a:gd name="T15" fmla="*/ 12739 h 470"/>
                                <a:gd name="T16" fmla="+- 0 12835 12274"/>
                                <a:gd name="T17" fmla="*/ T16 w 689"/>
                                <a:gd name="T18" fmla="+- 0 12801 12552"/>
                                <a:gd name="T19" fmla="*/ 12801 h 470"/>
                                <a:gd name="T20" fmla="+- 0 12841 12274"/>
                                <a:gd name="T21" fmla="*/ T20 w 689"/>
                                <a:gd name="T22" fmla="+- 0 12827 12552"/>
                                <a:gd name="T23" fmla="*/ 12827 h 470"/>
                                <a:gd name="T24" fmla="+- 0 12673 12274"/>
                                <a:gd name="T25" fmla="*/ T24 w 689"/>
                                <a:gd name="T26" fmla="+- 0 12836 12552"/>
                                <a:gd name="T27" fmla="*/ 12836 h 470"/>
                                <a:gd name="T28" fmla="+- 0 12871 12274"/>
                                <a:gd name="T29" fmla="*/ T28 w 689"/>
                                <a:gd name="T30" fmla="+- 0 12836 12552"/>
                                <a:gd name="T31" fmla="*/ 12836 h 470"/>
                                <a:gd name="T32" fmla="+- 0 12864 12274"/>
                                <a:gd name="T33" fmla="*/ T32 w 689"/>
                                <a:gd name="T34" fmla="+- 0 12802 12552"/>
                                <a:gd name="T35" fmla="*/ 12802 h 470"/>
                                <a:gd name="T36" fmla="+- 0 12855 12274"/>
                                <a:gd name="T37" fmla="*/ T36 w 689"/>
                                <a:gd name="T38" fmla="+- 0 12773 12552"/>
                                <a:gd name="T39" fmla="*/ 12773 h 470"/>
                                <a:gd name="T40" fmla="+- 0 12844 12274"/>
                                <a:gd name="T41" fmla="*/ T40 w 689"/>
                                <a:gd name="T42" fmla="+- 0 12751 12552"/>
                                <a:gd name="T43" fmla="*/ 12751 h 470"/>
                                <a:gd name="T44" fmla="+- 0 12831 12274"/>
                                <a:gd name="T45" fmla="*/ T44 w 689"/>
                                <a:gd name="T46" fmla="+- 0 12733 12552"/>
                                <a:gd name="T47" fmla="*/ 12733 h 470"/>
                                <a:gd name="T48" fmla="+- 0 12829 12274"/>
                                <a:gd name="T49" fmla="*/ T48 w 689"/>
                                <a:gd name="T50" fmla="+- 0 12732 12552"/>
                                <a:gd name="T51" fmla="*/ 12732 h 4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689" h="470">
                                  <a:moveTo>
                                    <a:pt x="555" y="180"/>
                                  </a:moveTo>
                                  <a:lnTo>
                                    <a:pt x="468" y="180"/>
                                  </a:lnTo>
                                  <a:lnTo>
                                    <a:pt x="492" y="181"/>
                                  </a:lnTo>
                                  <a:lnTo>
                                    <a:pt x="512" y="187"/>
                                  </a:lnTo>
                                  <a:lnTo>
                                    <a:pt x="561" y="249"/>
                                  </a:lnTo>
                                  <a:lnTo>
                                    <a:pt x="567" y="275"/>
                                  </a:lnTo>
                                  <a:lnTo>
                                    <a:pt x="399" y="284"/>
                                  </a:lnTo>
                                  <a:lnTo>
                                    <a:pt x="597" y="284"/>
                                  </a:lnTo>
                                  <a:lnTo>
                                    <a:pt x="590" y="250"/>
                                  </a:lnTo>
                                  <a:lnTo>
                                    <a:pt x="581" y="221"/>
                                  </a:lnTo>
                                  <a:lnTo>
                                    <a:pt x="570" y="199"/>
                                  </a:lnTo>
                                  <a:lnTo>
                                    <a:pt x="557" y="181"/>
                                  </a:lnTo>
                                  <a:lnTo>
                                    <a:pt x="555" y="1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" name="Freeform 57"/>
                          <wps:cNvSpPr>
                            <a:spLocks/>
                          </wps:cNvSpPr>
                          <wps:spPr bwMode="auto">
                            <a:xfrm>
                              <a:off x="12274" y="12552"/>
                              <a:ext cx="689" cy="470"/>
                            </a:xfrm>
                            <a:custGeom>
                              <a:avLst/>
                              <a:gdLst>
                                <a:gd name="T0" fmla="+- 0 12514 12274"/>
                                <a:gd name="T1" fmla="*/ T0 w 689"/>
                                <a:gd name="T2" fmla="+- 0 12587 12552"/>
                                <a:gd name="T3" fmla="*/ 12587 h 470"/>
                                <a:gd name="T4" fmla="+- 0 12445 12274"/>
                                <a:gd name="T5" fmla="*/ T4 w 689"/>
                                <a:gd name="T6" fmla="+- 0 12606 12552"/>
                                <a:gd name="T7" fmla="*/ 12606 h 470"/>
                                <a:gd name="T8" fmla="+- 0 12418 12274"/>
                                <a:gd name="T9" fmla="*/ T8 w 689"/>
                                <a:gd name="T10" fmla="+- 0 12657 12552"/>
                                <a:gd name="T11" fmla="*/ 12657 h 470"/>
                                <a:gd name="T12" fmla="+- 0 12421 12274"/>
                                <a:gd name="T13" fmla="*/ T12 w 689"/>
                                <a:gd name="T14" fmla="+- 0 12680 12552"/>
                                <a:gd name="T15" fmla="*/ 12680 h 470"/>
                                <a:gd name="T16" fmla="+- 0 12459 12274"/>
                                <a:gd name="T17" fmla="*/ T16 w 689"/>
                                <a:gd name="T18" fmla="+- 0 12730 12552"/>
                                <a:gd name="T19" fmla="*/ 12730 h 470"/>
                                <a:gd name="T20" fmla="+- 0 12495 12274"/>
                                <a:gd name="T21" fmla="*/ T20 w 689"/>
                                <a:gd name="T22" fmla="+- 0 12739 12552"/>
                                <a:gd name="T23" fmla="*/ 12739 h 470"/>
                                <a:gd name="T24" fmla="+- 0 12518 12274"/>
                                <a:gd name="T25" fmla="*/ T24 w 689"/>
                                <a:gd name="T26" fmla="+- 0 12736 12552"/>
                                <a:gd name="T27" fmla="*/ 12736 h 470"/>
                                <a:gd name="T28" fmla="+- 0 12538 12274"/>
                                <a:gd name="T29" fmla="*/ T28 w 689"/>
                                <a:gd name="T30" fmla="+- 0 12726 12552"/>
                                <a:gd name="T31" fmla="*/ 12726 h 470"/>
                                <a:gd name="T32" fmla="+- 0 12554 12274"/>
                                <a:gd name="T33" fmla="*/ T32 w 689"/>
                                <a:gd name="T34" fmla="+- 0 12712 12552"/>
                                <a:gd name="T35" fmla="*/ 12712 h 470"/>
                                <a:gd name="T36" fmla="+- 0 12558 12274"/>
                                <a:gd name="T37" fmla="*/ T36 w 689"/>
                                <a:gd name="T38" fmla="+- 0 12707 12552"/>
                                <a:gd name="T39" fmla="*/ 12707 h 470"/>
                                <a:gd name="T40" fmla="+- 0 12512 12274"/>
                                <a:gd name="T41" fmla="*/ T40 w 689"/>
                                <a:gd name="T42" fmla="+- 0 12707 12552"/>
                                <a:gd name="T43" fmla="*/ 12707 h 470"/>
                                <a:gd name="T44" fmla="+- 0 12485 12274"/>
                                <a:gd name="T45" fmla="*/ T44 w 689"/>
                                <a:gd name="T46" fmla="+- 0 12705 12552"/>
                                <a:gd name="T47" fmla="*/ 12705 h 470"/>
                                <a:gd name="T48" fmla="+- 0 12464 12274"/>
                                <a:gd name="T49" fmla="*/ T48 w 689"/>
                                <a:gd name="T50" fmla="+- 0 12696 12552"/>
                                <a:gd name="T51" fmla="*/ 12696 h 470"/>
                                <a:gd name="T52" fmla="+- 0 12452 12274"/>
                                <a:gd name="T53" fmla="*/ T52 w 689"/>
                                <a:gd name="T54" fmla="+- 0 12682 12552"/>
                                <a:gd name="T55" fmla="*/ 12682 h 470"/>
                                <a:gd name="T56" fmla="+- 0 12446 12274"/>
                                <a:gd name="T57" fmla="*/ T56 w 689"/>
                                <a:gd name="T58" fmla="+- 0 12665 12552"/>
                                <a:gd name="T59" fmla="*/ 12665 h 470"/>
                                <a:gd name="T60" fmla="+- 0 12451 12274"/>
                                <a:gd name="T61" fmla="*/ T60 w 689"/>
                                <a:gd name="T62" fmla="+- 0 12642 12552"/>
                                <a:gd name="T63" fmla="*/ 12642 h 470"/>
                                <a:gd name="T64" fmla="+- 0 12463 12274"/>
                                <a:gd name="T65" fmla="*/ T64 w 689"/>
                                <a:gd name="T66" fmla="+- 0 12624 12552"/>
                                <a:gd name="T67" fmla="*/ 12624 h 470"/>
                                <a:gd name="T68" fmla="+- 0 12481 12274"/>
                                <a:gd name="T69" fmla="*/ T68 w 689"/>
                                <a:gd name="T70" fmla="+- 0 12614 12552"/>
                                <a:gd name="T71" fmla="*/ 12614 h 470"/>
                                <a:gd name="T72" fmla="+- 0 12495 12274"/>
                                <a:gd name="T73" fmla="*/ T72 w 689"/>
                                <a:gd name="T74" fmla="+- 0 12612 12552"/>
                                <a:gd name="T75" fmla="*/ 12612 h 470"/>
                                <a:gd name="T76" fmla="+- 0 12552 12274"/>
                                <a:gd name="T77" fmla="*/ T76 w 689"/>
                                <a:gd name="T78" fmla="+- 0 12612 12552"/>
                                <a:gd name="T79" fmla="*/ 12612 h 470"/>
                                <a:gd name="T80" fmla="+- 0 12549 12274"/>
                                <a:gd name="T81" fmla="*/ T80 w 689"/>
                                <a:gd name="T82" fmla="+- 0 12607 12552"/>
                                <a:gd name="T83" fmla="*/ 12607 h 470"/>
                                <a:gd name="T84" fmla="+- 0 12533 12274"/>
                                <a:gd name="T85" fmla="*/ T84 w 689"/>
                                <a:gd name="T86" fmla="+- 0 12594 12552"/>
                                <a:gd name="T87" fmla="*/ 12594 h 470"/>
                                <a:gd name="T88" fmla="+- 0 12514 12274"/>
                                <a:gd name="T89" fmla="*/ T88 w 689"/>
                                <a:gd name="T90" fmla="+- 0 12587 12552"/>
                                <a:gd name="T91" fmla="*/ 12587 h 4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</a:cxnLst>
                              <a:rect l="0" t="0" r="r" b="b"/>
                              <a:pathLst>
                                <a:path w="689" h="470">
                                  <a:moveTo>
                                    <a:pt x="240" y="35"/>
                                  </a:moveTo>
                                  <a:lnTo>
                                    <a:pt x="171" y="54"/>
                                  </a:lnTo>
                                  <a:lnTo>
                                    <a:pt x="144" y="105"/>
                                  </a:lnTo>
                                  <a:lnTo>
                                    <a:pt x="147" y="128"/>
                                  </a:lnTo>
                                  <a:lnTo>
                                    <a:pt x="185" y="178"/>
                                  </a:lnTo>
                                  <a:lnTo>
                                    <a:pt x="221" y="187"/>
                                  </a:lnTo>
                                  <a:lnTo>
                                    <a:pt x="244" y="184"/>
                                  </a:lnTo>
                                  <a:lnTo>
                                    <a:pt x="264" y="174"/>
                                  </a:lnTo>
                                  <a:lnTo>
                                    <a:pt x="280" y="160"/>
                                  </a:lnTo>
                                  <a:lnTo>
                                    <a:pt x="284" y="155"/>
                                  </a:lnTo>
                                  <a:lnTo>
                                    <a:pt x="238" y="155"/>
                                  </a:lnTo>
                                  <a:lnTo>
                                    <a:pt x="211" y="153"/>
                                  </a:lnTo>
                                  <a:lnTo>
                                    <a:pt x="190" y="144"/>
                                  </a:lnTo>
                                  <a:lnTo>
                                    <a:pt x="178" y="130"/>
                                  </a:lnTo>
                                  <a:lnTo>
                                    <a:pt x="172" y="113"/>
                                  </a:lnTo>
                                  <a:lnTo>
                                    <a:pt x="177" y="90"/>
                                  </a:lnTo>
                                  <a:lnTo>
                                    <a:pt x="189" y="72"/>
                                  </a:lnTo>
                                  <a:lnTo>
                                    <a:pt x="207" y="62"/>
                                  </a:lnTo>
                                  <a:lnTo>
                                    <a:pt x="221" y="60"/>
                                  </a:lnTo>
                                  <a:lnTo>
                                    <a:pt x="278" y="60"/>
                                  </a:lnTo>
                                  <a:lnTo>
                                    <a:pt x="275" y="55"/>
                                  </a:lnTo>
                                  <a:lnTo>
                                    <a:pt x="259" y="42"/>
                                  </a:lnTo>
                                  <a:lnTo>
                                    <a:pt x="240" y="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" name="Freeform 56"/>
                          <wps:cNvSpPr>
                            <a:spLocks/>
                          </wps:cNvSpPr>
                          <wps:spPr bwMode="auto">
                            <a:xfrm>
                              <a:off x="12274" y="12552"/>
                              <a:ext cx="689" cy="470"/>
                            </a:xfrm>
                            <a:custGeom>
                              <a:avLst/>
                              <a:gdLst>
                                <a:gd name="T0" fmla="+- 0 12552 12274"/>
                                <a:gd name="T1" fmla="*/ T0 w 689"/>
                                <a:gd name="T2" fmla="+- 0 12612 12552"/>
                                <a:gd name="T3" fmla="*/ 12612 h 470"/>
                                <a:gd name="T4" fmla="+- 0 12495 12274"/>
                                <a:gd name="T5" fmla="*/ T4 w 689"/>
                                <a:gd name="T6" fmla="+- 0 12612 12552"/>
                                <a:gd name="T7" fmla="*/ 12612 h 470"/>
                                <a:gd name="T8" fmla="+- 0 12517 12274"/>
                                <a:gd name="T9" fmla="*/ T8 w 689"/>
                                <a:gd name="T10" fmla="+- 0 12617 12552"/>
                                <a:gd name="T11" fmla="*/ 12617 h 470"/>
                                <a:gd name="T12" fmla="+- 0 12534 12274"/>
                                <a:gd name="T13" fmla="*/ T12 w 689"/>
                                <a:gd name="T14" fmla="+- 0 12631 12552"/>
                                <a:gd name="T15" fmla="*/ 12631 h 470"/>
                                <a:gd name="T16" fmla="+- 0 12543 12274"/>
                                <a:gd name="T17" fmla="*/ T16 w 689"/>
                                <a:gd name="T18" fmla="+- 0 12651 12552"/>
                                <a:gd name="T19" fmla="*/ 12651 h 470"/>
                                <a:gd name="T20" fmla="+- 0 12539 12274"/>
                                <a:gd name="T21" fmla="*/ T20 w 689"/>
                                <a:gd name="T22" fmla="+- 0 12676 12552"/>
                                <a:gd name="T23" fmla="*/ 12676 h 470"/>
                                <a:gd name="T24" fmla="+- 0 12529 12274"/>
                                <a:gd name="T25" fmla="*/ T24 w 689"/>
                                <a:gd name="T26" fmla="+- 0 12695 12552"/>
                                <a:gd name="T27" fmla="*/ 12695 h 470"/>
                                <a:gd name="T28" fmla="+- 0 12512 12274"/>
                                <a:gd name="T29" fmla="*/ T28 w 689"/>
                                <a:gd name="T30" fmla="+- 0 12707 12552"/>
                                <a:gd name="T31" fmla="*/ 12707 h 470"/>
                                <a:gd name="T32" fmla="+- 0 12558 12274"/>
                                <a:gd name="T33" fmla="*/ T32 w 689"/>
                                <a:gd name="T34" fmla="+- 0 12707 12552"/>
                                <a:gd name="T35" fmla="*/ 12707 h 470"/>
                                <a:gd name="T36" fmla="+- 0 12566 12274"/>
                                <a:gd name="T37" fmla="*/ T36 w 689"/>
                                <a:gd name="T38" fmla="+- 0 12694 12552"/>
                                <a:gd name="T39" fmla="*/ 12694 h 470"/>
                                <a:gd name="T40" fmla="+- 0 12572 12274"/>
                                <a:gd name="T41" fmla="*/ T40 w 689"/>
                                <a:gd name="T42" fmla="+- 0 12673 12552"/>
                                <a:gd name="T43" fmla="*/ 12673 h 470"/>
                                <a:gd name="T44" fmla="+- 0 12569 12274"/>
                                <a:gd name="T45" fmla="*/ T44 w 689"/>
                                <a:gd name="T46" fmla="+- 0 12647 12552"/>
                                <a:gd name="T47" fmla="*/ 12647 h 470"/>
                                <a:gd name="T48" fmla="+- 0 12561 12274"/>
                                <a:gd name="T49" fmla="*/ T48 w 689"/>
                                <a:gd name="T50" fmla="+- 0 12625 12552"/>
                                <a:gd name="T51" fmla="*/ 12625 h 470"/>
                                <a:gd name="T52" fmla="+- 0 12552 12274"/>
                                <a:gd name="T53" fmla="*/ T52 w 689"/>
                                <a:gd name="T54" fmla="+- 0 12612 12552"/>
                                <a:gd name="T55" fmla="*/ 12612 h 4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689" h="470">
                                  <a:moveTo>
                                    <a:pt x="278" y="60"/>
                                  </a:moveTo>
                                  <a:lnTo>
                                    <a:pt x="221" y="60"/>
                                  </a:lnTo>
                                  <a:lnTo>
                                    <a:pt x="243" y="65"/>
                                  </a:lnTo>
                                  <a:lnTo>
                                    <a:pt x="260" y="79"/>
                                  </a:lnTo>
                                  <a:lnTo>
                                    <a:pt x="269" y="99"/>
                                  </a:lnTo>
                                  <a:lnTo>
                                    <a:pt x="265" y="124"/>
                                  </a:lnTo>
                                  <a:lnTo>
                                    <a:pt x="255" y="143"/>
                                  </a:lnTo>
                                  <a:lnTo>
                                    <a:pt x="238" y="155"/>
                                  </a:lnTo>
                                  <a:lnTo>
                                    <a:pt x="284" y="155"/>
                                  </a:lnTo>
                                  <a:lnTo>
                                    <a:pt x="292" y="142"/>
                                  </a:lnTo>
                                  <a:lnTo>
                                    <a:pt x="298" y="121"/>
                                  </a:lnTo>
                                  <a:lnTo>
                                    <a:pt x="295" y="95"/>
                                  </a:lnTo>
                                  <a:lnTo>
                                    <a:pt x="287" y="73"/>
                                  </a:lnTo>
                                  <a:lnTo>
                                    <a:pt x="278" y="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" name="Freeform 55"/>
                          <wps:cNvSpPr>
                            <a:spLocks/>
                          </wps:cNvSpPr>
                          <wps:spPr bwMode="auto">
                            <a:xfrm>
                              <a:off x="12274" y="12552"/>
                              <a:ext cx="689" cy="470"/>
                            </a:xfrm>
                            <a:custGeom>
                              <a:avLst/>
                              <a:gdLst>
                                <a:gd name="T0" fmla="+- 0 12777 12274"/>
                                <a:gd name="T1" fmla="*/ T0 w 689"/>
                                <a:gd name="T2" fmla="+- 0 12552 12552"/>
                                <a:gd name="T3" fmla="*/ 12552 h 470"/>
                                <a:gd name="T4" fmla="+- 0 12710 12274"/>
                                <a:gd name="T5" fmla="*/ T4 w 689"/>
                                <a:gd name="T6" fmla="+- 0 12572 12552"/>
                                <a:gd name="T7" fmla="*/ 12572 h 470"/>
                                <a:gd name="T8" fmla="+- 0 12694 12274"/>
                                <a:gd name="T9" fmla="*/ T8 w 689"/>
                                <a:gd name="T10" fmla="+- 0 12606 12552"/>
                                <a:gd name="T11" fmla="*/ 12606 h 470"/>
                                <a:gd name="T12" fmla="+- 0 12694 12274"/>
                                <a:gd name="T13" fmla="*/ T12 w 689"/>
                                <a:gd name="T14" fmla="+- 0 12607 12552"/>
                                <a:gd name="T15" fmla="*/ 12607 h 470"/>
                                <a:gd name="T16" fmla="+- 0 12722 12274"/>
                                <a:gd name="T17" fmla="*/ T16 w 689"/>
                                <a:gd name="T18" fmla="+- 0 12665 12552"/>
                                <a:gd name="T19" fmla="*/ 12665 h 470"/>
                                <a:gd name="T20" fmla="+- 0 12757 12274"/>
                                <a:gd name="T21" fmla="*/ T20 w 689"/>
                                <a:gd name="T22" fmla="+- 0 12676 12552"/>
                                <a:gd name="T23" fmla="*/ 12676 h 470"/>
                                <a:gd name="T24" fmla="+- 0 12780 12274"/>
                                <a:gd name="T25" fmla="*/ T24 w 689"/>
                                <a:gd name="T26" fmla="+- 0 12672 12552"/>
                                <a:gd name="T27" fmla="*/ 12672 h 470"/>
                                <a:gd name="T28" fmla="+- 0 12798 12274"/>
                                <a:gd name="T29" fmla="*/ T28 w 689"/>
                                <a:gd name="T30" fmla="+- 0 12661 12552"/>
                                <a:gd name="T31" fmla="*/ 12661 h 470"/>
                                <a:gd name="T32" fmla="+- 0 12812 12274"/>
                                <a:gd name="T33" fmla="*/ T32 w 689"/>
                                <a:gd name="T34" fmla="+- 0 12644 12552"/>
                                <a:gd name="T35" fmla="*/ 12644 h 470"/>
                                <a:gd name="T36" fmla="+- 0 12813 12274"/>
                                <a:gd name="T37" fmla="*/ T36 w 689"/>
                                <a:gd name="T38" fmla="+- 0 12642 12552"/>
                                <a:gd name="T39" fmla="*/ 12642 h 470"/>
                                <a:gd name="T40" fmla="+- 0 12774 12274"/>
                                <a:gd name="T41" fmla="*/ T40 w 689"/>
                                <a:gd name="T42" fmla="+- 0 12642 12552"/>
                                <a:gd name="T43" fmla="*/ 12642 h 470"/>
                                <a:gd name="T44" fmla="+- 0 12747 12274"/>
                                <a:gd name="T45" fmla="*/ T44 w 689"/>
                                <a:gd name="T46" fmla="+- 0 12641 12552"/>
                                <a:gd name="T47" fmla="*/ 12641 h 470"/>
                                <a:gd name="T48" fmla="+- 0 12730 12274"/>
                                <a:gd name="T49" fmla="*/ T48 w 689"/>
                                <a:gd name="T50" fmla="+- 0 12631 12552"/>
                                <a:gd name="T51" fmla="*/ 12631 h 470"/>
                                <a:gd name="T52" fmla="+- 0 12723 12274"/>
                                <a:gd name="T53" fmla="*/ T52 w 689"/>
                                <a:gd name="T54" fmla="+- 0 12616 12552"/>
                                <a:gd name="T55" fmla="*/ 12616 h 470"/>
                                <a:gd name="T56" fmla="+- 0 12728 12274"/>
                                <a:gd name="T57" fmla="*/ T56 w 689"/>
                                <a:gd name="T58" fmla="+- 0 12593 12552"/>
                                <a:gd name="T59" fmla="*/ 12593 h 470"/>
                                <a:gd name="T60" fmla="+- 0 12743 12274"/>
                                <a:gd name="T61" fmla="*/ T60 w 689"/>
                                <a:gd name="T62" fmla="+- 0 12579 12552"/>
                                <a:gd name="T63" fmla="*/ 12579 h 470"/>
                                <a:gd name="T64" fmla="+- 0 12757 12274"/>
                                <a:gd name="T65" fmla="*/ T64 w 689"/>
                                <a:gd name="T66" fmla="+- 0 12576 12552"/>
                                <a:gd name="T67" fmla="*/ 12576 h 470"/>
                                <a:gd name="T68" fmla="+- 0 12808 12274"/>
                                <a:gd name="T69" fmla="*/ T68 w 689"/>
                                <a:gd name="T70" fmla="+- 0 12576 12552"/>
                                <a:gd name="T71" fmla="*/ 12576 h 470"/>
                                <a:gd name="T72" fmla="+- 0 12794 12274"/>
                                <a:gd name="T73" fmla="*/ T72 w 689"/>
                                <a:gd name="T74" fmla="+- 0 12561 12552"/>
                                <a:gd name="T75" fmla="*/ 12561 h 470"/>
                                <a:gd name="T76" fmla="+- 0 12777 12274"/>
                                <a:gd name="T77" fmla="*/ T76 w 689"/>
                                <a:gd name="T78" fmla="+- 0 12552 12552"/>
                                <a:gd name="T79" fmla="*/ 12552 h 4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689" h="470">
                                  <a:moveTo>
                                    <a:pt x="503" y="0"/>
                                  </a:moveTo>
                                  <a:lnTo>
                                    <a:pt x="436" y="20"/>
                                  </a:lnTo>
                                  <a:lnTo>
                                    <a:pt x="420" y="54"/>
                                  </a:lnTo>
                                  <a:lnTo>
                                    <a:pt x="420" y="55"/>
                                  </a:lnTo>
                                  <a:lnTo>
                                    <a:pt x="448" y="113"/>
                                  </a:lnTo>
                                  <a:lnTo>
                                    <a:pt x="483" y="124"/>
                                  </a:lnTo>
                                  <a:lnTo>
                                    <a:pt x="506" y="120"/>
                                  </a:lnTo>
                                  <a:lnTo>
                                    <a:pt x="524" y="109"/>
                                  </a:lnTo>
                                  <a:lnTo>
                                    <a:pt x="538" y="92"/>
                                  </a:lnTo>
                                  <a:lnTo>
                                    <a:pt x="539" y="90"/>
                                  </a:lnTo>
                                  <a:lnTo>
                                    <a:pt x="500" y="90"/>
                                  </a:lnTo>
                                  <a:lnTo>
                                    <a:pt x="473" y="89"/>
                                  </a:lnTo>
                                  <a:lnTo>
                                    <a:pt x="456" y="79"/>
                                  </a:lnTo>
                                  <a:lnTo>
                                    <a:pt x="449" y="64"/>
                                  </a:lnTo>
                                  <a:lnTo>
                                    <a:pt x="454" y="41"/>
                                  </a:lnTo>
                                  <a:lnTo>
                                    <a:pt x="469" y="27"/>
                                  </a:lnTo>
                                  <a:lnTo>
                                    <a:pt x="483" y="24"/>
                                  </a:lnTo>
                                  <a:lnTo>
                                    <a:pt x="534" y="24"/>
                                  </a:lnTo>
                                  <a:lnTo>
                                    <a:pt x="520" y="9"/>
                                  </a:lnTo>
                                  <a:lnTo>
                                    <a:pt x="50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" name="Freeform 54"/>
                          <wps:cNvSpPr>
                            <a:spLocks/>
                          </wps:cNvSpPr>
                          <wps:spPr bwMode="auto">
                            <a:xfrm>
                              <a:off x="12274" y="12552"/>
                              <a:ext cx="689" cy="470"/>
                            </a:xfrm>
                            <a:custGeom>
                              <a:avLst/>
                              <a:gdLst>
                                <a:gd name="T0" fmla="+- 0 12808 12274"/>
                                <a:gd name="T1" fmla="*/ T0 w 689"/>
                                <a:gd name="T2" fmla="+- 0 12576 12552"/>
                                <a:gd name="T3" fmla="*/ 12576 h 470"/>
                                <a:gd name="T4" fmla="+- 0 12757 12274"/>
                                <a:gd name="T5" fmla="*/ T4 w 689"/>
                                <a:gd name="T6" fmla="+- 0 12576 12552"/>
                                <a:gd name="T7" fmla="*/ 12576 h 470"/>
                                <a:gd name="T8" fmla="+- 0 12778 12274"/>
                                <a:gd name="T9" fmla="*/ T8 w 689"/>
                                <a:gd name="T10" fmla="+- 0 12583 12552"/>
                                <a:gd name="T11" fmla="*/ 12583 h 470"/>
                                <a:gd name="T12" fmla="+- 0 12791 12274"/>
                                <a:gd name="T13" fmla="*/ T12 w 689"/>
                                <a:gd name="T14" fmla="+- 0 12601 12552"/>
                                <a:gd name="T15" fmla="*/ 12601 h 470"/>
                                <a:gd name="T16" fmla="+- 0 12787 12274"/>
                                <a:gd name="T17" fmla="*/ T16 w 689"/>
                                <a:gd name="T18" fmla="+- 0 12626 12552"/>
                                <a:gd name="T19" fmla="*/ 12626 h 470"/>
                                <a:gd name="T20" fmla="+- 0 12774 12274"/>
                                <a:gd name="T21" fmla="*/ T20 w 689"/>
                                <a:gd name="T22" fmla="+- 0 12642 12552"/>
                                <a:gd name="T23" fmla="*/ 12642 h 470"/>
                                <a:gd name="T24" fmla="+- 0 12813 12274"/>
                                <a:gd name="T25" fmla="*/ T24 w 689"/>
                                <a:gd name="T26" fmla="+- 0 12642 12552"/>
                                <a:gd name="T27" fmla="*/ 12642 h 470"/>
                                <a:gd name="T28" fmla="+- 0 12820 12274"/>
                                <a:gd name="T29" fmla="*/ T28 w 689"/>
                                <a:gd name="T30" fmla="+- 0 12623 12552"/>
                                <a:gd name="T31" fmla="*/ 12623 h 470"/>
                                <a:gd name="T32" fmla="+- 0 12817 12274"/>
                                <a:gd name="T33" fmla="*/ T32 w 689"/>
                                <a:gd name="T34" fmla="+- 0 12597 12552"/>
                                <a:gd name="T35" fmla="*/ 12597 h 470"/>
                                <a:gd name="T36" fmla="+- 0 12808 12274"/>
                                <a:gd name="T37" fmla="*/ T36 w 689"/>
                                <a:gd name="T38" fmla="+- 0 12577 12552"/>
                                <a:gd name="T39" fmla="*/ 12577 h 470"/>
                                <a:gd name="T40" fmla="+- 0 12808 12274"/>
                                <a:gd name="T41" fmla="*/ T40 w 689"/>
                                <a:gd name="T42" fmla="+- 0 12576 12552"/>
                                <a:gd name="T43" fmla="*/ 12576 h 4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689" h="470">
                                  <a:moveTo>
                                    <a:pt x="534" y="24"/>
                                  </a:moveTo>
                                  <a:lnTo>
                                    <a:pt x="483" y="24"/>
                                  </a:lnTo>
                                  <a:lnTo>
                                    <a:pt x="504" y="31"/>
                                  </a:lnTo>
                                  <a:lnTo>
                                    <a:pt x="517" y="49"/>
                                  </a:lnTo>
                                  <a:lnTo>
                                    <a:pt x="513" y="74"/>
                                  </a:lnTo>
                                  <a:lnTo>
                                    <a:pt x="500" y="90"/>
                                  </a:lnTo>
                                  <a:lnTo>
                                    <a:pt x="539" y="90"/>
                                  </a:lnTo>
                                  <a:lnTo>
                                    <a:pt x="546" y="71"/>
                                  </a:lnTo>
                                  <a:lnTo>
                                    <a:pt x="543" y="45"/>
                                  </a:lnTo>
                                  <a:lnTo>
                                    <a:pt x="534" y="25"/>
                                  </a:lnTo>
                                  <a:lnTo>
                                    <a:pt x="534" y="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" name="Group 50"/>
                        <wpg:cNvGrpSpPr>
                          <a:grpSpLocks/>
                        </wpg:cNvGrpSpPr>
                        <wpg:grpSpPr bwMode="auto">
                          <a:xfrm>
                            <a:off x="12177" y="12354"/>
                            <a:ext cx="874" cy="875"/>
                            <a:chOff x="12177" y="12354"/>
                            <a:chExt cx="874" cy="875"/>
                          </a:xfrm>
                        </wpg:grpSpPr>
                        <wps:wsp>
                          <wps:cNvPr id="151" name="Freeform 52"/>
                          <wps:cNvSpPr>
                            <a:spLocks/>
                          </wps:cNvSpPr>
                          <wps:spPr bwMode="auto">
                            <a:xfrm>
                              <a:off x="12177" y="12354"/>
                              <a:ext cx="874" cy="875"/>
                            </a:xfrm>
                            <a:custGeom>
                              <a:avLst/>
                              <a:gdLst>
                                <a:gd name="T0" fmla="+- 0 12613 12177"/>
                                <a:gd name="T1" fmla="*/ T0 w 874"/>
                                <a:gd name="T2" fmla="+- 0 12354 12354"/>
                                <a:gd name="T3" fmla="*/ 12354 h 875"/>
                                <a:gd name="T4" fmla="+- 0 12542 12177"/>
                                <a:gd name="T5" fmla="*/ T4 w 874"/>
                                <a:gd name="T6" fmla="+- 0 12360 12354"/>
                                <a:gd name="T7" fmla="*/ 12360 h 875"/>
                                <a:gd name="T8" fmla="+- 0 12475 12177"/>
                                <a:gd name="T9" fmla="*/ T8 w 874"/>
                                <a:gd name="T10" fmla="+- 0 12376 12354"/>
                                <a:gd name="T11" fmla="*/ 12376 h 875"/>
                                <a:gd name="T12" fmla="+- 0 12413 12177"/>
                                <a:gd name="T13" fmla="*/ T12 w 874"/>
                                <a:gd name="T14" fmla="+- 0 12403 12354"/>
                                <a:gd name="T15" fmla="*/ 12403 h 875"/>
                                <a:gd name="T16" fmla="+- 0 12355 12177"/>
                                <a:gd name="T17" fmla="*/ T16 w 874"/>
                                <a:gd name="T18" fmla="+- 0 12438 12354"/>
                                <a:gd name="T19" fmla="*/ 12438 h 875"/>
                                <a:gd name="T20" fmla="+- 0 12304 12177"/>
                                <a:gd name="T21" fmla="*/ T20 w 874"/>
                                <a:gd name="T22" fmla="+- 0 12482 12354"/>
                                <a:gd name="T23" fmla="*/ 12482 h 875"/>
                                <a:gd name="T24" fmla="+- 0 12261 12177"/>
                                <a:gd name="T25" fmla="*/ T24 w 874"/>
                                <a:gd name="T26" fmla="+- 0 12533 12354"/>
                                <a:gd name="T27" fmla="*/ 12533 h 875"/>
                                <a:gd name="T28" fmla="+- 0 12225 12177"/>
                                <a:gd name="T29" fmla="*/ T28 w 874"/>
                                <a:gd name="T30" fmla="+- 0 12590 12354"/>
                                <a:gd name="T31" fmla="*/ 12590 h 875"/>
                                <a:gd name="T32" fmla="+- 0 12199 12177"/>
                                <a:gd name="T33" fmla="*/ T32 w 874"/>
                                <a:gd name="T34" fmla="+- 0 12653 12354"/>
                                <a:gd name="T35" fmla="*/ 12653 h 875"/>
                                <a:gd name="T36" fmla="+- 0 12182 12177"/>
                                <a:gd name="T37" fmla="*/ T36 w 874"/>
                                <a:gd name="T38" fmla="+- 0 12720 12354"/>
                                <a:gd name="T39" fmla="*/ 12720 h 875"/>
                                <a:gd name="T40" fmla="+- 0 12177 12177"/>
                                <a:gd name="T41" fmla="*/ T40 w 874"/>
                                <a:gd name="T42" fmla="+- 0 12791 12354"/>
                                <a:gd name="T43" fmla="*/ 12791 h 875"/>
                                <a:gd name="T44" fmla="+- 0 12178 12177"/>
                                <a:gd name="T45" fmla="*/ T44 w 874"/>
                                <a:gd name="T46" fmla="+- 0 12827 12354"/>
                                <a:gd name="T47" fmla="*/ 12827 h 875"/>
                                <a:gd name="T48" fmla="+- 0 12189 12177"/>
                                <a:gd name="T49" fmla="*/ T48 w 874"/>
                                <a:gd name="T50" fmla="+- 0 12896 12354"/>
                                <a:gd name="T51" fmla="*/ 12896 h 875"/>
                                <a:gd name="T52" fmla="+- 0 12211 12177"/>
                                <a:gd name="T53" fmla="*/ T52 w 874"/>
                                <a:gd name="T54" fmla="+- 0 12962 12354"/>
                                <a:gd name="T55" fmla="*/ 12962 h 875"/>
                                <a:gd name="T56" fmla="+- 0 12242 12177"/>
                                <a:gd name="T57" fmla="*/ T56 w 874"/>
                                <a:gd name="T58" fmla="+- 0 13022 12354"/>
                                <a:gd name="T59" fmla="*/ 13022 h 875"/>
                                <a:gd name="T60" fmla="+- 0 12282 12177"/>
                                <a:gd name="T61" fmla="*/ T60 w 874"/>
                                <a:gd name="T62" fmla="+- 0 13076 12354"/>
                                <a:gd name="T63" fmla="*/ 13076 h 875"/>
                                <a:gd name="T64" fmla="+- 0 12329 12177"/>
                                <a:gd name="T65" fmla="*/ T64 w 874"/>
                                <a:gd name="T66" fmla="+- 0 13123 12354"/>
                                <a:gd name="T67" fmla="*/ 13123 h 875"/>
                                <a:gd name="T68" fmla="+- 0 12383 12177"/>
                                <a:gd name="T69" fmla="*/ T68 w 874"/>
                                <a:gd name="T70" fmla="+- 0 13163 12354"/>
                                <a:gd name="T71" fmla="*/ 13163 h 875"/>
                                <a:gd name="T72" fmla="+- 0 12443 12177"/>
                                <a:gd name="T73" fmla="*/ T72 w 874"/>
                                <a:gd name="T74" fmla="+- 0 13194 12354"/>
                                <a:gd name="T75" fmla="*/ 13194 h 875"/>
                                <a:gd name="T76" fmla="+- 0 12508 12177"/>
                                <a:gd name="T77" fmla="*/ T76 w 874"/>
                                <a:gd name="T78" fmla="+- 0 13216 12354"/>
                                <a:gd name="T79" fmla="*/ 13216 h 875"/>
                                <a:gd name="T80" fmla="+- 0 12577 12177"/>
                                <a:gd name="T81" fmla="*/ T80 w 874"/>
                                <a:gd name="T82" fmla="+- 0 13227 12354"/>
                                <a:gd name="T83" fmla="*/ 13227 h 875"/>
                                <a:gd name="T84" fmla="+- 0 12613 12177"/>
                                <a:gd name="T85" fmla="*/ T84 w 874"/>
                                <a:gd name="T86" fmla="+- 0 13229 12354"/>
                                <a:gd name="T87" fmla="*/ 13229 h 875"/>
                                <a:gd name="T88" fmla="+- 0 12649 12177"/>
                                <a:gd name="T89" fmla="*/ T88 w 874"/>
                                <a:gd name="T90" fmla="+- 0 13227 12354"/>
                                <a:gd name="T91" fmla="*/ 13227 h 875"/>
                                <a:gd name="T92" fmla="+- 0 12684 12177"/>
                                <a:gd name="T93" fmla="*/ T92 w 874"/>
                                <a:gd name="T94" fmla="+- 0 13223 12354"/>
                                <a:gd name="T95" fmla="*/ 13223 h 875"/>
                                <a:gd name="T96" fmla="+- 0 12718 12177"/>
                                <a:gd name="T97" fmla="*/ T96 w 874"/>
                                <a:gd name="T98" fmla="+- 0 13216 12354"/>
                                <a:gd name="T99" fmla="*/ 13216 h 875"/>
                                <a:gd name="T100" fmla="+- 0 12751 12177"/>
                                <a:gd name="T101" fmla="*/ T100 w 874"/>
                                <a:gd name="T102" fmla="+- 0 13206 12354"/>
                                <a:gd name="T103" fmla="*/ 13206 h 875"/>
                                <a:gd name="T104" fmla="+- 0 12778 12177"/>
                                <a:gd name="T105" fmla="*/ T104 w 874"/>
                                <a:gd name="T106" fmla="+- 0 13197 12354"/>
                                <a:gd name="T107" fmla="*/ 13197 h 875"/>
                                <a:gd name="T108" fmla="+- 0 12631 12177"/>
                                <a:gd name="T109" fmla="*/ T108 w 874"/>
                                <a:gd name="T110" fmla="+- 0 13197 12354"/>
                                <a:gd name="T111" fmla="*/ 13197 h 875"/>
                                <a:gd name="T112" fmla="+- 0 12607 12177"/>
                                <a:gd name="T113" fmla="*/ T112 w 874"/>
                                <a:gd name="T114" fmla="+- 0 13196 12354"/>
                                <a:gd name="T115" fmla="*/ 13196 h 875"/>
                                <a:gd name="T116" fmla="+- 0 12541 12177"/>
                                <a:gd name="T117" fmla="*/ T116 w 874"/>
                                <a:gd name="T118" fmla="+- 0 13189 12354"/>
                                <a:gd name="T119" fmla="*/ 13189 h 875"/>
                                <a:gd name="T120" fmla="+- 0 12480 12177"/>
                                <a:gd name="T121" fmla="*/ T120 w 874"/>
                                <a:gd name="T122" fmla="+- 0 13173 12354"/>
                                <a:gd name="T123" fmla="*/ 13173 h 875"/>
                                <a:gd name="T124" fmla="+- 0 12407 12177"/>
                                <a:gd name="T125" fmla="*/ T124 w 874"/>
                                <a:gd name="T126" fmla="+- 0 13140 12354"/>
                                <a:gd name="T127" fmla="*/ 13140 h 875"/>
                                <a:gd name="T128" fmla="+- 0 12345 12177"/>
                                <a:gd name="T129" fmla="*/ T128 w 874"/>
                                <a:gd name="T130" fmla="+- 0 13095 12354"/>
                                <a:gd name="T131" fmla="*/ 13095 h 875"/>
                                <a:gd name="T132" fmla="+- 0 12303 12177"/>
                                <a:gd name="T133" fmla="*/ T132 w 874"/>
                                <a:gd name="T134" fmla="+- 0 13052 12354"/>
                                <a:gd name="T135" fmla="*/ 13052 h 875"/>
                                <a:gd name="T136" fmla="+- 0 12268 12177"/>
                                <a:gd name="T137" fmla="*/ T136 w 874"/>
                                <a:gd name="T138" fmla="+- 0 13002 12354"/>
                                <a:gd name="T139" fmla="*/ 13002 h 875"/>
                                <a:gd name="T140" fmla="+- 0 12240 12177"/>
                                <a:gd name="T141" fmla="*/ T140 w 874"/>
                                <a:gd name="T142" fmla="+- 0 12948 12354"/>
                                <a:gd name="T143" fmla="*/ 12948 h 875"/>
                                <a:gd name="T144" fmla="+- 0 12221 12177"/>
                                <a:gd name="T145" fmla="*/ T144 w 874"/>
                                <a:gd name="T146" fmla="+- 0 12890 12354"/>
                                <a:gd name="T147" fmla="*/ 12890 h 875"/>
                                <a:gd name="T148" fmla="+- 0 12210 12177"/>
                                <a:gd name="T149" fmla="*/ T148 w 874"/>
                                <a:gd name="T150" fmla="+- 0 12829 12354"/>
                                <a:gd name="T151" fmla="*/ 12829 h 875"/>
                                <a:gd name="T152" fmla="+- 0 12209 12177"/>
                                <a:gd name="T153" fmla="*/ T152 w 874"/>
                                <a:gd name="T154" fmla="+- 0 12808 12354"/>
                                <a:gd name="T155" fmla="*/ 12808 h 875"/>
                                <a:gd name="T156" fmla="+- 0 12193 12177"/>
                                <a:gd name="T157" fmla="*/ T156 w 874"/>
                                <a:gd name="T158" fmla="+- 0 12791 12354"/>
                                <a:gd name="T159" fmla="*/ 12791 h 875"/>
                                <a:gd name="T160" fmla="+- 0 12209 12177"/>
                                <a:gd name="T161" fmla="*/ T160 w 874"/>
                                <a:gd name="T162" fmla="+- 0 12791 12354"/>
                                <a:gd name="T163" fmla="*/ 12791 h 875"/>
                                <a:gd name="T164" fmla="+- 0 12209 12177"/>
                                <a:gd name="T165" fmla="*/ T164 w 874"/>
                                <a:gd name="T166" fmla="+- 0 12770 12354"/>
                                <a:gd name="T167" fmla="*/ 12770 h 875"/>
                                <a:gd name="T168" fmla="+- 0 12211 12177"/>
                                <a:gd name="T169" fmla="*/ T168 w 874"/>
                                <a:gd name="T170" fmla="+- 0 12749 12354"/>
                                <a:gd name="T171" fmla="*/ 12749 h 875"/>
                                <a:gd name="T172" fmla="+- 0 12222 12177"/>
                                <a:gd name="T173" fmla="*/ T172 w 874"/>
                                <a:gd name="T174" fmla="+- 0 12687 12354"/>
                                <a:gd name="T175" fmla="*/ 12687 h 875"/>
                                <a:gd name="T176" fmla="+- 0 12242 12177"/>
                                <a:gd name="T177" fmla="*/ T176 w 874"/>
                                <a:gd name="T178" fmla="+- 0 12629 12354"/>
                                <a:gd name="T179" fmla="*/ 12629 h 875"/>
                                <a:gd name="T180" fmla="+- 0 12271 12177"/>
                                <a:gd name="T181" fmla="*/ T180 w 874"/>
                                <a:gd name="T182" fmla="+- 0 12575 12354"/>
                                <a:gd name="T183" fmla="*/ 12575 h 875"/>
                                <a:gd name="T184" fmla="+- 0 12306 12177"/>
                                <a:gd name="T185" fmla="*/ T184 w 874"/>
                                <a:gd name="T186" fmla="+- 0 12527 12354"/>
                                <a:gd name="T187" fmla="*/ 12527 h 875"/>
                                <a:gd name="T188" fmla="+- 0 12351 12177"/>
                                <a:gd name="T189" fmla="*/ T188 w 874"/>
                                <a:gd name="T190" fmla="+- 0 12483 12354"/>
                                <a:gd name="T191" fmla="*/ 12483 h 875"/>
                                <a:gd name="T192" fmla="+- 0 12401 12177"/>
                                <a:gd name="T193" fmla="*/ T192 w 874"/>
                                <a:gd name="T194" fmla="+- 0 12447 12354"/>
                                <a:gd name="T195" fmla="*/ 12447 h 875"/>
                                <a:gd name="T196" fmla="+- 0 12455 12177"/>
                                <a:gd name="T197" fmla="*/ T196 w 874"/>
                                <a:gd name="T198" fmla="+- 0 12419 12354"/>
                                <a:gd name="T199" fmla="*/ 12419 h 875"/>
                                <a:gd name="T200" fmla="+- 0 12512 12177"/>
                                <a:gd name="T201" fmla="*/ T200 w 874"/>
                                <a:gd name="T202" fmla="+- 0 12399 12354"/>
                                <a:gd name="T203" fmla="*/ 12399 h 875"/>
                                <a:gd name="T204" fmla="+- 0 12572 12177"/>
                                <a:gd name="T205" fmla="*/ T204 w 874"/>
                                <a:gd name="T206" fmla="+- 0 12388 12354"/>
                                <a:gd name="T207" fmla="*/ 12388 h 875"/>
                                <a:gd name="T208" fmla="+- 0 12593 12177"/>
                                <a:gd name="T209" fmla="*/ T208 w 874"/>
                                <a:gd name="T210" fmla="+- 0 12386 12354"/>
                                <a:gd name="T211" fmla="*/ 12386 h 875"/>
                                <a:gd name="T212" fmla="+- 0 12778 12177"/>
                                <a:gd name="T213" fmla="*/ T212 w 874"/>
                                <a:gd name="T214" fmla="+- 0 12386 12354"/>
                                <a:gd name="T215" fmla="*/ 12386 h 875"/>
                                <a:gd name="T216" fmla="+- 0 12751 12177"/>
                                <a:gd name="T217" fmla="*/ T216 w 874"/>
                                <a:gd name="T218" fmla="+- 0 12376 12354"/>
                                <a:gd name="T219" fmla="*/ 12376 h 875"/>
                                <a:gd name="T220" fmla="+- 0 12718 12177"/>
                                <a:gd name="T221" fmla="*/ T220 w 874"/>
                                <a:gd name="T222" fmla="+- 0 12367 12354"/>
                                <a:gd name="T223" fmla="*/ 12367 h 875"/>
                                <a:gd name="T224" fmla="+- 0 12684 12177"/>
                                <a:gd name="T225" fmla="*/ T224 w 874"/>
                                <a:gd name="T226" fmla="+- 0 12360 12354"/>
                                <a:gd name="T227" fmla="*/ 12360 h 875"/>
                                <a:gd name="T228" fmla="+- 0 12649 12177"/>
                                <a:gd name="T229" fmla="*/ T228 w 874"/>
                                <a:gd name="T230" fmla="+- 0 12355 12354"/>
                                <a:gd name="T231" fmla="*/ 12355 h 875"/>
                                <a:gd name="T232" fmla="+- 0 12613 12177"/>
                                <a:gd name="T233" fmla="*/ T232 w 874"/>
                                <a:gd name="T234" fmla="+- 0 12354 12354"/>
                                <a:gd name="T235" fmla="*/ 12354 h 87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  <a:cxn ang="0">
                                  <a:pos x="T209" y="T211"/>
                                </a:cxn>
                                <a:cxn ang="0">
                                  <a:pos x="T213" y="T215"/>
                                </a:cxn>
                                <a:cxn ang="0">
                                  <a:pos x="T217" y="T219"/>
                                </a:cxn>
                                <a:cxn ang="0">
                                  <a:pos x="T221" y="T223"/>
                                </a:cxn>
                                <a:cxn ang="0">
                                  <a:pos x="T225" y="T227"/>
                                </a:cxn>
                                <a:cxn ang="0">
                                  <a:pos x="T229" y="T231"/>
                                </a:cxn>
                                <a:cxn ang="0">
                                  <a:pos x="T233" y="T235"/>
                                </a:cxn>
                              </a:cxnLst>
                              <a:rect l="0" t="0" r="r" b="b"/>
                              <a:pathLst>
                                <a:path w="874" h="875">
                                  <a:moveTo>
                                    <a:pt x="436" y="0"/>
                                  </a:moveTo>
                                  <a:lnTo>
                                    <a:pt x="365" y="6"/>
                                  </a:lnTo>
                                  <a:lnTo>
                                    <a:pt x="298" y="22"/>
                                  </a:lnTo>
                                  <a:lnTo>
                                    <a:pt x="236" y="49"/>
                                  </a:lnTo>
                                  <a:lnTo>
                                    <a:pt x="178" y="84"/>
                                  </a:lnTo>
                                  <a:lnTo>
                                    <a:pt x="127" y="128"/>
                                  </a:lnTo>
                                  <a:lnTo>
                                    <a:pt x="84" y="179"/>
                                  </a:lnTo>
                                  <a:lnTo>
                                    <a:pt x="48" y="236"/>
                                  </a:lnTo>
                                  <a:lnTo>
                                    <a:pt x="22" y="299"/>
                                  </a:lnTo>
                                  <a:lnTo>
                                    <a:pt x="5" y="366"/>
                                  </a:lnTo>
                                  <a:lnTo>
                                    <a:pt x="0" y="437"/>
                                  </a:lnTo>
                                  <a:lnTo>
                                    <a:pt x="1" y="473"/>
                                  </a:lnTo>
                                  <a:lnTo>
                                    <a:pt x="12" y="542"/>
                                  </a:lnTo>
                                  <a:lnTo>
                                    <a:pt x="34" y="608"/>
                                  </a:lnTo>
                                  <a:lnTo>
                                    <a:pt x="65" y="668"/>
                                  </a:lnTo>
                                  <a:lnTo>
                                    <a:pt x="105" y="722"/>
                                  </a:lnTo>
                                  <a:lnTo>
                                    <a:pt x="152" y="769"/>
                                  </a:lnTo>
                                  <a:lnTo>
                                    <a:pt x="206" y="809"/>
                                  </a:lnTo>
                                  <a:lnTo>
                                    <a:pt x="266" y="840"/>
                                  </a:lnTo>
                                  <a:lnTo>
                                    <a:pt x="331" y="862"/>
                                  </a:lnTo>
                                  <a:lnTo>
                                    <a:pt x="400" y="873"/>
                                  </a:lnTo>
                                  <a:lnTo>
                                    <a:pt x="436" y="875"/>
                                  </a:lnTo>
                                  <a:lnTo>
                                    <a:pt x="472" y="873"/>
                                  </a:lnTo>
                                  <a:lnTo>
                                    <a:pt x="507" y="869"/>
                                  </a:lnTo>
                                  <a:lnTo>
                                    <a:pt x="541" y="862"/>
                                  </a:lnTo>
                                  <a:lnTo>
                                    <a:pt x="574" y="852"/>
                                  </a:lnTo>
                                  <a:lnTo>
                                    <a:pt x="601" y="843"/>
                                  </a:lnTo>
                                  <a:lnTo>
                                    <a:pt x="454" y="843"/>
                                  </a:lnTo>
                                  <a:lnTo>
                                    <a:pt x="430" y="842"/>
                                  </a:lnTo>
                                  <a:lnTo>
                                    <a:pt x="364" y="835"/>
                                  </a:lnTo>
                                  <a:lnTo>
                                    <a:pt x="303" y="819"/>
                                  </a:lnTo>
                                  <a:lnTo>
                                    <a:pt x="230" y="786"/>
                                  </a:lnTo>
                                  <a:lnTo>
                                    <a:pt x="168" y="741"/>
                                  </a:lnTo>
                                  <a:lnTo>
                                    <a:pt x="126" y="698"/>
                                  </a:lnTo>
                                  <a:lnTo>
                                    <a:pt x="91" y="648"/>
                                  </a:lnTo>
                                  <a:lnTo>
                                    <a:pt x="63" y="594"/>
                                  </a:lnTo>
                                  <a:lnTo>
                                    <a:pt x="44" y="536"/>
                                  </a:lnTo>
                                  <a:lnTo>
                                    <a:pt x="33" y="475"/>
                                  </a:lnTo>
                                  <a:lnTo>
                                    <a:pt x="32" y="454"/>
                                  </a:lnTo>
                                  <a:lnTo>
                                    <a:pt x="16" y="437"/>
                                  </a:lnTo>
                                  <a:lnTo>
                                    <a:pt x="32" y="437"/>
                                  </a:lnTo>
                                  <a:lnTo>
                                    <a:pt x="32" y="416"/>
                                  </a:lnTo>
                                  <a:lnTo>
                                    <a:pt x="34" y="395"/>
                                  </a:lnTo>
                                  <a:lnTo>
                                    <a:pt x="45" y="333"/>
                                  </a:lnTo>
                                  <a:lnTo>
                                    <a:pt x="65" y="275"/>
                                  </a:lnTo>
                                  <a:lnTo>
                                    <a:pt x="94" y="221"/>
                                  </a:lnTo>
                                  <a:lnTo>
                                    <a:pt x="129" y="173"/>
                                  </a:lnTo>
                                  <a:lnTo>
                                    <a:pt x="174" y="129"/>
                                  </a:lnTo>
                                  <a:lnTo>
                                    <a:pt x="224" y="93"/>
                                  </a:lnTo>
                                  <a:lnTo>
                                    <a:pt x="278" y="65"/>
                                  </a:lnTo>
                                  <a:lnTo>
                                    <a:pt x="335" y="45"/>
                                  </a:lnTo>
                                  <a:lnTo>
                                    <a:pt x="395" y="34"/>
                                  </a:lnTo>
                                  <a:lnTo>
                                    <a:pt x="416" y="32"/>
                                  </a:lnTo>
                                  <a:lnTo>
                                    <a:pt x="601" y="32"/>
                                  </a:lnTo>
                                  <a:lnTo>
                                    <a:pt x="574" y="22"/>
                                  </a:lnTo>
                                  <a:lnTo>
                                    <a:pt x="541" y="13"/>
                                  </a:lnTo>
                                  <a:lnTo>
                                    <a:pt x="507" y="6"/>
                                  </a:lnTo>
                                  <a:lnTo>
                                    <a:pt x="472" y="1"/>
                                  </a:lnTo>
                                  <a:lnTo>
                                    <a:pt x="43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" name="Freeform 51"/>
                          <wps:cNvSpPr>
                            <a:spLocks/>
                          </wps:cNvSpPr>
                          <wps:spPr bwMode="auto">
                            <a:xfrm>
                              <a:off x="12177" y="12354"/>
                              <a:ext cx="874" cy="875"/>
                            </a:xfrm>
                            <a:custGeom>
                              <a:avLst/>
                              <a:gdLst>
                                <a:gd name="T0" fmla="+- 0 12778 12177"/>
                                <a:gd name="T1" fmla="*/ T0 w 874"/>
                                <a:gd name="T2" fmla="+- 0 12386 12354"/>
                                <a:gd name="T3" fmla="*/ 12386 h 875"/>
                                <a:gd name="T4" fmla="+- 0 12593 12177"/>
                                <a:gd name="T5" fmla="*/ T4 w 874"/>
                                <a:gd name="T6" fmla="+- 0 12386 12354"/>
                                <a:gd name="T7" fmla="*/ 12386 h 875"/>
                                <a:gd name="T8" fmla="+- 0 12617 12177"/>
                                <a:gd name="T9" fmla="*/ T8 w 874"/>
                                <a:gd name="T10" fmla="+- 0 12387 12354"/>
                                <a:gd name="T11" fmla="*/ 12387 h 875"/>
                                <a:gd name="T12" fmla="+- 0 12640 12177"/>
                                <a:gd name="T13" fmla="*/ T12 w 874"/>
                                <a:gd name="T14" fmla="+- 0 12388 12354"/>
                                <a:gd name="T15" fmla="*/ 12388 h 875"/>
                                <a:gd name="T16" fmla="+- 0 12705 12177"/>
                                <a:gd name="T17" fmla="*/ T16 w 874"/>
                                <a:gd name="T18" fmla="+- 0 12398 12354"/>
                                <a:gd name="T19" fmla="*/ 12398 h 875"/>
                                <a:gd name="T20" fmla="+- 0 12764 12177"/>
                                <a:gd name="T21" fmla="*/ T20 w 874"/>
                                <a:gd name="T22" fmla="+- 0 12416 12354"/>
                                <a:gd name="T23" fmla="*/ 12416 h 875"/>
                                <a:gd name="T24" fmla="+- 0 12834 12177"/>
                                <a:gd name="T25" fmla="*/ T24 w 874"/>
                                <a:gd name="T26" fmla="+- 0 12452 12354"/>
                                <a:gd name="T27" fmla="*/ 12452 h 875"/>
                                <a:gd name="T28" fmla="+- 0 12893 12177"/>
                                <a:gd name="T29" fmla="*/ T28 w 874"/>
                                <a:gd name="T30" fmla="+- 0 12499 12354"/>
                                <a:gd name="T31" fmla="*/ 12499 h 875"/>
                                <a:gd name="T32" fmla="+- 0 12935 12177"/>
                                <a:gd name="T33" fmla="*/ T32 w 874"/>
                                <a:gd name="T34" fmla="+- 0 12546 12354"/>
                                <a:gd name="T35" fmla="*/ 12546 h 875"/>
                                <a:gd name="T36" fmla="+- 0 12968 12177"/>
                                <a:gd name="T37" fmla="*/ T36 w 874"/>
                                <a:gd name="T38" fmla="+- 0 12597 12354"/>
                                <a:gd name="T39" fmla="*/ 12597 h 875"/>
                                <a:gd name="T40" fmla="+- 0 12993 12177"/>
                                <a:gd name="T41" fmla="*/ T40 w 874"/>
                                <a:gd name="T42" fmla="+- 0 12653 12354"/>
                                <a:gd name="T43" fmla="*/ 12653 h 875"/>
                                <a:gd name="T44" fmla="+- 0 13010 12177"/>
                                <a:gd name="T45" fmla="*/ T44 w 874"/>
                                <a:gd name="T46" fmla="+- 0 12711 12354"/>
                                <a:gd name="T47" fmla="*/ 12711 h 875"/>
                                <a:gd name="T48" fmla="+- 0 13017 12177"/>
                                <a:gd name="T49" fmla="*/ T48 w 874"/>
                                <a:gd name="T50" fmla="+- 0 12773 12354"/>
                                <a:gd name="T51" fmla="*/ 12773 h 875"/>
                                <a:gd name="T52" fmla="+- 0 13017 12177"/>
                                <a:gd name="T53" fmla="*/ T52 w 874"/>
                                <a:gd name="T54" fmla="+- 0 12796 12354"/>
                                <a:gd name="T55" fmla="*/ 12796 h 875"/>
                                <a:gd name="T56" fmla="+- 0 13010 12177"/>
                                <a:gd name="T57" fmla="*/ T56 w 874"/>
                                <a:gd name="T58" fmla="+- 0 12863 12354"/>
                                <a:gd name="T59" fmla="*/ 12863 h 875"/>
                                <a:gd name="T60" fmla="+- 0 12994 12177"/>
                                <a:gd name="T61" fmla="*/ T60 w 874"/>
                                <a:gd name="T62" fmla="+- 0 12924 12354"/>
                                <a:gd name="T63" fmla="*/ 12924 h 875"/>
                                <a:gd name="T64" fmla="+- 0 12962 12177"/>
                                <a:gd name="T65" fmla="*/ T64 w 874"/>
                                <a:gd name="T66" fmla="+- 0 12997 12354"/>
                                <a:gd name="T67" fmla="*/ 12997 h 875"/>
                                <a:gd name="T68" fmla="+- 0 12917 12177"/>
                                <a:gd name="T69" fmla="*/ T68 w 874"/>
                                <a:gd name="T70" fmla="+- 0 13059 12354"/>
                                <a:gd name="T71" fmla="*/ 13059 h 875"/>
                                <a:gd name="T72" fmla="+- 0 12874 12177"/>
                                <a:gd name="T73" fmla="*/ T72 w 874"/>
                                <a:gd name="T74" fmla="+- 0 13101 12354"/>
                                <a:gd name="T75" fmla="*/ 13101 h 875"/>
                                <a:gd name="T76" fmla="+- 0 12824 12177"/>
                                <a:gd name="T77" fmla="*/ T76 w 874"/>
                                <a:gd name="T78" fmla="+- 0 13137 12354"/>
                                <a:gd name="T79" fmla="*/ 13137 h 875"/>
                                <a:gd name="T80" fmla="+- 0 12770 12177"/>
                                <a:gd name="T81" fmla="*/ T80 w 874"/>
                                <a:gd name="T82" fmla="+- 0 13165 12354"/>
                                <a:gd name="T83" fmla="*/ 13165 h 875"/>
                                <a:gd name="T84" fmla="+- 0 12712 12177"/>
                                <a:gd name="T85" fmla="*/ T84 w 874"/>
                                <a:gd name="T86" fmla="+- 0 13185 12354"/>
                                <a:gd name="T87" fmla="*/ 13185 h 875"/>
                                <a:gd name="T88" fmla="+- 0 12651 12177"/>
                                <a:gd name="T89" fmla="*/ T88 w 874"/>
                                <a:gd name="T90" fmla="+- 0 13195 12354"/>
                                <a:gd name="T91" fmla="*/ 13195 h 875"/>
                                <a:gd name="T92" fmla="+- 0 12631 12177"/>
                                <a:gd name="T93" fmla="*/ T92 w 874"/>
                                <a:gd name="T94" fmla="+- 0 13197 12354"/>
                                <a:gd name="T95" fmla="*/ 13197 h 875"/>
                                <a:gd name="T96" fmla="+- 0 12778 12177"/>
                                <a:gd name="T97" fmla="*/ T96 w 874"/>
                                <a:gd name="T98" fmla="+- 0 13197 12354"/>
                                <a:gd name="T99" fmla="*/ 13197 h 875"/>
                                <a:gd name="T100" fmla="+- 0 12843 12177"/>
                                <a:gd name="T101" fmla="*/ T100 w 874"/>
                                <a:gd name="T102" fmla="+- 0 13163 12354"/>
                                <a:gd name="T103" fmla="*/ 13163 h 875"/>
                                <a:gd name="T104" fmla="+- 0 12897 12177"/>
                                <a:gd name="T105" fmla="*/ T104 w 874"/>
                                <a:gd name="T106" fmla="+- 0 13123 12354"/>
                                <a:gd name="T107" fmla="*/ 13123 h 875"/>
                                <a:gd name="T108" fmla="+- 0 12945 12177"/>
                                <a:gd name="T109" fmla="*/ T108 w 874"/>
                                <a:gd name="T110" fmla="+- 0 13076 12354"/>
                                <a:gd name="T111" fmla="*/ 13076 h 875"/>
                                <a:gd name="T112" fmla="+- 0 12984 12177"/>
                                <a:gd name="T113" fmla="*/ T112 w 874"/>
                                <a:gd name="T114" fmla="+- 0 13022 12354"/>
                                <a:gd name="T115" fmla="*/ 13022 h 875"/>
                                <a:gd name="T116" fmla="+- 0 13015 12177"/>
                                <a:gd name="T117" fmla="*/ T116 w 874"/>
                                <a:gd name="T118" fmla="+- 0 12962 12354"/>
                                <a:gd name="T119" fmla="*/ 12962 h 875"/>
                                <a:gd name="T120" fmla="+- 0 13037 12177"/>
                                <a:gd name="T121" fmla="*/ T120 w 874"/>
                                <a:gd name="T122" fmla="+- 0 12896 12354"/>
                                <a:gd name="T123" fmla="*/ 12896 h 875"/>
                                <a:gd name="T124" fmla="+- 0 13048 12177"/>
                                <a:gd name="T125" fmla="*/ T124 w 874"/>
                                <a:gd name="T126" fmla="+- 0 12827 12354"/>
                                <a:gd name="T127" fmla="*/ 12827 h 875"/>
                                <a:gd name="T128" fmla="+- 0 13050 12177"/>
                                <a:gd name="T129" fmla="*/ T128 w 874"/>
                                <a:gd name="T130" fmla="+- 0 12791 12354"/>
                                <a:gd name="T131" fmla="*/ 12791 h 875"/>
                                <a:gd name="T132" fmla="+- 0 13048 12177"/>
                                <a:gd name="T133" fmla="*/ T132 w 874"/>
                                <a:gd name="T134" fmla="+- 0 12756 12354"/>
                                <a:gd name="T135" fmla="*/ 12756 h 875"/>
                                <a:gd name="T136" fmla="+- 0 13037 12177"/>
                                <a:gd name="T137" fmla="*/ T136 w 874"/>
                                <a:gd name="T138" fmla="+- 0 12686 12354"/>
                                <a:gd name="T139" fmla="*/ 12686 h 875"/>
                                <a:gd name="T140" fmla="+- 0 13015 12177"/>
                                <a:gd name="T141" fmla="*/ T140 w 874"/>
                                <a:gd name="T142" fmla="+- 0 12621 12354"/>
                                <a:gd name="T143" fmla="*/ 12621 h 875"/>
                                <a:gd name="T144" fmla="+- 0 12984 12177"/>
                                <a:gd name="T145" fmla="*/ T144 w 874"/>
                                <a:gd name="T146" fmla="+- 0 12561 12354"/>
                                <a:gd name="T147" fmla="*/ 12561 h 875"/>
                                <a:gd name="T148" fmla="+- 0 12945 12177"/>
                                <a:gd name="T149" fmla="*/ T148 w 874"/>
                                <a:gd name="T150" fmla="+- 0 12507 12354"/>
                                <a:gd name="T151" fmla="*/ 12507 h 875"/>
                                <a:gd name="T152" fmla="+- 0 12897 12177"/>
                                <a:gd name="T153" fmla="*/ T152 w 874"/>
                                <a:gd name="T154" fmla="+- 0 12459 12354"/>
                                <a:gd name="T155" fmla="*/ 12459 h 875"/>
                                <a:gd name="T156" fmla="+- 0 12843 12177"/>
                                <a:gd name="T157" fmla="*/ T156 w 874"/>
                                <a:gd name="T158" fmla="+- 0 12420 12354"/>
                                <a:gd name="T159" fmla="*/ 12420 h 875"/>
                                <a:gd name="T160" fmla="+- 0 12783 12177"/>
                                <a:gd name="T161" fmla="*/ T160 w 874"/>
                                <a:gd name="T162" fmla="+- 0 12388 12354"/>
                                <a:gd name="T163" fmla="*/ 12388 h 875"/>
                                <a:gd name="T164" fmla="+- 0 12778 12177"/>
                                <a:gd name="T165" fmla="*/ T164 w 874"/>
                                <a:gd name="T166" fmla="+- 0 12386 12354"/>
                                <a:gd name="T167" fmla="*/ 12386 h 87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</a:cxnLst>
                              <a:rect l="0" t="0" r="r" b="b"/>
                              <a:pathLst>
                                <a:path w="874" h="875">
                                  <a:moveTo>
                                    <a:pt x="601" y="32"/>
                                  </a:moveTo>
                                  <a:lnTo>
                                    <a:pt x="416" y="32"/>
                                  </a:lnTo>
                                  <a:lnTo>
                                    <a:pt x="440" y="33"/>
                                  </a:lnTo>
                                  <a:lnTo>
                                    <a:pt x="463" y="34"/>
                                  </a:lnTo>
                                  <a:lnTo>
                                    <a:pt x="528" y="44"/>
                                  </a:lnTo>
                                  <a:lnTo>
                                    <a:pt x="587" y="62"/>
                                  </a:lnTo>
                                  <a:lnTo>
                                    <a:pt x="657" y="98"/>
                                  </a:lnTo>
                                  <a:lnTo>
                                    <a:pt x="716" y="145"/>
                                  </a:lnTo>
                                  <a:lnTo>
                                    <a:pt x="758" y="192"/>
                                  </a:lnTo>
                                  <a:lnTo>
                                    <a:pt x="791" y="243"/>
                                  </a:lnTo>
                                  <a:lnTo>
                                    <a:pt x="816" y="299"/>
                                  </a:lnTo>
                                  <a:lnTo>
                                    <a:pt x="833" y="357"/>
                                  </a:lnTo>
                                  <a:lnTo>
                                    <a:pt x="840" y="419"/>
                                  </a:lnTo>
                                  <a:lnTo>
                                    <a:pt x="840" y="442"/>
                                  </a:lnTo>
                                  <a:lnTo>
                                    <a:pt x="833" y="509"/>
                                  </a:lnTo>
                                  <a:lnTo>
                                    <a:pt x="817" y="570"/>
                                  </a:lnTo>
                                  <a:lnTo>
                                    <a:pt x="785" y="643"/>
                                  </a:lnTo>
                                  <a:lnTo>
                                    <a:pt x="740" y="705"/>
                                  </a:lnTo>
                                  <a:lnTo>
                                    <a:pt x="697" y="747"/>
                                  </a:lnTo>
                                  <a:lnTo>
                                    <a:pt x="647" y="783"/>
                                  </a:lnTo>
                                  <a:lnTo>
                                    <a:pt x="593" y="811"/>
                                  </a:lnTo>
                                  <a:lnTo>
                                    <a:pt x="535" y="831"/>
                                  </a:lnTo>
                                  <a:lnTo>
                                    <a:pt x="474" y="841"/>
                                  </a:lnTo>
                                  <a:lnTo>
                                    <a:pt x="454" y="843"/>
                                  </a:lnTo>
                                  <a:lnTo>
                                    <a:pt x="601" y="843"/>
                                  </a:lnTo>
                                  <a:lnTo>
                                    <a:pt x="666" y="809"/>
                                  </a:lnTo>
                                  <a:lnTo>
                                    <a:pt x="720" y="769"/>
                                  </a:lnTo>
                                  <a:lnTo>
                                    <a:pt x="768" y="722"/>
                                  </a:lnTo>
                                  <a:lnTo>
                                    <a:pt x="807" y="668"/>
                                  </a:lnTo>
                                  <a:lnTo>
                                    <a:pt x="838" y="608"/>
                                  </a:lnTo>
                                  <a:lnTo>
                                    <a:pt x="860" y="542"/>
                                  </a:lnTo>
                                  <a:lnTo>
                                    <a:pt x="871" y="473"/>
                                  </a:lnTo>
                                  <a:lnTo>
                                    <a:pt x="873" y="437"/>
                                  </a:lnTo>
                                  <a:lnTo>
                                    <a:pt x="871" y="402"/>
                                  </a:lnTo>
                                  <a:lnTo>
                                    <a:pt x="860" y="332"/>
                                  </a:lnTo>
                                  <a:lnTo>
                                    <a:pt x="838" y="267"/>
                                  </a:lnTo>
                                  <a:lnTo>
                                    <a:pt x="807" y="207"/>
                                  </a:lnTo>
                                  <a:lnTo>
                                    <a:pt x="768" y="153"/>
                                  </a:lnTo>
                                  <a:lnTo>
                                    <a:pt x="720" y="105"/>
                                  </a:lnTo>
                                  <a:lnTo>
                                    <a:pt x="666" y="66"/>
                                  </a:lnTo>
                                  <a:lnTo>
                                    <a:pt x="606" y="34"/>
                                  </a:lnTo>
                                  <a:lnTo>
                                    <a:pt x="601" y="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" name="Group 46"/>
                        <wpg:cNvGrpSpPr>
                          <a:grpSpLocks/>
                        </wpg:cNvGrpSpPr>
                        <wpg:grpSpPr bwMode="auto">
                          <a:xfrm>
                            <a:off x="11666" y="13580"/>
                            <a:ext cx="360" cy="675"/>
                            <a:chOff x="11666" y="13580"/>
                            <a:chExt cx="360" cy="675"/>
                          </a:xfrm>
                        </wpg:grpSpPr>
                        <wps:wsp>
                          <wps:cNvPr id="155" name="Freeform 48"/>
                          <wps:cNvSpPr>
                            <a:spLocks/>
                          </wps:cNvSpPr>
                          <wps:spPr bwMode="auto">
                            <a:xfrm>
                              <a:off x="11666" y="13580"/>
                              <a:ext cx="360" cy="675"/>
                            </a:xfrm>
                            <a:custGeom>
                              <a:avLst/>
                              <a:gdLst>
                                <a:gd name="T0" fmla="+- 0 11939 11666"/>
                                <a:gd name="T1" fmla="*/ T0 w 360"/>
                                <a:gd name="T2" fmla="+- 0 14041 13580"/>
                                <a:gd name="T3" fmla="*/ 14041 h 675"/>
                                <a:gd name="T4" fmla="+- 0 11924 11666"/>
                                <a:gd name="T5" fmla="*/ T4 w 360"/>
                                <a:gd name="T6" fmla="+- 0 14041 13580"/>
                                <a:gd name="T7" fmla="*/ 14041 h 675"/>
                                <a:gd name="T8" fmla="+- 0 11932 11666"/>
                                <a:gd name="T9" fmla="*/ T8 w 360"/>
                                <a:gd name="T10" fmla="+- 0 14042 13580"/>
                                <a:gd name="T11" fmla="*/ 14042 h 675"/>
                                <a:gd name="T12" fmla="+- 0 11937 11666"/>
                                <a:gd name="T13" fmla="*/ T12 w 360"/>
                                <a:gd name="T14" fmla="+- 0 14042 13580"/>
                                <a:gd name="T15" fmla="*/ 14042 h 675"/>
                                <a:gd name="T16" fmla="+- 0 11939 11666"/>
                                <a:gd name="T17" fmla="*/ T16 w 360"/>
                                <a:gd name="T18" fmla="+- 0 14041 13580"/>
                                <a:gd name="T19" fmla="*/ 14041 h 67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60" h="675">
                                  <a:moveTo>
                                    <a:pt x="273" y="461"/>
                                  </a:moveTo>
                                  <a:lnTo>
                                    <a:pt x="258" y="461"/>
                                  </a:lnTo>
                                  <a:lnTo>
                                    <a:pt x="266" y="462"/>
                                  </a:lnTo>
                                  <a:lnTo>
                                    <a:pt x="271" y="462"/>
                                  </a:lnTo>
                                  <a:lnTo>
                                    <a:pt x="273" y="4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E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" name="Freeform 47"/>
                          <wps:cNvSpPr>
                            <a:spLocks/>
                          </wps:cNvSpPr>
                          <wps:spPr bwMode="auto">
                            <a:xfrm>
                              <a:off x="11666" y="13580"/>
                              <a:ext cx="360" cy="675"/>
                            </a:xfrm>
                            <a:custGeom>
                              <a:avLst/>
                              <a:gdLst>
                                <a:gd name="T0" fmla="+- 0 11996 11666"/>
                                <a:gd name="T1" fmla="*/ T0 w 360"/>
                                <a:gd name="T2" fmla="+- 0 13874 13580"/>
                                <a:gd name="T3" fmla="*/ 13874 h 675"/>
                                <a:gd name="T4" fmla="+- 0 11992 11666"/>
                                <a:gd name="T5" fmla="*/ T4 w 360"/>
                                <a:gd name="T6" fmla="+- 0 13875 13580"/>
                                <a:gd name="T7" fmla="*/ 13875 h 675"/>
                                <a:gd name="T8" fmla="+- 0 11976 11666"/>
                                <a:gd name="T9" fmla="*/ T8 w 360"/>
                                <a:gd name="T10" fmla="+- 0 13884 13580"/>
                                <a:gd name="T11" fmla="*/ 13884 h 675"/>
                                <a:gd name="T12" fmla="+- 0 11961 11666"/>
                                <a:gd name="T13" fmla="*/ T12 w 360"/>
                                <a:gd name="T14" fmla="+- 0 13891 13580"/>
                                <a:gd name="T15" fmla="*/ 13891 h 675"/>
                                <a:gd name="T16" fmla="+- 0 11941 11666"/>
                                <a:gd name="T17" fmla="*/ T16 w 360"/>
                                <a:gd name="T18" fmla="+- 0 13896 13580"/>
                                <a:gd name="T19" fmla="*/ 13896 h 675"/>
                                <a:gd name="T20" fmla="+- 0 11915 11666"/>
                                <a:gd name="T21" fmla="*/ T20 w 360"/>
                                <a:gd name="T22" fmla="+- 0 13900 13580"/>
                                <a:gd name="T23" fmla="*/ 13900 h 675"/>
                                <a:gd name="T24" fmla="+- 0 12016 11666"/>
                                <a:gd name="T25" fmla="*/ T24 w 360"/>
                                <a:gd name="T26" fmla="+- 0 13900 13580"/>
                                <a:gd name="T27" fmla="*/ 13900 h 675"/>
                                <a:gd name="T28" fmla="+- 0 12002 11666"/>
                                <a:gd name="T29" fmla="*/ T28 w 360"/>
                                <a:gd name="T30" fmla="+- 0 13884 13580"/>
                                <a:gd name="T31" fmla="*/ 13884 h 675"/>
                                <a:gd name="T32" fmla="+- 0 12001 11666"/>
                                <a:gd name="T33" fmla="*/ T32 w 360"/>
                                <a:gd name="T34" fmla="+- 0 13883 13580"/>
                                <a:gd name="T35" fmla="*/ 13883 h 675"/>
                                <a:gd name="T36" fmla="+- 0 12000 11666"/>
                                <a:gd name="T37" fmla="*/ T36 w 360"/>
                                <a:gd name="T38" fmla="+- 0 13882 13580"/>
                                <a:gd name="T39" fmla="*/ 13882 h 675"/>
                                <a:gd name="T40" fmla="+- 0 12000 11666"/>
                                <a:gd name="T41" fmla="*/ T40 w 360"/>
                                <a:gd name="T42" fmla="+- 0 13881 13580"/>
                                <a:gd name="T43" fmla="*/ 13881 h 675"/>
                                <a:gd name="T44" fmla="+- 0 11996 11666"/>
                                <a:gd name="T45" fmla="*/ T44 w 360"/>
                                <a:gd name="T46" fmla="+- 0 13874 13580"/>
                                <a:gd name="T47" fmla="*/ 13874 h 67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360" h="675">
                                  <a:moveTo>
                                    <a:pt x="330" y="294"/>
                                  </a:moveTo>
                                  <a:lnTo>
                                    <a:pt x="326" y="295"/>
                                  </a:lnTo>
                                  <a:lnTo>
                                    <a:pt x="310" y="304"/>
                                  </a:lnTo>
                                  <a:lnTo>
                                    <a:pt x="295" y="311"/>
                                  </a:lnTo>
                                  <a:lnTo>
                                    <a:pt x="275" y="316"/>
                                  </a:lnTo>
                                  <a:lnTo>
                                    <a:pt x="249" y="320"/>
                                  </a:lnTo>
                                  <a:lnTo>
                                    <a:pt x="350" y="320"/>
                                  </a:lnTo>
                                  <a:lnTo>
                                    <a:pt x="336" y="304"/>
                                  </a:lnTo>
                                  <a:lnTo>
                                    <a:pt x="335" y="303"/>
                                  </a:lnTo>
                                  <a:lnTo>
                                    <a:pt x="334" y="302"/>
                                  </a:lnTo>
                                  <a:lnTo>
                                    <a:pt x="334" y="301"/>
                                  </a:lnTo>
                                  <a:lnTo>
                                    <a:pt x="330" y="2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EE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61" name="Freeform 42"/>
                        <wps:cNvSpPr>
                          <a:spLocks/>
                        </wps:cNvSpPr>
                        <wps:spPr bwMode="auto">
                          <a:xfrm>
                            <a:off x="10998" y="14203"/>
                            <a:ext cx="622" cy="603"/>
                          </a:xfrm>
                          <a:custGeom>
                            <a:avLst/>
                            <a:gdLst>
                              <a:gd name="T0" fmla="+- 0 11549 10998"/>
                              <a:gd name="T1" fmla="*/ T0 w 622"/>
                              <a:gd name="T2" fmla="+- 0 14216 14203"/>
                              <a:gd name="T3" fmla="*/ 14216 h 603"/>
                              <a:gd name="T4" fmla="+- 0 11535 10998"/>
                              <a:gd name="T5" fmla="*/ T4 w 622"/>
                              <a:gd name="T6" fmla="+- 0 14216 14203"/>
                              <a:gd name="T7" fmla="*/ 14216 h 603"/>
                              <a:gd name="T8" fmla="+- 0 11549 10998"/>
                              <a:gd name="T9" fmla="*/ T8 w 622"/>
                              <a:gd name="T10" fmla="+- 0 14216 14203"/>
                              <a:gd name="T11" fmla="*/ 14216 h 6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622" h="603">
                                <a:moveTo>
                                  <a:pt x="551" y="13"/>
                                </a:moveTo>
                                <a:lnTo>
                                  <a:pt x="537" y="13"/>
                                </a:lnTo>
                                <a:lnTo>
                                  <a:pt x="551" y="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E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Freeform 29"/>
                        <wps:cNvSpPr>
                          <a:spLocks/>
                        </wps:cNvSpPr>
                        <wps:spPr bwMode="auto">
                          <a:xfrm>
                            <a:off x="8377" y="9884"/>
                            <a:ext cx="1057" cy="1786"/>
                          </a:xfrm>
                          <a:custGeom>
                            <a:avLst/>
                            <a:gdLst>
                              <a:gd name="T0" fmla="+- 0 9359 8377"/>
                              <a:gd name="T1" fmla="*/ T0 w 1057"/>
                              <a:gd name="T2" fmla="+- 0 11669 9884"/>
                              <a:gd name="T3" fmla="*/ 11669 h 1786"/>
                              <a:gd name="T4" fmla="+- 0 9167 8377"/>
                              <a:gd name="T5" fmla="*/ T4 w 1057"/>
                              <a:gd name="T6" fmla="+- 0 11669 9884"/>
                              <a:gd name="T7" fmla="*/ 11669 h 1786"/>
                              <a:gd name="T8" fmla="+- 0 9351 8377"/>
                              <a:gd name="T9" fmla="*/ T8 w 1057"/>
                              <a:gd name="T10" fmla="+- 0 11670 9884"/>
                              <a:gd name="T11" fmla="*/ 11670 h 1786"/>
                              <a:gd name="T12" fmla="+- 0 9359 8377"/>
                              <a:gd name="T13" fmla="*/ T12 w 1057"/>
                              <a:gd name="T14" fmla="+- 0 11669 9884"/>
                              <a:gd name="T15" fmla="*/ 11669 h 17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057" h="1786">
                                <a:moveTo>
                                  <a:pt x="982" y="1785"/>
                                </a:moveTo>
                                <a:lnTo>
                                  <a:pt x="790" y="1785"/>
                                </a:lnTo>
                                <a:lnTo>
                                  <a:pt x="974" y="1786"/>
                                </a:lnTo>
                                <a:lnTo>
                                  <a:pt x="982" y="17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E35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26" style="position:absolute;margin-left:16.5pt;margin-top:8.2pt;width:808.35pt;height:905.35pt;z-index:-503315848;mso-position-horizontal-relative:page" coordorigin="323,-58" coordsize="16167,18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">
                <v:group id="Group 183" o:spid="_x0000_s1027" style="position:absolute;left:347;top:7589;width:5508;height:3036" coordorigin="347,7589" coordsize="5508,30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184" o:spid="_x0000_s1028" style="position:absolute;left:347;top:7589;width:5508;height:3036;visibility:visible;mso-wrap-style:square;v-text-anchor:top" coordsize="5508,3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6G0kcEA&#10;AADbAAAADwAAAGRycy9kb3ducmV2LnhtbERPTWvCQBC9C/6HZYTezMYipU1dJVqE4ilNS3Mds2M2&#10;mJ0N2VXjv+8WCr3N433OajPaTlxp8K1jBYskBUFcO91yo+Drcz9/BuEDssbOMSm4k4fNejpZYabd&#10;jT/oWoZGxBD2GSowIfSZlL42ZNEnrieO3MkNFkOEQyP1gLcYbjv5mKZP0mLLscFgTztD9bm8WAWH&#10;0FbLwo+FOS633/rN5l0lc6UeZmP+CiLQGP7Ff+53Hee/wO8v8QC5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+htJHBAAAA2wAAAA8AAAAAAAAAAAAAAAAAmAIAAGRycy9kb3du&#10;cmV2LnhtbFBLBQYAAAAABAAEAPUAAACGAwAAAAA=&#10;" path="m227,l152,1,74,7,19,40,2,121,,186,,2850r2,64l12,2980r43,43l121,3034r65,1l5321,3036r35,-1l5434,3029r55,-34l5507,2915r1,-65l5508,186r-1,-64l5496,56,5453,12,5387,2,5323,,227,xe" fillcolor="#d1e4e8" stroked="f">
                    <v:path arrowok="t" o:connecttype="custom" o:connectlocs="227,7207;152,7208;74,7214;19,7247;2,7328;0,7393;0,10057;2,10121;12,10187;55,10230;121,10241;186,10242;5321,10243;5356,10242;5434,10236;5489,10202;5507,10122;5508,10057;5508,7393;5507,7329;5496,7263;5453,7219;5387,7209;5323,7207;227,7207" o:connectangles="0,0,0,0,0,0,0,0,0,0,0,0,0,0,0,0,0,0,0,0,0,0,0,0,0"/>
                  </v:shape>
                </v:group>
                <v:group id="Group 175" o:spid="_x0000_s1029" style="position:absolute;left:7517;top:16159;width:2861;height:818" coordorigin="7517,16159" coordsize="2861,8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Freeform 176" o:spid="_x0000_s1030" style="position:absolute;left:7517;top:16159;width:2861;height:818;visibility:visible;mso-wrap-style:square;v-text-anchor:top" coordsize="2861,8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z4ZMQA&#10;AADbAAAADwAAAGRycy9kb3ducmV2LnhtbESP0WrCQBRE3wv9h+UKfRHdRMRKdCPVIhQstFU/4JK9&#10;yQazd0N2jenfu0Khj8PMnGHWm8E2oqfO144VpNMEBHHhdM2VgvNpP1mC8AFZY+OYFPySh03+/LTG&#10;TLsb/1B/DJWIEPYZKjAhtJmUvjBk0U9dSxy90nUWQ5RdJXWHtwi3jZwlyUJarDkuGGxpZ6i4HK9W&#10;AV5oPsb0kJrv/v36qctt87UflHoZDW8rEIGG8B/+a39oBbNXeHyJP0D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8+GTEAAAA2wAAAA8AAAAAAAAAAAAAAAAAmAIAAGRycy9k&#10;b3ducmV2LnhtbFBLBQYAAAAABAAEAPUAAACJAwAAAAA=&#10;" path="m114,l48,2,2,48,,113,,705r2,64l48,815r2699,2l2784,817r62,-14l2860,742r,-37l2860,113r-1,-65l2813,2,114,xe" fillcolor="#3fabb5" stroked="f">
                    <v:path arrowok="t" o:connecttype="custom" o:connectlocs="114,16186;48,16188;2,16234;0,16299;0,16891;2,16955;48,17001;2747,17003;2784,17003;2846,16989;2860,16928;2860,16891;2860,16299;2859,16234;2813,16188;114,16186" o:connectangles="0,0,0,0,0,0,0,0,0,0,0,0,0,0,0,0"/>
                  </v:shape>
                </v:group>
                <v:group id="Group 173" o:spid="_x0000_s1031" style="position:absolute;left:6097;top:17177;width:4304;height:872" coordorigin="6097,17177" coordsize="4304,8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174" o:spid="_x0000_s1032" style="position:absolute;left:6097;top:17177;width:4304;height:872;visibility:visible;mso-wrap-style:square;v-text-anchor:top" coordsize="4304,8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GmbL8A&#10;AADbAAAADwAAAGRycy9kb3ducmV2LnhtbESPQYvCMBSE7wv+h/AEL4um9iBajaLCitdV8fxonk2x&#10;eSlJttZ/b4QFj8PMfMOsNr1tREc+1I4VTCcZCOLS6ZorBZfzz3gOIkRkjY1jUvCkAJv14GuFhXYP&#10;/qXuFCuRIBwKVGBibAspQ2nIYpi4ljh5N+ctxiR9JbXHR4LbRuZZNpMWa04LBlvaGyrvpz+bKM9u&#10;dzHfM8qndD34sznc92SVGg377RJEpD5+wv/to1aQL+D9Jf0AuX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6saZsvwAAANsAAAAPAAAAAAAAAAAAAAAAAJgCAABkcnMvZG93bnJl&#10;di54bWxQSwUGAAAAAAQABAD1AAAAhAMAAAAA&#10;" path="m113,l47,2,1,47,,113,,759r1,65l47,870r4143,2l4227,871r62,-13l4303,796r,-37l4303,113r-1,-65l4256,2,113,xe" fillcolor="#009ca7" stroked="f">
                    <v:path arrowok="t" o:connecttype="custom" o:connectlocs="113,17183;47,17185;1,17230;0,17296;0,17942;1,18007;47,18053;4190,18055;4227,18054;4289,18041;4303,17979;4303,17942;4303,17296;4302,17231;4256,17185;113,17183" o:connectangles="0,0,0,0,0,0,0,0,0,0,0,0,0,0,0,0"/>
                  </v:shape>
                </v:group>
                <v:group id="Group 171" o:spid="_x0000_s1033" style="position:absolute;left:323;top:16159;width:7055;height:818" coordorigin="323,16159" coordsize="7055,8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172" o:spid="_x0000_s1034" style="position:absolute;left:323;top:16159;width:7055;height:818;visibility:visible;mso-wrap-style:square;v-text-anchor:top" coordsize="7055,8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ZQ3MMA&#10;AADbAAAADwAAAGRycy9kb3ducmV2LnhtbESP0YrCMBRE3xf8h3CFfVtTFWWpTUWUlcUHwbofcGmu&#10;bbW5qU1Wq19vBMHHYWbOMMm8M7W4UOsqywqGgwgEcW51xYWCv/3P1zcI55E11pZJwY0czNPeR4Kx&#10;tlfe0SXzhQgQdjEqKL1vYildXpJBN7ANcfAOtjXog2wLqVu8Brip5SiKptJgxWGhxIaWJeWn7N8o&#10;kOvtWW5G6/FuQ6tse7D3yWp6VOqz3y1mIDx1/h1+tX+1gvEQnl/CD5Dp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VZQ3MMAAADbAAAADwAAAAAAAAAAAAAAAACYAgAAZHJzL2Rv&#10;d25yZXYueG1sUEsFBgAAAAAEAAQA9QAAAIgDAAAAAA==&#10;" path="m113,l48,2,2,48,,113,,704r2,65l47,815r6894,2l6978,817r62,-14l7054,742r,-38l7054,113r-1,-65l7007,2,113,xe" fillcolor="#8dc4cc" stroked="f">
                    <v:path arrowok="t" o:connecttype="custom" o:connectlocs="113,16186;48,16188;2,16234;0,16299;0,16890;2,16955;47,17001;6941,17003;6978,17003;7040,16989;7054,16928;7054,16890;7054,16299;7053,16234;7007,16188;113,16186" o:connectangles="0,0,0,0,0,0,0,0,0,0,0,0,0,0,0,0"/>
                  </v:shape>
                </v:group>
                <v:group id="Group 169" o:spid="_x0000_s1035" style="position:absolute;left:4817;top:15247;width:2561;height:818" coordorigin="4817,15247" coordsize="2561,8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Freeform 170" o:spid="_x0000_s1036" style="position:absolute;left:4817;top:15247;width:2561;height:818;visibility:visible;mso-wrap-style:square;v-text-anchor:top" coordsize="2561,8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vnbcQA&#10;AADbAAAADwAAAGRycy9kb3ducmV2LnhtbESPQWvCQBSE7wX/w/IEb3VThaKpq4RgsbdS9eLtkX1m&#10;02bfxt1tEv99t1DocZiZb5jNbrSt6MmHxrGCp3kGgrhyuuFawfn0+rgCESKyxtYxKbhTgN128rDB&#10;XLuBP6g/xlokCIccFZgYu1zKUBmyGOauI07e1XmLMUlfS+1xSHDbykWWPUuLDacFgx2Vhqqv47dV&#10;sP8s320zFmhWVx/Xh/v5drtkSs2mY/ECItIY/8N/7TetYLmE3y/pB8jt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L523EAAAA2wAAAA8AAAAAAAAAAAAAAAAAmAIAAGRycy9k&#10;b3ducmV2LnhtbFBLBQYAAAAABAAEAPUAAACJAwAAAAA=&#10;" path="m114,l48,2,2,48,,113,,705r2,65l48,816r2399,1l2485,817r62,-14l2561,742r,-37l2561,113r-2,-65l2513,2,114,xe" fillcolor="#6bb7c0" stroked="f">
                    <v:path arrowok="t" o:connecttype="custom" o:connectlocs="114,15203;48,15205;2,15251;0,15316;0,15908;2,15973;48,16019;2447,16020;2485,16020;2547,16006;2561,15945;2561,15908;2561,15316;2559,15251;2513,15205;114,15203" o:connectangles="0,0,0,0,0,0,0,0,0,0,0,0,0,0,0,0"/>
                  </v:shape>
                </v:group>
                <v:group id="Group 167" o:spid="_x0000_s1037" style="position:absolute;left:346;top:6842;width:3921;height:3324" coordorigin="346,6842" coordsize="3921,33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168" o:spid="_x0000_s1038" style="position:absolute;left:346;top:6842;width:3921;height:3324;visibility:visible;mso-wrap-style:square;v-text-anchor:top" coordsize="3921,36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H/g8UA&#10;AADbAAAADwAAAGRycy9kb3ducmV2LnhtbESPT2vCQBTE7wW/w/KE3urGPw2SuopYAx7qweihx0f2&#10;NQnNvo2725h+e7dQ8DjMzG+Y1WYwrejJ+caygukkAUFcWt1wpeByzl+WIHxA1thaJgW/5GGzHj2t&#10;MNP2xifqi1CJCGGfoYI6hC6T0pc1GfQT2xFH78s6gyFKV0nt8BbhppWzJEmlwYbjQo0d7Woqv4sf&#10;oyD9+Fzs+2rp7PG0K9Lje34dDrlSz+Nh+wYi0BAe4f/2QSuYv8Lfl/gD5P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kf+DxQAAANsAAAAPAAAAAAAAAAAAAAAAAJgCAABkcnMv&#10;ZG93bnJldi54bWxQSwUGAAAAAAQABAD1AAAAigMAAAAA&#10;" path="m226,l152,1,73,7,19,41,1,121,,186,,3463r1,64l11,3593r43,44l120,3647r65,2l3733,3649r35,-1l3846,3642r55,-33l3919,3528r1,-65l3920,186r-1,-64l3908,56,3865,13,3799,2,3735,,226,xe" fillcolor="#d1e4e8" stroked="f">
                    <v:path arrowok="t" o:connecttype="custom" o:connectlocs="226,5937;152,5937;73,5943;19,5974;1,6047;0,6106;0,9091;1,9149;11,9210;54,9250;120,9259;185,9261;3733,9261;3768,9260;3846,9254;3901,9224;3919,9150;3920,9091;3920,6106;3919,6048;3908,5988;3865,5948;3799,5938;3735,5937;226,5937" o:connectangles="0,0,0,0,0,0,0,0,0,0,0,0,0,0,0,0,0,0,0,0,0,0,0,0,0"/>
                  </v:shape>
                </v:group>
                <v:group id="Group 165" o:spid="_x0000_s1039" style="position:absolute;left:338;top:10927;width:5517;height:3511" coordorigin="338,10927" coordsize="5517,35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166" o:spid="_x0000_s1040" style="position:absolute;left:338;top:10927;width:5517;height:3511;visibility:visible;mso-wrap-style:square;v-text-anchor:top" coordsize="5517,35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PxnMQA&#10;AADbAAAADwAAAGRycy9kb3ducmV2LnhtbESPT4vCMBTE7wv7HcIT9iKaqotKNcoiLOre/IceH82z&#10;KW1eShO1++03grDHYWZ+w8yXra3EnRpfOFYw6CcgiDOnC84VHA/fvSkIH5A1Vo5JwS95WC7e3+aY&#10;avfgHd33IRcRwj5FBSaEOpXSZ4Ys+r6riaN3dY3FEGWTS93gI8JtJYdJMpYWC44LBmtaGcrK/c0q&#10;yEflZ1muD9v1+aR/hnhtu/pilProtF8zEIHa8B9+tTdawWgCzy/xB8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T8ZzEAAAA2wAAAA8AAAAAAAAAAAAAAAAAmAIAAGRycy9k&#10;b3ducmV2LnhtbFBLBQYAAAAABAAEAPUAAACJAwAAAAA=&#10;" path="m227,l152,1,74,7,19,41,1,121,,186,,3325r1,64l12,3455r43,43l121,3509r64,2l5329,3511r35,-1l5443,3504r54,-34l5515,3390r1,-65l5516,186r-1,-64l5505,56,5461,13,5396,2,5331,,227,xe" fillcolor="#cfe3e7" stroked="f">
                    <v:path arrowok="t" o:connecttype="custom" o:connectlocs="227,10720;152,10721;74,10727;19,10761;1,10841;0,10906;0,14045;1,14109;12,14175;55,14218;121,14229;185,14231;5329,14231;5364,14230;5443,14224;5497,14190;5515,14110;5516,14045;5516,10906;5515,10842;5505,10776;5461,10733;5396,10722;5331,10720;227,10720" o:connectangles="0,0,0,0,0,0,0,0,0,0,0,0,0,0,0,0,0,0,0,0,0,0,0,0,0"/>
                  </v:shape>
                </v:group>
                <v:group id="Group 163" o:spid="_x0000_s1041" style="position:absolute;left:7517;top:15258;width:2898;height:818" coordorigin="7517,15258" coordsize="2898,8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164" o:spid="_x0000_s1042" style="position:absolute;left:7517;top:15258;width:2898;height:818;visibility:visible;mso-wrap-style:square;v-text-anchor:top" coordsize="2898,8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qITcUA&#10;AADbAAAADwAAAGRycy9kb3ducmV2LnhtbESP0WrCQBRE3wv9h+UKfSl1U6XFRjehBAT1pdb2A67Z&#10;azaavRuyq4l/7wqFPg4zc4ZZ5INtxIU6XztW8DpOQBCXTtdcKfj9Wb7MQPiArLFxTAqu5CHPHh8W&#10;mGrX8zdddqESEcI+RQUmhDaV0peGLPqxa4mjd3CdxRBlV0ndYR/htpGTJHmXFmuOCwZbKgyVp93Z&#10;Kth8Lc2+OU4JV5N1kdhZ//ZcbJV6Gg2fcxCBhvAf/muvtILpB9y/xB8g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qohNxQAAANsAAAAPAAAAAAAAAAAAAAAAAJgCAABkcnMv&#10;ZG93bnJldi54bWxQSwUGAAAAAAQABAD1AAAAigMAAAAA&#10;" path="m113,l47,2,1,48,,113,,704r1,65l47,815r2737,2l2821,817r62,-14l2897,742r,-38l2897,113r-1,-65l2850,2,113,xe" fillcolor="#8dc4cc" stroked="f">
                    <v:path arrowok="t" o:connecttype="custom" o:connectlocs="113,15202;47,15204;1,15250;0,15315;0,15906;1,15971;47,16017;2784,16019;2821,16019;2883,16005;2897,15944;2897,15906;2897,15315;2896,15250;2850,15204;113,15202" o:connectangles="0,0,0,0,0,0,0,0,0,0,0,0,0,0,0,0"/>
                  </v:shape>
                </v:group>
                <v:group id="Group 161" o:spid="_x0000_s1043" style="position:absolute;left:4508;top:-48;width:3588;height:7048" coordorigin="4508,-48" coordsize="3588,70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Freeform 162" o:spid="_x0000_s1044" style="position:absolute;left:4508;top:-48;width:3588;height:7048;visibility:visible;mso-wrap-style:square;v-text-anchor:top" coordsize="3588,70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rbrcQA&#10;AADbAAAADwAAAGRycy9kb3ducmV2LnhtbESPUWvCQBCE3wv+h2MLfauX1FIkekpbaBGKUG0VfNvm&#10;trlgbi/kVo3/3isUfBxm5htmOu99o47UxTqwgXyYgSIug625MvD99XY/BhUF2WITmAycKcJ8NriZ&#10;YmHDiVd0XEulEoRjgQacSFtoHUtHHuMwtMTJ+w2dR0myq7Tt8JTgvtEPWfakPdacFhy29Oqo3K8P&#10;3sBS+GP3OaqE/Mto+fPu8m3mNsbc3fbPE1BCvVzD/+2FNfCYw9+X9AP07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q263EAAAA2wAAAA8AAAAAAAAAAAAAAAAAmAIAAGRycy9k&#10;b3ducmV2LnhtbFBLBQYAAAAABAAEAPUAAACJAwAAAAA=&#10;" path="m,l,6519r1794,528l3588,6519,3588,,,xe" filled="f" strokecolor="#00a3ae" strokeweight="2pt">
                    <v:path arrowok="t" o:connecttype="custom" o:connectlocs="0,-48;0,6471;1794,6999;3588,6471;3588,-48;0,-48" o:connectangles="0,0,0,0,0,0"/>
                  </v:shape>
                </v:group>
                <v:group id="Group 159" o:spid="_x0000_s1045" style="position:absolute;left:4504;top:626;width:3602;height:378" coordorigin="4504,626" coordsize="3602,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160" o:spid="_x0000_s1046" style="position:absolute;left:4504;top:626;width:3602;height:378;visibility:visible;mso-wrap-style:square;v-text-anchor:top" coordsize="3602,3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+y+MIA&#10;AADbAAAADwAAAGRycy9kb3ducmV2LnhtbESPzWrDMBCE74W+g9hCLqaR0zQlOFFMagj0VprkARZr&#10;/UOslbFk2Xn7qFDocZiZb5h9PptOBBpca1nBapmCIC6tbrlWcL2cXrcgnEfW2FkmBXdykB+en/aY&#10;aTvxD4Wzr0WEsMtQQeN9n0npyoYMuqXtiaNX2cGgj3KopR5winDTybc0/ZAGW44LDfZUNFTezqNR&#10;ENKuSEIo9Yi3z4rWmwqT5Fupxct83IHwNPv/8F/7Syt4X8Pvl/gD5OE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n7L4wgAAANsAAAAPAAAAAAAAAAAAAAAAAJgCAABkcnMvZG93&#10;bnJldi54bWxQSwUGAAAAAAQABAD1AAAAhwMAAAAA&#10;" path="m3602,l,,1801,377,3602,xe" fillcolor="#00a3ae" stroked="f">
                    <v:path arrowok="t" o:connecttype="custom" o:connectlocs="3602,626;0,626;1801,1003;3602,626" o:connectangles="0,0,0,0"/>
                  </v:shape>
                </v:group>
                <v:group id="Group 157" o:spid="_x0000_s1047" style="position:absolute;left:4504;top:-58;width:3602;height:684" coordorigin="4504,-58" coordsize="3602,6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shape id="Freeform 158" o:spid="_x0000_s1048" style="position:absolute;left:4504;top:-58;width:3602;height:684;visibility:visible;mso-wrap-style:square;v-text-anchor:top" coordsize="3602,6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1BO8IA&#10;AADbAAAADwAAAGRycy9kb3ducmV2LnhtbESPzYrCMBSF94LvEK7gRjRVnEGqUVQoduFGnYXuLs21&#10;LTY3pYla394IwiwP5+fjLFatqcSDGldaVjAeRSCIM6tLzhX8nZLhDITzyBory6TgRQ5Wy25ngbG2&#10;Tz7Q4+hzEUbYxaig8L6OpXRZQQbdyNbEwbvaxqAPssmlbvAZxk0lJ1H0Kw2WHAgF1rQtKLsd7yZA&#10;boP97nJO0m02jk6HhO0mqVOl+r12PQfhqfX/4W871QqmP/D5En6AXL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/UE7wgAAANsAAAAPAAAAAAAAAAAAAAAAAJgCAABkcnMvZG93&#10;bnJldi54bWxQSwUGAAAAAAQABAD1AAAAhwMAAAAA&#10;" path="m,684r3602,l3602,,,,,684xe" fillcolor="#00a3ae" stroked="f">
                    <v:path arrowok="t" o:connecttype="custom" o:connectlocs="0,626;3602,626;3602,-58;0,-58;0,626" o:connectangles="0,0,0,0,0"/>
                  </v:shape>
                </v:group>
                <v:group id="Group 155" o:spid="_x0000_s1049" style="position:absolute;left:8762;top:-38;width:3588;height:7294" coordorigin="8762,-38" coordsize="3588,72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Freeform 156" o:spid="_x0000_s1050" style="position:absolute;left:8762;top:-38;width:3588;height:7294;visibility:visible;mso-wrap-style:square;v-text-anchor:top" coordsize="3588,7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d348IA&#10;AADbAAAADwAAAGRycy9kb3ducmV2LnhtbESPQYvCMBSE7wv+h/CEva2psqtSjSKi6GE9WPX+bJ5t&#10;sHkpTdTuv98IgsdhZr5hpvPWVuJOjTeOFfR7CQji3GnDhYLjYf01BuEDssbKMSn4Iw/zWedjiql2&#10;D97TPQuFiBD2KSooQ6hTKX1ekkXfczVx9C6usRiibAqpG3xEuK3kIEmG0qLhuFBiTcuS8mt2swou&#10;fbO96s15x6PF0qyyXz6efjZKfXbbxQREoDa8w6/2Viv4HsHzS/wBcv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J3fjwgAAANsAAAAPAAAAAAAAAAAAAAAAAJgCAABkcnMvZG93&#10;bnJldi54bWxQSwUGAAAAAAQABAD1AAAAhwMAAAAA&#10;" path="m,l,6748r1794,546l3588,6748,3588,,,xe" filled="f" strokecolor="#00a3ae" strokeweight="2pt">
                    <v:path arrowok="t" o:connecttype="custom" o:connectlocs="0,-38;0,6710;1794,7256;3588,6710;3588,-38;0,-38" o:connectangles="0,0,0,0,0,0"/>
                  </v:shape>
                </v:group>
                <v:group id="Group 153" o:spid="_x0000_s1051" style="position:absolute;left:8759;top:636;width:3602;height:378" coordorigin="8759,636" coordsize="3602,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shape id="Freeform 154" o:spid="_x0000_s1052" style="position:absolute;left:8759;top:636;width:3602;height:378;visibility:visible;mso-wrap-style:square;v-text-anchor:top" coordsize="3602,3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eFEsMA&#10;AADbAAAADwAAAGRycy9kb3ducmV2LnhtbESPzWrDMBCE74W8g9hALyaRkzYlda2EJFDorSTpAyzW&#10;+gdbK2PJsvv2VaHQ4zAz3zD5cTadCDS4xrKCzToFQVxY3XCl4Ov+vtqDcB5ZY2eZFHyTg+Nh8ZBj&#10;pu3EVwo3X4kIYZehgtr7PpPSFTUZdGvbE0evtINBH+VQST3gFOGmk9s0fZEGG44LNfZ0qalob6NR&#10;ENLukoRQ6BHbc0lPuxKT5FOpx+V8egPhafb/4b/2h1bw/Aq/X+IPkI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eFEsMAAADbAAAADwAAAAAAAAAAAAAAAACYAgAAZHJzL2Rv&#10;d25yZXYueG1sUEsFBgAAAAAEAAQA9QAAAIgDAAAAAA==&#10;" path="m3601,l,,1800,377,3601,xe" fillcolor="#00a3ae" stroked="f">
                    <v:path arrowok="t" o:connecttype="custom" o:connectlocs="3601,636;0,636;1800,1013;3601,636" o:connectangles="0,0,0,0"/>
                  </v:shape>
                </v:group>
                <v:group id="Group 151" o:spid="_x0000_s1053" style="position:absolute;left:8759;top:-48;width:3602;height:684" coordorigin="8759,-48" coordsize="3602,6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<v:shape id="Freeform 152" o:spid="_x0000_s1054" style="position:absolute;left:8759;top:-48;width:3602;height:684;visibility:visible;mso-wrap-style:square;v-text-anchor:top" coordsize="3602,6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/R5cQA&#10;AADbAAAADwAAAGRycy9kb3ducmV2LnhtbESPzWrCQBSF94W+w3ALbopOIrRIdAytEJpFN1EXurtk&#10;rklI5k7ITE18e0cQujycn4+zSSfTiSsNrrGsIF5EIIhLqxuuFBwP2XwFwnlkjZ1lUnAjB+n29WWD&#10;ibYjF3Td+0qEEXYJKqi97xMpXVmTQbewPXHwLnYw6IMcKqkHHMO46eQyij6lwYYDocaedjWV7f7P&#10;BEj7/vtzPmX5royjQ5Gx/c76XKnZ2/S1BuFp8v/hZzvXCj5ieHwJP0B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f0eXEAAAA2wAAAA8AAAAAAAAAAAAAAAAAmAIAAGRycy9k&#10;b3ducmV2LnhtbFBLBQYAAAAABAAEAPUAAACJAwAAAAA=&#10;" path="m,684r3601,l3601,,,,,684xe" fillcolor="#00a3ae" stroked="f">
                    <v:path arrowok="t" o:connecttype="custom" o:connectlocs="0,636;3601,636;3601,-48;0,-48;0,636" o:connectangles="0,0,0,0,0"/>
                  </v:shape>
                </v:group>
                <v:group id="Group 149" o:spid="_x0000_s1055" style="position:absolute;left:12892;top:-48;width:3588;height:8369" coordorigin="12892,-48" coordsize="3588,83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v:shape id="Freeform 150" o:spid="_x0000_s1056" style="position:absolute;left:12892;top:-48;width:3588;height:8369;visibility:visible;mso-wrap-style:square;v-text-anchor:top" coordsize="3588,8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GL0sUA&#10;AADbAAAADwAAAGRycy9kb3ducmV2LnhtbESPQWsCMRSE70L/Q3gFL1KzWpSyNYq2FCrFQ63o9ZE8&#10;d9cmL8smutt/bwqCx2FmvmFmi85ZcaEmVJ4VjIYZCGLtTcWFgt3Px9MLiBCRDVrPpOCPAizmD70Z&#10;5sa3/E2XbSxEgnDIUUEZY51LGXRJDsPQ18TJO/rGYUyyKaRpsE1wZ+U4y6bSYcVpocSa3krSv9uz&#10;U7A6DE6Hzb5dy+nRnt2XHunTu1Wq/9gtX0FE6uI9fGt/GgWTZ/j/kn6A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YvSxQAAANsAAAAPAAAAAAAAAAAAAAAAAJgCAABkcnMv&#10;ZG93bnJldi54bWxQSwUGAAAAAAQABAD1AAAAigMAAAAA&#10;" path="m,l,7741r1794,627l3587,7741,3587,,,xe" filled="f" strokecolor="#00a3ae" strokeweight="2pt">
                    <v:path arrowok="t" o:connecttype="custom" o:connectlocs="0,-48;0,7693;1794,8320;3587,7693;3587,-48;0,-48" o:connectangles="0,0,0,0,0,0"/>
                  </v:shape>
                </v:group>
                <v:group id="Group 147" o:spid="_x0000_s1057" style="position:absolute;left:12888;top:626;width:3602;height:378" coordorigin="12888,626" coordsize="3602,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shape id="Freeform 148" o:spid="_x0000_s1058" style="position:absolute;left:12888;top:626;width:3602;height:378;visibility:visible;mso-wrap-style:square;v-text-anchor:top" coordsize="3602,3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MZysEA&#10;AADbAAAADwAAAGRycy9kb3ducmV2LnhtbESP3YrCMBSE7wXfIRzBm7JNXemydI2yKyx4J/48wKE5&#10;/cHmpDQx1rc3guDlMDPfMKvNaDoRaHCtZQWLNANBXFrdcq3gfPr/+AbhPLLGzjIpuJODzXo6WWGh&#10;7Y0PFI6+FhHCrkAFjfd9IaUrGzLoUtsTR6+yg0Ef5VBLPeAtwk0nP7PsSxpsOS402NO2ofJyvBoF&#10;Ieu2SQilvuLlr6JlXmGS7JWaz8bfHxCeRv8Ov9o7rSDP4fkl/gC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jGcrBAAAA2wAAAA8AAAAAAAAAAAAAAAAAmAIAAGRycy9kb3du&#10;cmV2LnhtbFBLBQYAAAAABAAEAPUAAACGAwAAAAA=&#10;" path="m3601,l,,1801,377,3601,xe" fillcolor="#00a3ae" stroked="f">
                    <v:path arrowok="t" o:connecttype="custom" o:connectlocs="3601,626;0,626;1801,1003;3601,626" o:connectangles="0,0,0,0"/>
                  </v:shape>
                </v:group>
                <v:group id="Group 145" o:spid="_x0000_s1059" style="position:absolute;left:12888;top:-58;width:3602;height:684" coordorigin="12888,-58" coordsize="3602,6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shape id="Freeform 146" o:spid="_x0000_s1060" style="position:absolute;left:12888;top:-58;width:3602;height:684;visibility:visible;mso-wrap-style:square;v-text-anchor:top" coordsize="3602,6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rsCsIA&#10;AADbAAAADwAAAGRycy9kb3ducmV2LnhtbESPzYrCMBSF94LvEK7gRjRVcEaqUVQoduFGnYXuLs21&#10;LTY3pYla394IwiwP5+fjLFatqcSDGldaVjAeRSCIM6tLzhX8nZLhDITzyBory6TgRQ5Wy25ngbG2&#10;Tz7Q4+hzEUbYxaig8L6OpXRZQQbdyNbEwbvaxqAPssmlbvAZxk0lJ1H0Iw2WHAgF1rQtKLsd7yZA&#10;boP97nJO0m02jk6HhO0mqVOl+r12PQfhqfX/4W871Qqmv/D5En6AXL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uuwKwgAAANsAAAAPAAAAAAAAAAAAAAAAAJgCAABkcnMvZG93&#10;bnJldi54bWxQSwUGAAAAAAQABAD1AAAAhwMAAAAA&#10;" path="m,684r3601,l3601,,,,,684xe" fillcolor="#00a3ae" stroked="f">
                    <v:path arrowok="t" o:connecttype="custom" o:connectlocs="0,626;3601,626;3601,-58;0,-58;0,626" o:connectangles="0,0,0,0,0"/>
                  </v:shape>
                </v:group>
                <v:group id="Group 143" o:spid="_x0000_s1061" style="position:absolute;left:12304;top:15153;width:217;height:214" coordorigin="12304,15153" coordsize="217,2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shape id="Freeform 144" o:spid="_x0000_s1062" style="position:absolute;left:12304;top:15153;width:217;height:214;visibility:visible;mso-wrap-style:square;v-text-anchor:top" coordsize="217,2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9CgMQA&#10;AADbAAAADwAAAGRycy9kb3ducmV2LnhtbESPzWrDMBCE74W8g9hCbo3sJK0Tx3IogUAvKbXbB1is&#10;9Q+1VsZSY+fto0Khx2FmvmGy42x6caXRdZYVxKsIBHFldceNgq/P89MOhPPIGnvLpOBGDo754iHD&#10;VNuJC7qWvhEBwi5FBa33Qyqlq1oy6FZ2IA5ebUeDPsixkXrEKcBNL9dR9CINdhwWWhzo1FL1Xf4Y&#10;BZsCJ79776aPaIv1NnGXOEkuSi0f59cDCE+z/w//td+0guc9/H4JP0D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vQoDEAAAA2wAAAA8AAAAAAAAAAAAAAAAAmAIAAGRycy9k&#10;b3ducmV2LnhtbFBLBQYAAAAABAAEAPUAAACJAwAAAAA=&#10;" path="m90,l33,29,2,87,,111r3,21l35,184r62,27l123,213r22,-5l196,169r20,-63l216,98,194,42,141,7,90,xe" stroked="f">
                    <v:path arrowok="t" o:connecttype="custom" o:connectlocs="90,15153;33,15182;2,15240;0,15264;3,15285;35,15337;97,15364;123,15366;145,15361;196,15322;216,15259;216,15251;194,15195;141,15160;90,15153" o:connectangles="0,0,0,0,0,0,0,0,0,0,0,0,0,0,0"/>
                  </v:shape>
                </v:group>
                <v:group id="Group 141" o:spid="_x0000_s1063" style="position:absolute;left:12727;top:15101;width:161;height:157" coordorigin="12727,15101" coordsize="161,1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shape id="Freeform 142" o:spid="_x0000_s1064" style="position:absolute;left:12727;top:15101;width:161;height:157;visibility:visible;mso-wrap-style:square;v-text-anchor:top" coordsize="1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V8PMQA&#10;AADbAAAADwAAAGRycy9kb3ducmV2LnhtbESPQWvCQBSE70L/w/IKvYhu9CCSZhUJCi09WKO9P3af&#10;STD7NmTXJP57t1DocZiZb5hsO9pG9NT52rGCxTwBQaydqblUcDkfZmsQPiAbbByTggd52G5eJhmm&#10;xg18or4IpYgQ9ikqqEJoUym9rsiin7uWOHpX11kMUXalNB0OEW4buUySlbRYc1yosKW8In0r7lZB&#10;fsy/9m5YXr+L6b559Fb/fO60Um+v4+4dRKAx/If/2h9GwWoBv1/iD5Cb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FfDzEAAAA2wAAAA8AAAAAAAAAAAAAAAAAmAIAAGRycy9k&#10;b3ducmV2LnhtbFBLBQYAAAAABAAEAPUAAACJAwAAAAA=&#10;" path="m60,l11,39,,84r5,20l47,148r49,8l117,149r18,-12l149,120r9,-20l161,77,160,66,111,7,60,xe" stroked="f">
                    <v:path arrowok="t" o:connecttype="custom" o:connectlocs="60,15101;11,15140;0,15185;5,15205;47,15249;96,15257;117,15250;135,15238;149,15221;158,15201;161,15178;160,15167;111,15108;60,15101" o:connectangles="0,0,0,0,0,0,0,0,0,0,0,0,0,0"/>
                  </v:shape>
                </v:group>
                <v:group id="Group 139" o:spid="_x0000_s1065" style="position:absolute;left:12557;top:15443;width:292;height:291" coordorigin="12557,15443" coordsize="292,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shape id="Freeform 140" o:spid="_x0000_s1066" style="position:absolute;left:12557;top:15443;width:292;height:291;visibility:visible;mso-wrap-style:square;v-text-anchor:top" coordsize="292,2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YAycAA&#10;AADbAAAADwAAAGRycy9kb3ducmV2LnhtbESP0YrCMBRE3wX/IVzBF9FUhbJUo4io7OPa9QMuzbUt&#10;JjehiVr/3iws+DjMzBlmve2tEQ/qQutYwXyWgSCunG65VnD5PU6/QISIrNE4JgUvCrDdDAdrLLR7&#10;8pkeZaxFgnAoUEEToy+kDFVDFsPMeeLkXV1nMSbZ1VJ3+Exwa+Qiy3JpseW00KCnfUPVrbxbBebU&#10;+kO+nOwOl9PLXI839D8lKjUe9bsViEh9/IT/299aQb6Evy/pB8jN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JYAycAAAADbAAAADwAAAAAAAAAAAAAAAACYAgAAZHJzL2Rvd25y&#10;ZXYueG1sUEsFBgAAAAAEAAQA9QAAAIUDAAAAAA==&#10;" path="m128,l68,21,24,67,2,133,,158r4,22l33,237r52,39l153,290r23,-3l235,260r41,-50l292,145r,-1l278,83,238,35,178,5,128,xe" stroked="f">
                    <v:path arrowok="t" o:connecttype="custom" o:connectlocs="128,15443;68,15464;24,15510;2,15576;0,15601;4,15623;33,15680;85,15719;153,15733;176,15730;235,15703;276,15653;292,15588;292,15587;278,15526;238,15478;178,15448;128,15443" o:connectangles="0,0,0,0,0,0,0,0,0,0,0,0,0,0,0,0,0,0"/>
                  </v:shape>
                </v:group>
                <v:group id="Group 137" o:spid="_x0000_s1067" style="position:absolute;left:12471;top:15319;width:171;height:175" coordorigin="12471,15319" coordsize="171,1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Freeform 138" o:spid="_x0000_s1068" style="position:absolute;left:12471;top:15319;width:171;height:175;visibility:visible;mso-wrap-style:square;v-text-anchor:top" coordsize="171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gOEsEA&#10;AADbAAAADwAAAGRycy9kb3ducmV2LnhtbESPQYvCMBSE74L/ITzBm6YWV6QaRUTBm9j14u2RPNtq&#10;81KbqPXfbxYW9jjMzDfMct3ZWryo9ZVjBZNxAoJYO1NxoeD8vR/NQfiAbLB2TAo+5GG96veWmBn3&#10;5hO98lCICGGfoYIyhCaT0uuSLPqxa4ijd3WtxRBlW0jT4jvCbS3TJJlJixXHhRIb2pak7/nTKrhd&#10;wiVnPdddmta743X60KczKjUcdJsFiEBd+A//tQ9GwewLfr/EHyBX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YDhLBAAAA2wAAAA8AAAAAAAAAAAAAAAAAmAIAAGRycy9kb3du&#10;cmV2LnhtbFBLBQYAAAAABAAEAPUAAACGAwAAAAA=&#10;" path="m21,l,20,150,174r21,-20l21,xe" stroked="f">
                    <v:path arrowok="t" o:connecttype="custom" o:connectlocs="21,15319;0,15339;150,15493;171,15473;21,15319" o:connectangles="0,0,0,0,0"/>
                  </v:shape>
                </v:group>
                <v:group id="Group 135" o:spid="_x0000_s1069" style="position:absolute;left:12506;top:15173;width:231;height:74" coordorigin="12506,15173" coordsize="231,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v:shape id="Freeform 136" o:spid="_x0000_s1070" style="position:absolute;left:12506;top:15173;width:231;height:74;visibility:visible;mso-wrap-style:square;v-text-anchor:top" coordsize="231,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iMW8MA&#10;AADbAAAADwAAAGRycy9kb3ducmV2LnhtbESPT2sCMRTE7wW/Q3hCbzWxB6tbo6xCQVoE/x16fGxe&#10;d5duXpYkruu3N4LgcZiZ3zDzZW8b0ZEPtWMN45ECQVw4U3Op4XT8epuCCBHZYOOYNFwpwHIxeJlj&#10;ZtyF99QdYikShEOGGqoY20zKUFRkMYxcS5y8P+ctxiR9KY3HS4LbRr4rNZEWa04LFba0rqj4P5yt&#10;BrdS/ncXctWd7Ba/97PyR61yrV+Hff4JIlIfn+FHe2M0TD7g/iX9ALm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4iMW8MAAADbAAAADwAAAAAAAAAAAAAAAACYAgAAZHJzL2Rv&#10;d25yZXYueG1sUEsFBgAAAAAEAAQA9QAAAIgDAAAAAA==&#10;" path="m225,l,46,6,74,231,29,225,xe" stroked="f">
                    <v:path arrowok="t" o:connecttype="custom" o:connectlocs="225,15173;0,15219;6,15247;231,15202;225,15173" o:connectangles="0,0,0,0,0"/>
                  </v:shape>
                </v:group>
                <v:group id="Group 132" o:spid="_x0000_s1071" style="position:absolute;left:12190;top:14952;width:874;height:875" coordorigin="12190,14952" coordsize="874,8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<v:shape id="Freeform 134" o:spid="_x0000_s1072" style="position:absolute;left:12190;top:14952;width:874;height:875;visibility:visible;mso-wrap-style:square;v-text-anchor:top" coordsize="874,8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CWpMUA&#10;AADbAAAADwAAAGRycy9kb3ducmV2LnhtbESPQWsCMRSE7wX/Q3hCL0WztXTR1SilUCp46upBb4/N&#10;c7Ps5mVNUt3++6ZQ8DjMzDfMajPYTlzJh8axgudpBoK4crrhWsFh/zGZgwgRWWPnmBT8UIDNevSw&#10;wkK7G3/RtYy1SBAOBSowMfaFlKEyZDFMXU+cvLPzFmOSvpba4y3BbSdnWZZLiw2nBYM9vRuq2vLb&#10;KnjdmdLv2yebX/DU4uXz+LKbbZV6HA9vSxCRhngP/7e3WkG+gL8v6Qf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EJakxQAAANsAAAAPAAAAAAAAAAAAAAAAAJgCAABkcnMv&#10;ZG93bnJldi54bWxQSwUGAAAAAAQABAD1AAAAigMAAAAA&#10;" path="m436,l365,6,298,23,235,49,178,85r-51,44l84,180,48,237,22,300,5,367,,438r1,36l12,543r22,65l65,668r40,54l152,770r54,40l266,841r65,21l400,874r36,1l472,874r35,-5l541,862r33,-9l600,843r-146,l430,842r-67,-7l303,819,230,787,168,742,126,698,91,648,63,594,44,536,33,475,32,454,16,438r15,l32,416r2,-21l45,333,65,275,94,222r35,-49l174,130,224,93,278,65,335,45,395,34r21,-1l601,33,574,23,541,13,507,6,472,2,436,xe" stroked="f">
                    <v:path arrowok="t" o:connecttype="custom" o:connectlocs="436,14952;365,14958;298,14975;235,15001;178,15037;127,15081;84,15132;48,15189;22,15252;5,15319;0,15390;1,15426;12,15495;34,15560;65,15620;105,15674;152,15722;206,15762;266,15793;331,15814;400,15826;436,15827;472,15826;507,15821;541,15814;574,15805;600,15795;454,15795;430,15794;363,15787;303,15771;230,15739;168,15694;126,15650;91,15600;63,15546;44,15488;33,15427;32,15406;16,15390;31,15390;32,15368;34,15347;45,15285;65,15227;94,15174;129,15125;174,15082;224,15045;278,15017;335,14997;395,14986;416,14985;601,14985;574,14975;541,14965;507,14958;472,14954;436,14952" o:connectangles="0,0,0,0,0,0,0,0,0,0,0,0,0,0,0,0,0,0,0,0,0,0,0,0,0,0,0,0,0,0,0,0,0,0,0,0,0,0,0,0,0,0,0,0,0,0,0,0,0,0,0,0,0,0,0,0,0,0,0"/>
                  </v:shape>
                  <v:shape id="Freeform 133" o:spid="_x0000_s1073" style="position:absolute;left:12190;top:14952;width:874;height:875;visibility:visible;mso-wrap-style:square;v-text-anchor:top" coordsize="874,8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Op5MEA&#10;AADbAAAADwAAAGRycy9kb3ducmV2LnhtbERPz2vCMBS+D/wfwhO8DE11TKUaRQYywdPqDvP2aJ5N&#10;afNSk0y7/345CB4/vt/rbW9bcSMfascKppMMBHHpdM2Vgu/TfrwEESKyxtYxKfijANvN4GWNuXZ3&#10;/qJbESuRQjjkqMDE2OVShtKQxTBxHXHiLs5bjAn6SmqP9xRuWznLsrm0WHNqMNjRh6GyKX6tgvej&#10;KfypebXzK54bvH7+vB1nB6VGw363AhGpj0/xw33QChZpffqSfoD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zqeTBAAAA2wAAAA8AAAAAAAAAAAAAAAAAmAIAAGRycy9kb3du&#10;cmV2LnhtbFBLBQYAAAAABAAEAPUAAACGAwAAAAA=&#10;" path="m601,33r-185,l440,33r23,2l528,45r59,18l657,98r59,47l757,192r34,52l816,299r17,59l840,419r,24l833,510r-16,61l785,643r-45,62l697,747r-50,36l593,811r-58,20l474,841r-20,2l600,843r66,-33l720,770r48,-48l807,668r31,-60l860,543r11,-69l873,438r-2,-36l860,333,838,268,807,207,768,153,720,106,666,66,606,35r-5,-2xe" stroked="f">
                    <v:path arrowok="t" o:connecttype="custom" o:connectlocs="601,14985;416,14985;440,14985;463,14987;528,14997;587,15015;657,15050;716,15097;757,15144;791,15196;816,15251;833,15310;840,15371;840,15395;833,15462;817,15523;785,15595;740,15657;697,15699;647,15735;593,15763;535,15783;474,15793;454,15795;600,15795;666,15762;720,15722;768,15674;807,15620;838,15560;860,15495;871,15426;873,15390;871,15354;860,15285;838,15220;807,15159;768,15105;720,15058;666,15018;606,14987;601,14985" o:connectangles="0,0,0,0,0,0,0,0,0,0,0,0,0,0,0,0,0,0,0,0,0,0,0,0,0,0,0,0,0,0,0,0,0,0,0,0,0,0,0,0,0,0"/>
                  </v:shape>
                </v:group>
                <v:group id="Group 130" o:spid="_x0000_s1074" style="position:absolute;left:12520;top:11395;width:42;height:42" coordorigin="12520,11395" coordsize="42,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Freeform 131" o:spid="_x0000_s1075" style="position:absolute;left:12520;top:11395;width:42;height:42;visibility:visible;mso-wrap-style:square;v-text-anchor:top" coordsize="42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RG4MQA&#10;AADbAAAADwAAAGRycy9kb3ducmV2LnhtbESPQWvCQBSE7wX/w/IEb3VTD9qkbqS0FLxpVKS9PbIv&#10;2dTs25DdavLv3UKhx2FmvmHWm8G24kq9bxwreJonIIhLpxuuFZyOH4/PIHxA1tg6JgUjedjkk4c1&#10;ZtrduKDrIdQiQthnqMCE0GVS+tKQRT93HXH0KtdbDFH2tdQ93iLctnKRJEtpseG4YLCjN0Pl5fBj&#10;FaT+8v1Z7Kp3c06xLbqxHrdfe6Vm0+H1BUSgIfyH/9pbrWC1gN8v8QfI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kRuDEAAAA2wAAAA8AAAAAAAAAAAAAAAAAmAIAAGRycy9k&#10;b3ducmV2LnhtbFBLBQYAAAAABAAEAPUAAACJAwAAAAA=&#10;" path="m32,l9,,,9,,32,9,42r23,l41,32,41,9,32,xe" stroked="f">
                    <v:path arrowok="t" o:connecttype="custom" o:connectlocs="32,11395;9,11395;0,11404;0,11427;9,11437;32,11437;41,11427;41,11404;32,11395" o:connectangles="0,0,0,0,0,0,0,0,0"/>
                  </v:shape>
                </v:group>
                <v:group id="Group 128" o:spid="_x0000_s1076" style="position:absolute;left:12609;top:11473;width:44;height:44" coordorigin="12609,11473" coordsize="44,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shape id="Freeform 129" o:spid="_x0000_s1077" style="position:absolute;left:12609;top:11473;width:44;height:44;visibility:visible;mso-wrap-style:square;v-text-anchor:top" coordsize="44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WD5cQA&#10;AADbAAAADwAAAGRycy9kb3ducmV2LnhtbESPT2vCQBTE7wW/w/IEb3Vj0UZSVxGhIkEKag89PrKv&#10;STT7NmTX/Pn2bqHgcZiZ3zCrTW8q0VLjSssKZtMIBHFmdcm5gu/L5+sShPPIGivLpGAgB5v16GWF&#10;ibYdn6g9+1wECLsEFRTe14mULivIoJvamjh4v7Yx6INscqkb7ALcVPItit6lwZLDQoE17QrKbue7&#10;UfDVdqmPu2M5LK7Ln/g0pLt6nyo1GffbDxCeev8M/7cPWkE8h78v4QfI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1g+XEAAAA2wAAAA8AAAAAAAAAAAAAAAAAmAIAAGRycy9k&#10;b3ducmV2LnhtbFBLBQYAAAAABAAEAPUAAACJAwAAAAA=&#10;" path="m34,l10,,,9,,33,10,43r24,l44,33,44,9,34,xe" stroked="f">
                    <v:path arrowok="t" o:connecttype="custom" o:connectlocs="34,11473;10,11473;0,11482;0,11506;10,11516;34,11516;44,11506;44,11482;34,11473" o:connectangles="0,0,0,0,0,0,0,0,0"/>
                  </v:shape>
                </v:group>
                <v:group id="Group 114" o:spid="_x0000_s1078" style="position:absolute;left:12443;top:11309;width:289;height:362" coordorigin="12443,11309" coordsize="289,3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<v:shape id="Freeform 127" o:spid="_x0000_s1079" style="position:absolute;left:12443;top:11309;width:289;height:362;visibility:visible;mso-wrap-style:square;v-text-anchor:top" coordsize="289,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ZOHcQA&#10;AADbAAAADwAAAGRycy9kb3ducmV2LnhtbESP3YrCMBSE7wXfIRxhb8SmuvhDbRRZELxYFHUf4Ngc&#10;22pzUppY69ubhYW9HGbmGyZdd6YSLTWutKxgHMUgiDOrS84V/Jy3owUI55E1VpZJwYscrFf9XoqJ&#10;tk8+UnvyuQgQdgkqKLyvEyldVpBBF9maOHhX2xj0QTa51A0+A9xUchLHM2mw5LBQYE1fBWX308Mo&#10;aM9ODo/Z9La5TNzCf8v95/bwUOpj0G2WIDx1/j/8195pBfMZ/H4JP0Cu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2Th3EAAAA2wAAAA8AAAAAAAAAAAAAAAAAmAIAAGRycy9k&#10;b3ducmV2LnhtbFBLBQYAAAAABAAEAPUAAACJAwAAAAA=&#10;" path="m150,l82,15,31,55,3,113,,137r1,22l5,180r5,19l18,215r20,28l53,266r27,64l81,354r8,8l200,362r8,-8l208,342r1,-14l243,256r8,-12l181,244r-3,-12l152,232,141,222r12,-17l151,203r-1,-4l149,196r-20,-3l129,178r20,-3l150,171r1,-3l153,166r-2,-3l90,163,77,159r1,-17l53,142,46,130,60,118r-1,-3l59,108,41,99,45,86r20,l67,82r2,-2l62,62,74,55r29,l105,52r149,l194,9,172,3,150,xe" stroked="f">
                    <v:path arrowok="t" o:connecttype="custom" o:connectlocs="150,11309;82,11324;31,11364;3,11422;0,11446;1,11468;5,11489;10,11508;18,11524;38,11552;53,11575;80,11639;81,11663;89,11671;200,11671;208,11663;208,11651;209,11637;243,11565;251,11553;181,11553;178,11541;152,11541;141,11531;153,11514;151,11512;150,11508;149,11505;129,11502;129,11487;149,11484;150,11480;151,11477;153,11475;151,11472;90,11472;77,11468;78,11451;53,11451;46,11439;60,11427;59,11424;59,11417;41,11408;45,11395;65,11395;67,11391;69,11389;62,11371;74,11364;103,11364;105,11361;254,11361;194,11318;172,11312;150,11309" o:connectangles="0,0,0,0,0,0,0,0,0,0,0,0,0,0,0,0,0,0,0,0,0,0,0,0,0,0,0,0,0,0,0,0,0,0,0,0,0,0,0,0,0,0,0,0,0,0,0,0,0,0,0,0,0,0,0,0"/>
                  </v:shape>
                  <v:shape id="Freeform 126" o:spid="_x0000_s1080" style="position:absolute;left:12443;top:11309;width:289;height:362;visibility:visible;mso-wrap-style:square;v-text-anchor:top" coordsize="289,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rrhsQA&#10;AADbAAAADwAAAGRycy9kb3ducmV2LnhtbESP3YrCMBSE7wXfIRxhb8SmurhKbRRZELxYFH8e4Ngc&#10;22pzUppY69ubhYW9HGbmGyZddaYSLTWutKxgHMUgiDOrS84VnE+b0RyE88gaK8uk4EUOVst+L8VE&#10;2ycfqD36XAQIuwQVFN7XiZQuK8igi2xNHLyrbQz6IJtc6gafAW4qOYnjL2mw5LBQYE3fBWX348Mo&#10;aE9ODg/Z9La+TNzc/8jd52b/UOpj0K0XIDx1/j/8195qBbMZ/H4JP0Au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664bEAAAA2wAAAA8AAAAAAAAAAAAAAAAAmAIAAGRycy9k&#10;b3ducmV2LnhtbFBLBQYAAAAABAAEAPUAAACJAwAAAAA=&#10;" path="m209,221r-3,2l202,223r-2,1l196,244r55,l258,235r2,-3l225,232,209,221xe" stroked="f">
                    <v:path arrowok="t" o:connecttype="custom" o:connectlocs="209,11530;206,11532;202,11532;200,11533;196,11553;251,11553;258,11544;260,11541;225,11541;209,11530" o:connectangles="0,0,0,0,0,0,0,0,0,0"/>
                  </v:shape>
                  <v:shape id="Freeform 125" o:spid="_x0000_s1081" style="position:absolute;left:12443;top:11309;width:289;height:362;visibility:visible;mso-wrap-style:square;v-text-anchor:top" coordsize="289,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V/9L8A&#10;AADbAAAADwAAAGRycy9kb3ducmV2LnhtbERPzYrCMBC+C75DGMGLaKriKtUoIggeZKW6DzA2Y1tt&#10;JqWJtb795iB4/Pj+V5vWlKKh2hWWFYxHEQji1OqCMwV/l/1wAcJ5ZI2lZVLwJgebdbezwljbFyfU&#10;nH0mQgi7GBXk3lexlC7NyaAb2Yo4cDdbG/QB1pnUNb5CuCnlJIp+pMGCQ0OOFe1ySh/np1HQXJwc&#10;JOnsvr1O3MIf5e90f3oq1e+12yUIT63/ij/ug1YwD2PDl/AD5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+pX/0vwAAANsAAAAPAAAAAAAAAAAAAAAAAJgCAABkcnMvZG93bnJl&#10;di54bWxQSwUGAAAAAAQABAD1AAAAhAMAAAAA&#10;" path="m168,221r-16,11l178,232r-1,-8l173,223r-2,l168,221xe" stroked="f">
                    <v:path arrowok="t" o:connecttype="custom" o:connectlocs="168,11530;152,11541;178,11541;177,11533;173,11532;171,11532;168,11530" o:connectangles="0,0,0,0,0,0,0"/>
                  </v:shape>
                  <v:shape id="Freeform 124" o:spid="_x0000_s1082" style="position:absolute;left:12443;top:11309;width:289;height:362;visibility:visible;mso-wrap-style:square;v-text-anchor:top" coordsize="289,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nab8UA&#10;AADbAAAADwAAAGRycy9kb3ducmV2LnhtbESP3WrCQBSE7wu+w3IK3kjdmNJWo6uIEOiFtPjzAMfs&#10;MYnNng3ZzU/fvisIvRxm5htmtRlMJTpqXGlZwWwagSDOrC45V3A+pS9zEM4ja6wsk4JfcrBZj55W&#10;mGjb84G6o89FgLBLUEHhfZ1I6bKCDLqprYmDd7WNQR9kk0vdYB/gppJxFL1LgyWHhQJr2hWU/Rxb&#10;o6A7OTk5ZG+37SV2c7+XX6/pd6vU+HnYLkF4Gvx/+NH+1Ao+FnD/En6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6dpvxQAAANsAAAAPAAAAAAAAAAAAAAAAAJgCAABkcnMv&#10;ZG93bnJldi54bWxQSwUGAAAAAAQABAD1AAAAigMAAAAA&#10;" path="m289,138r-65,l235,149r-12,17l225,168r1,4l227,175r20,3l247,193r1,l228,196r-1,4l226,203r-2,2l236,222r-11,10l260,232r10,-16l278,198r6,-18l288,163r1,-16l289,142r,-4xe" stroked="f">
                    <v:path arrowok="t" o:connecttype="custom" o:connectlocs="289,11447;224,11447;235,11458;223,11475;225,11477;226,11481;227,11484;247,11487;247,11502;248,11502;228,11505;227,11509;226,11512;224,11514;236,11531;225,11541;260,11541;270,11525;278,11507;284,11489;288,11472;289,11456;289,11451;289,11447" o:connectangles="0,0,0,0,0,0,0,0,0,0,0,0,0,0,0,0,0,0,0,0,0,0,0,0"/>
                  </v:shape>
                  <v:shape id="Freeform 123" o:spid="_x0000_s1083" style="position:absolute;left:12443;top:11309;width:289;height:362;visibility:visible;mso-wrap-style:square;v-text-anchor:top" coordsize="289,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YD1cEA&#10;AADbAAAADwAAAGRycy9kb3ducmV2LnhtbERPzWqDQBC+B/IOywR6Cc1aS4MYV5FAoIfSEtMHmLhT&#10;tXFnxd2offvuodDjx/efFYvpxUSj6ywreNpFIIhrqztuFHxeTo8JCOeRNfaWScEPOSjy9SrDVNuZ&#10;zzRVvhEhhF2KClrvh1RKV7dk0O3sQBy4Lzsa9AGOjdQjziHc9DKOor002HFoaHGgY0v1rbobBdPF&#10;ye25fvkur7FL/Jt8fz593JV62CzlAYSnxf+L/9yvWkES1ocv4QfI/B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UGA9XBAAAA2wAAAA8AAAAAAAAAAAAAAAAAmAIAAGRycy9kb3du&#10;cmV2LnhtbFBLBQYAAAAABAAEAPUAAACGAwAAAAA=&#10;" path="m107,144r-2,1l97,145r-7,18l151,163r-3,-4l120,159,107,144xe" stroked="f">
                    <v:path arrowok="t" o:connecttype="custom" o:connectlocs="107,11453;105,11454;97,11454;90,11472;151,11472;148,11468;120,11468;107,11453" o:connectangles="0,0,0,0,0,0,0,0"/>
                  </v:shape>
                  <v:shape id="Freeform 122" o:spid="_x0000_s1084" style="position:absolute;left:12443;top:11309;width:289;height:362;visibility:visible;mso-wrap-style:square;v-text-anchor:top" coordsize="289,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qmTsQA&#10;AADbAAAADwAAAGRycy9kb3ducmV2LnhtbESP3YrCMBSE7wXfIRzBG9FUZaV0TYsIghey4s8DnG3O&#10;tl2bk9LEWt9+Iwh7OczMN8w6600tOmpdZVnBfBaBIM6trrhQcL3spjEI55E11pZJwZMcZOlwsMZE&#10;2wefqDv7QgQIuwQVlN43iZQuL8mgm9mGOHg/tjXog2wLqVt8BLip5SKKVtJgxWGhxIa2JeW3890o&#10;6C5OTk75x+/me+Fif5Bfy93xrtR41G8+QXjq/X/43d5rBfEcXl/CD5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Kpk7EAAAA2wAAAA8AAAAAAAAAAAAAAAAAmAIAAGRycy9k&#10;b3ducmV2LnhtbFBLBQYAAAAABAAEAPUAAACJAwAAAAA=&#10;" path="m130,127r-4,5l124,134r8,18l120,159r28,l141,149r11,-11l178,138r2,-10l149,128r-19,-1xe" stroked="f">
                    <v:path arrowok="t" o:connecttype="custom" o:connectlocs="130,11436;126,11441;124,11443;132,11461;120,11468;148,11468;141,11458;152,11447;178,11447;180,11437;149,11437;130,11436" o:connectangles="0,0,0,0,0,0,0,0,0,0,0,0"/>
                  </v:shape>
                  <v:shape id="Freeform 121" o:spid="_x0000_s1085" style="position:absolute;left:12443;top:11309;width:289;height:362;visibility:visible;mso-wrap-style:square;v-text-anchor:top" coordsize="289,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g4OcMA&#10;AADbAAAADwAAAGRycy9kb3ducmV2LnhtbESP0YrCMBRE3wX/IVxhX0TT7aKUahRZEPZhUax+wLW5&#10;ttXmpjSxdv/eLAg+DjNzhlmue1OLjlpXWVbwOY1AEOdWV1woOB23kwSE88gaa8uk4I8crFfDwRJT&#10;bR98oC7zhQgQdikqKL1vUildXpJBN7UNcfAutjXog2wLqVt8BLipZRxFc2mw4rBQYkPfJeW37G4U&#10;dEcnx4d8dt2cY5f4X7n72u7vSn2M+s0ChKfev8Ov9o9WkMTw/yX8AL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pg4OcMAAADbAAAADwAAAAAAAAAAAAAAAACYAgAAZHJzL2Rv&#10;d25yZXYueG1sUEsFBgAAAAAEAAQA9QAAAIgDAAAAAA==&#10;" path="m178,138r-26,l168,150r3,-2l174,147r3,l178,138xe" stroked="f">
                    <v:path arrowok="t" o:connecttype="custom" o:connectlocs="178,11447;152,11447;168,11459;171,11457;174,11456;177,11456;178,11447" o:connectangles="0,0,0,0,0,0,0"/>
                  </v:shape>
                  <v:shape id="Freeform 120" o:spid="_x0000_s1086" style="position:absolute;left:12443;top:11309;width:289;height:362;visibility:visible;mso-wrap-style:square;v-text-anchor:top" coordsize="289,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SdosIA&#10;AADbAAAADwAAAGRycy9kb3ducmV2LnhtbESP3YrCMBSE7wXfIRzBG9FURSldo4ggeCGKPw9wtjnb&#10;dm1OShNrfXsjCF4OM/MNs1i1phQN1a6wrGA8ikAQp1YXnCm4XrbDGITzyBpLy6TgSQ5Wy25ngYm2&#10;Dz5Rc/aZCBB2CSrIva8SKV2ak0E3shVx8P5sbdAHWWdS1/gIcFPKSRTNpcGCw0KOFW1ySm/nu1HQ&#10;XJwcnNLZ//p34mK/l4fp9nhXqt9r1z8gPLX+G/60d1pBPIX3l/AD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1J2iwgAAANsAAAAPAAAAAAAAAAAAAAAAAJgCAABkcnMvZG93&#10;bnJldi54bWxQSwUGAAAAAAQABAD1AAAAhwMAAAAA&#10;" path="m288,127r-93,l199,147r3,l205,148r3,2l224,138r65,l288,127xe" stroked="f">
                    <v:path arrowok="t" o:connecttype="custom" o:connectlocs="288,11436;195,11436;199,11456;202,11456;205,11457;208,11459;224,11447;289,11447;288,11436" o:connectangles="0,0,0,0,0,0,0,0,0"/>
                  </v:shape>
                  <v:shape id="Freeform 119" o:spid="_x0000_s1087" style="position:absolute;left:12443;top:11309;width:289;height:362;visibility:visible;mso-wrap-style:square;v-text-anchor:top" coordsize="289,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0F1sUA&#10;AADbAAAADwAAAGRycy9kb3ducmV2LnhtbESP3WrCQBSE7wu+w3KE3hTdmFYJqatIIeBFsfjzAKfZ&#10;0yQ1ezZkNz++vVsoeDnMzDfMejuaWvTUusqygsU8AkGcW11xoeByzmYJCOeRNdaWScGNHGw3k6c1&#10;ptoOfKT+5AsRIOxSVFB636RSurwkg25uG+Lg/djWoA+yLaRucQhwU8s4ilbSYMVhocSGPkrKr6fO&#10;KOjPTr4c8+Xv7jt2if+Uh9fsq1PqeTru3kF4Gv0j/N/eawXJG/x9CT9Ab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PQXWxQAAANsAAAAPAAAAAAAAAAAAAAAAAJgCAABkcnMv&#10;ZG93bnJldi54bWxQSwUGAAAAAAQABAD1AAAAigMAAAAA&#10;" path="m71,135r-18,7l78,142r,-2l73,137r-2,-2xe" stroked="f">
                    <v:path arrowok="t" o:connecttype="custom" o:connectlocs="71,11444;53,11451;78,11451;78,11449;73,11446;71,11444" o:connectangles="0,0,0,0,0,0"/>
                  </v:shape>
                  <v:shape id="Freeform 118" o:spid="_x0000_s1088" style="position:absolute;left:12443;top:11309;width:289;height:362;visibility:visible;mso-wrap-style:square;v-text-anchor:top" coordsize="289,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GgTcIA&#10;AADbAAAADwAAAGRycy9kb3ducmV2LnhtbESP3YrCMBSE7wXfIRzBG9FURSldo4ggeCGKPw9wtjnb&#10;dm1OShNrfXsjCF4OM/MNs1i1phQN1a6wrGA8ikAQp1YXnCm4XrbDGITzyBpLy6TgSQ5Wy25ngYm2&#10;Dz5Rc/aZCBB2CSrIva8SKV2ak0E3shVx8P5sbdAHWWdS1/gIcFPKSRTNpcGCw0KOFW1ySm/nu1HQ&#10;XJwcnNLZ//p34mK/l4fp9nhXqt9r1z8gPLX+G/60d1pBPIP3l/AD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caBNwgAAANsAAAAPAAAAAAAAAAAAAAAAAJgCAABkcnMvZG93&#10;bnJldi54bWxQSwUGAAAAAAQABAD1AAAAhwMAAAAA&#10;" path="m269,72r-127,l149,84,134,97r1,2l135,107r18,8l149,128r31,l181,127r107,l287,122r-5,-22l274,80r-5,-8xe" stroked="f">
                    <v:path arrowok="t" o:connecttype="custom" o:connectlocs="269,11381;142,11381;149,11393;134,11406;135,11408;135,11416;153,11424;149,11437;180,11437;181,11436;288,11436;287,11431;282,11409;274,11389;269,11381" o:connectangles="0,0,0,0,0,0,0,0,0,0,0,0,0,0,0"/>
                  </v:shape>
                  <v:shape id="Freeform 117" o:spid="_x0000_s1089" style="position:absolute;left:12443;top:11309;width:289;height:362;visibility:visible;mso-wrap-style:square;v-text-anchor:top" coordsize="289,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M+OsQA&#10;AADbAAAADwAAAGRycy9kb3ducmV2LnhtbESP3WrCQBSE7wu+w3IEb0qzMdIQoquIIHhRWvx5gNPs&#10;MYlmz4bsmqRv3xUKvRxm5htmtRlNI3rqXG1ZwTyKQRAXVtdcKric928ZCOeRNTaWScEPOdisJy8r&#10;zLUd+Ej9yZciQNjlqKDyvs2ldEVFBl1kW+LgXW1n0AfZlVJ3OAS4aWQSx6k0WHNYqLClXUXF/fQw&#10;Cvqzk6/H4v22/U5c5j/k52L/9VBqNh23SxCeRv8f/msftIIshee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jPjrEAAAA2wAAAA8AAAAAAAAAAAAAAAAAmAIAAGRycy9k&#10;b3ducmV2LnhtbFBLBQYAAAAABAAEAPUAAACJAwAAAAA=&#10;" path="m65,86r-20,l64,88r1,-2xe" stroked="f">
                    <v:path arrowok="t" o:connecttype="custom" o:connectlocs="65,11395;45,11395;64,11397;65,11395" o:connectangles="0,0,0,0"/>
                  </v:shape>
                  <v:shape id="Freeform 116" o:spid="_x0000_s1090" style="position:absolute;left:12443;top:11309;width:289;height:362;visibility:visible;mso-wrap-style:square;v-text-anchor:top" coordsize="289,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+bocUA&#10;AADbAAAADwAAAGRycy9kb3ducmV2LnhtbESP3WrCQBSE7wu+w3KE3hTdmFINqatIIeBFsfjzAKfZ&#10;0yQ1ezZkNz++vVsoeDnMzDfMejuaWvTUusqygsU8AkGcW11xoeByzmYJCOeRNdaWScGNHGw3k6c1&#10;ptoOfKT+5AsRIOxSVFB636RSurwkg25uG+Lg/djWoA+yLaRucQhwU8s4ipbSYMVhocSGPkrKr6fO&#10;KOjPTr4c87ff3XfsEv8pD6/ZV6fU83TcvYPwNPpH+L+91wqSFfx9CT9Ab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75uhxQAAANsAAAAPAAAAAAAAAAAAAAAAAJgCAABkcnMv&#10;ZG93bnJldi54bWxQSwUGAAAAAAQABAD1AAAAigMAAAAA&#10;" path="m254,52r-149,l118,55r-2,19l122,78r2,2l142,72r127,l262,61r-8,-9xe" stroked="f">
                    <v:path arrowok="t" o:connecttype="custom" o:connectlocs="254,11361;105,11361;118,11364;116,11383;122,11387;124,11389;142,11381;269,11381;262,11370;254,11361" o:connectangles="0,0,0,0,0,0,0,0,0,0"/>
                  </v:shape>
                  <v:shape id="Freeform 115" o:spid="_x0000_s1091" style="position:absolute;left:12443;top:11309;width:289;height:362;visibility:visible;mso-wrap-style:square;v-text-anchor:top" coordsize="289,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AP08EA&#10;AADbAAAADwAAAGRycy9kb3ducmV2LnhtbERPzWqDQBC+B/IOywR6Cc1aS4MYV5FAoIfSEtMHmLhT&#10;tXFnxd2offvuodDjx/efFYvpxUSj6ywreNpFIIhrqztuFHxeTo8JCOeRNfaWScEPOSjy9SrDVNuZ&#10;zzRVvhEhhF2KClrvh1RKV7dk0O3sQBy4Lzsa9AGOjdQjziHc9DKOor002HFoaHGgY0v1rbobBdPF&#10;ye25fvkur7FL/Jt8fz593JV62CzlAYSnxf+L/9yvWkESxoYv4QfI/B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wD9PBAAAA2wAAAA8AAAAAAAAAAAAAAAAAmAIAAGRycy9kb3du&#10;cmV2LnhtbFBLBQYAAAAABAAEAPUAAACGAwAAAAA=&#10;" path="m103,55r-29,l86,70r3,-1l96,69r7,-14xe" stroked="f">
                    <v:path arrowok="t" o:connecttype="custom" o:connectlocs="103,11364;74,11364;86,11379;89,11378;96,11378;103,11364" o:connectangles="0,0,0,0,0,0"/>
                  </v:shape>
                </v:group>
                <v:group id="Group 112" o:spid="_x0000_s1092" style="position:absolute;left:12569;top:11164;width:37;height:127" coordorigin="12569,11164" coordsize="37,1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<v:shape id="Freeform 113" o:spid="_x0000_s1093" style="position:absolute;left:12569;top:11164;width:37;height:127;visibility:visible;mso-wrap-style:square;v-text-anchor:top" coordsize="37,1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w1LsEA&#10;AADbAAAADwAAAGRycy9kb3ducmV2LnhtbERPy4rCMBTdC/5DuII7TdVBnWoU8QEjuHCcAXF3aa5t&#10;tbkpTdT692YhuDyc93Rem0LcqXK5ZQW9bgSCOLE651TB/9+mMwbhPLLGwjIpeJKD+azZmGKs7YN/&#10;6X7wqQgh7GJUkHlfxlK6JCODrmtL4sCdbWXQB1ilUlf4COGmkP0oGkqDOYeGDEtaZpRcDzejYDEa&#10;7OXq63hK+LKu13K8XbndSal2q15MQHiq/Uf8dv9oBd9hffgSfoCc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nMNS7BAAAA2wAAAA8AAAAAAAAAAAAAAAAAmAIAAGRycy9kb3du&#10;cmV2LnhtbFBLBQYAAAAABAAEAPUAAACGAwAAAAA=&#10;" path="m28,l8,,,8,,119r8,8l28,127r8,-8l36,8,28,xe" stroked="f">
                    <v:path arrowok="t" o:connecttype="custom" o:connectlocs="28,11164;8,11164;0,11172;0,11283;8,11291;28,11291;36,11283;36,11172;28,11164" o:connectangles="0,0,0,0,0,0,0,0,0"/>
                  </v:shape>
                </v:group>
                <v:group id="Group 110" o:spid="_x0000_s1094" style="position:absolute;left:12524;top:11689;width:127;height:46" coordorigin="12524,11689" coordsize="127,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<v:shape id="Freeform 111" o:spid="_x0000_s1095" style="position:absolute;left:12524;top:11689;width:127;height:46;visibility:visible;mso-wrap-style:square;v-text-anchor:top" coordsize="127,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+sj8UA&#10;AADbAAAADwAAAGRycy9kb3ducmV2LnhtbESPQWvCQBSE70L/w/IK3nTTWEpNs5FSiHgpopXS4yP7&#10;zIZm36bZVaO/3hUKHoeZ+YbJF4NtxZF63zhW8DRNQBBXTjdcK9h9lZNXED4ga2wdk4IzeVgUD6Mc&#10;M+1OvKHjNtQiQthnqMCE0GVS+sqQRT91HXH09q63GKLsa6l7PEW4bWWaJC/SYsNxwWBHH4aq3+3B&#10;Kvgzqd/Mhs/9bv3TfS/L+fOlZKfU+HF4fwMRaAj38H97pRXMU7h9iT9AFl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36yPxQAAANsAAAAPAAAAAAAAAAAAAAAAAJgCAABkcnMv&#10;ZG93bnJldi54bWxQSwUGAAAAAAQABAD1AAAAigMAAAAA&#10;" path="m117,l10,,,10,,35,10,45r107,l127,35r,-25l117,xe" stroked="f">
                    <v:path arrowok="t" o:connecttype="custom" o:connectlocs="117,11689;10,11689;0,11699;0,11724;10,11734;117,11734;127,11724;127,11699;117,11689" o:connectangles="0,0,0,0,0,0,0,0,0"/>
                  </v:shape>
                </v:group>
                <v:group id="Group 107" o:spid="_x0000_s1096" style="position:absolute;left:12524;top:11752;width:127;height:64" coordorigin="12524,11752" coordsize="127,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<v:shape id="Freeform 109" o:spid="_x0000_s1097" style="position:absolute;left:12524;top:11752;width:127;height:64;visibility:visible;mso-wrap-style:square;v-text-anchor:top" coordsize="127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pCHMMA&#10;AADbAAAADwAAAGRycy9kb3ducmV2LnhtbESPUWvCQBCE3wv+h2OFvtWLiUiNntLaCtInk/oDltya&#10;BHN7IXc1yb/3BKGPw+x8s7PZDaYRN+pcbVnBfBaBIC6srrlUcP49vL2DcB5ZY2OZFIzkYLedvGww&#10;1bbnjG65L0WAsEtRQeV9m0rpiooMupltiYN3sZ1BH2RXSt1hH+CmkXEULaXBmkNDhS3tKyqu+Z8J&#10;b8zH768soeS0jF0Sn/efP1gOSr1Oh481CE+D/z9+po9awWoBjy0BAHJ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vpCHMMAAADbAAAADwAAAAAAAAAAAAAAAACYAgAAZHJzL2Rv&#10;d25yZXYueG1sUEsFBgAAAAAEAAQA9QAAAIgDAAAAAA==&#10;" path="m100,45r-73,l27,55r8,9l91,64r9,-9l100,45xe" stroked="f">
                    <v:path arrowok="t" o:connecttype="custom" o:connectlocs="100,11797;27,11797;27,11807;35,11816;91,11816;100,11807;100,11797" o:connectangles="0,0,0,0,0,0,0"/>
                  </v:shape>
                  <v:shape id="Freeform 108" o:spid="_x0000_s1098" style="position:absolute;left:12524;top:11752;width:127;height:64;visibility:visible;mso-wrap-style:square;v-text-anchor:top" coordsize="127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bnh8MA&#10;AADbAAAADwAAAGRycy9kb3ducmV2LnhtbESPUWvCQBCE3wv+h2OFvtWLCUqNntLaCtInk/oDltya&#10;BHN7IXc1yb/3BKGPw+x8s7PZDaYRN+pcbVnBfBaBIC6srrlUcP49vL2DcB5ZY2OZFIzkYLedvGww&#10;1bbnjG65L0WAsEtRQeV9m0rpiooMupltiYN3sZ1BH2RXSt1hH+CmkXEULaXBmkNDhS3tKyqu+Z8J&#10;b8zH768soeS0jF0Sn/efP1gOSr1Oh481CE+D/z9+po9awWoBjy0BAHJ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bbnh8MAAADbAAAADwAAAAAAAAAAAAAAAACYAgAAZHJzL2Rv&#10;d25yZXYueG1sUEsFBgAAAAAEAAQA9QAAAIgDAAAAAA==&#10;" path="m117,l10,,,10,,36r10,9l117,45r10,-9l127,10,117,xe" stroked="f">
                    <v:path arrowok="t" o:connecttype="custom" o:connectlocs="117,11752;10,11752;0,11762;0,11788;10,11797;117,11797;127,11788;127,11762;117,11752" o:connectangles="0,0,0,0,0,0,0,0,0"/>
                  </v:shape>
                </v:group>
                <v:group id="Group 105" o:spid="_x0000_s1099" style="position:absolute;left:12377;top:11244;width:104;height:102" coordorigin="12377,11244" coordsize="104,1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shape id="Freeform 106" o:spid="_x0000_s1100" style="position:absolute;left:12377;top:11244;width:104;height:102;visibility:visible;mso-wrap-style:square;v-text-anchor:top" coordsize="104,1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i3UcQA&#10;AADbAAAADwAAAGRycy9kb3ducmV2LnhtbESPQWsCMRSE7wX/Q3iF3mq2PWhdjbIIBcEK1tpDb8/N&#10;6+7SzcuSRHfz740g9DjMzDfMYjWYVlzI+caygpdxBoK4tLrhSsHx6/35DYQPyBpby6QgkofVcvSw&#10;wFzbnj/pcgiVSBD2OSqoQ+hyKX1Zk0E/th1x8n6tMxiSdJXUDvsEN618zbKJNNhwWqixo3VN5d/h&#10;bBTsirjn+FPFuGHXTrYfxfcJe6WeHodiDiLQEP7D9/ZGK5hN4fYl/QC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It1HEAAAA2wAAAA8AAAAAAAAAAAAAAAAAmAIAAGRycy9k&#10;b3ducmV2LnhtbFBLBQYAAAAABAAEAPUAAACJAwAAAAA=&#10;" path="m26,l15,,,14,,25,75,99r4,2l88,101r5,-2l104,88r,-10l26,xe" stroked="f">
                    <v:path arrowok="t" o:connecttype="custom" o:connectlocs="26,11244;15,11244;0,11258;0,11269;75,11343;79,11345;88,11345;93,11343;104,11332;104,11322;26,11244" o:connectangles="0,0,0,0,0,0,0,0,0,0,0"/>
                  </v:shape>
                </v:group>
                <v:group id="Group 103" o:spid="_x0000_s1101" style="position:absolute;left:12694;top:11244;width:104;height:102" coordorigin="12694,11244" coordsize="104,1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<v:shape id="Freeform 104" o:spid="_x0000_s1102" style="position:absolute;left:12694;top:11244;width:104;height:102;visibility:visible;mso-wrap-style:square;v-text-anchor:top" coordsize="104,1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uGuMQA&#10;AADbAAAADwAAAGRycy9kb3ducmV2LnhtbESPQWsCMRSE7wX/Q3iCt5rVg9TVKIsgCLXQ2nrw9tw8&#10;dxc3L0uSupt/3xQKPQ4z8w2z3g6mFQ9yvrGsYDbNQBCXVjdcKfj63D+/gPABWWNrmRRE8rDdjJ7W&#10;mGvb8wc9TqESCcI+RwV1CF0upS9rMuintiNO3s06gyFJV0ntsE9w08p5li2kwYbTQo0d7Woq76dv&#10;o+CtiO8cL1WMB3bt4vVYnK/YKzUZD8UKRKAh/If/2getYLmE3y/pB8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+bhrjEAAAA2wAAAA8AAAAAAAAAAAAAAAAAmAIAAGRycy9k&#10;b3ducmV2LnhtbFBLBQYAAAAABAAEAPUAAACJAwAAAAA=&#10;" path="m89,l78,,,78,,88,11,99r4,2l25,101r4,-2l103,25r,-11l89,xe" stroked="f">
                    <v:path arrowok="t" o:connecttype="custom" o:connectlocs="89,11244;78,11244;0,11322;0,11332;11,11343;15,11345;25,11345;29,11343;103,11269;103,11258;89,11244" o:connectangles="0,0,0,0,0,0,0,0,0,0,0"/>
                  </v:shape>
                </v:group>
                <v:group id="Group 101" o:spid="_x0000_s1103" style="position:absolute;left:12298;top:11436;width:127;height:37" coordorigin="12298,11436" coordsize="127,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<v:shape id="Freeform 102" o:spid="_x0000_s1104" style="position:absolute;left:12298;top:11436;width:127;height:37;visibility:visible;mso-wrap-style:square;v-text-anchor:top" coordsize="127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6CWMIA&#10;AADcAAAADwAAAGRycy9kb3ducmV2LnhtbERPTWvCQBC9C/6HZQq9mY1CVdKsIQiC9iDVtvchO02C&#10;2dmYXXX9912h4G0e73PyIphOXGlwrWUF0yQFQVxZ3XKt4PtrM1mCcB5ZY2eZFNzJQbEaj3LMtL3x&#10;ga5HX4sYwi5DBY33fSalqxoy6BLbE0fu1w4GfYRDLfWAtxhuOjlL07k02HJsaLCndUPV6XgxCvjz&#10;PL8f2p+F1/twDqft27L82Cn1+hLKdxCegn+K/91bHeenU3g8Ey+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noJYwgAAANwAAAAPAAAAAAAAAAAAAAAAAJgCAABkcnMvZG93&#10;bnJldi54bWxQSwUGAAAAAAQABAD1AAAAhwMAAAAA&#10;" path="m118,l8,,,8,,28r8,8l118,36r9,-8l127,8,118,xe" stroked="f">
                    <v:path arrowok="t" o:connecttype="custom" o:connectlocs="118,11436;8,11436;0,11444;0,11464;8,11472;118,11472;127,11464;127,11444;118,11436" o:connectangles="0,0,0,0,0,0,0,0,0"/>
                  </v:shape>
                </v:group>
                <v:group id="Group 99" o:spid="_x0000_s1105" style="position:absolute;left:12750;top:11436;width:127;height:37" coordorigin="12750,11436" coordsize="127,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<v:shape id="Freeform 100" o:spid="_x0000_s1106" style="position:absolute;left:12750;top:11436;width:127;height:37;visibility:visible;mso-wrap-style:square;v-text-anchor:top" coordsize="127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C5tMEA&#10;AADcAAAADwAAAGRycy9kb3ducmV2LnhtbERPTYvCMBC9L/gfwgje1lRlVapRRBDcPcha9T40Y1ts&#10;JrWJGv/9RljwNo/3OfNlMLW4U+sqywoG/QQEcW51xYWC42HzOQXhPLLG2jIpeJKD5aLzMcdU2wfv&#10;6Z75QsQQdikqKL1vUildXpJB17cNceTOtjXoI2wLqVt8xHBTy2GSjKXBimNDiQ2tS8ov2c0o4N/r&#10;+LmvThOvd+EaLtuv6ernW6leN6xmIDwF/xb/u7c6zk9G8HomXiA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AubTBAAAA3AAAAA8AAAAAAAAAAAAAAAAAmAIAAGRycy9kb3du&#10;cmV2LnhtbFBLBQYAAAAABAAEAPUAAACGAwAAAAA=&#10;" path="m119,l8,,,8,,28r8,8l119,36r8,-8l127,8,119,xe" stroked="f">
                    <v:path arrowok="t" o:connecttype="custom" o:connectlocs="119,11436;8,11436;0,11444;0,11464;8,11472;119,11472;127,11464;127,11444;119,11436" o:connectangles="0,0,0,0,0,0,0,0,0"/>
                  </v:shape>
                </v:group>
                <v:group id="Group 96" o:spid="_x0000_s1107" style="position:absolute;left:12151;top:11055;width:874;height:875" coordorigin="12151,11055" coordsize="874,8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<v:shape id="Freeform 98" o:spid="_x0000_s1108" style="position:absolute;left:12151;top:11055;width:874;height:875;visibility:visible;mso-wrap-style:square;v-text-anchor:top" coordsize="874,8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TQ1sIA&#10;AADcAAAADwAAAGRycy9kb3ducmV2LnhtbERPTWsCMRC9C/0PYQpeRLNVFNkaRYRSwZOrh/Y2bKab&#10;ZTeTNUl1/fdGKPQ2j/c5q01vW3ElH2rHCt4mGQji0umaKwXn08d4CSJEZI2tY1JwpwCb9ctghbl2&#10;Nz7StYiVSCEcclRgYuxyKUNpyGKYuI44cT/OW4wJ+kpqj7cUbls5zbKFtFhzajDY0c5Q2RS/VsH8&#10;YAp/akZ2ccHvBi+fX7PDdK/U8LXfvoOI1Md/8Z97r9P8bA7PZ9IFc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1NDWwgAAANwAAAAPAAAAAAAAAAAAAAAAAJgCAABkcnMvZG93&#10;bnJldi54bWxQSwUGAAAAAAQABAD1AAAAhwMAAAAA&#10;" path="m436,l366,6,298,22,236,49,179,84r-51,44l84,179,49,236,22,299,6,366,,437r1,36l13,542r21,65l65,668r40,54l152,769r54,40l266,840r65,22l401,873r35,2l472,873r35,-4l541,862r33,-10l601,842r-147,l430,842r-66,-7l303,819,231,786,168,741,127,697,91,648,63,593,44,536,33,475,32,454,16,437r16,l32,416r2,-22l45,333,65,275,94,221r36,-48l174,129,224,93,278,64,336,45,396,34r20,-2l601,32,574,22,541,13,507,6,472,1,436,xe" stroked="f">
                    <v:path arrowok="t" o:connecttype="custom" o:connectlocs="436,11055;366,11061;298,11077;236,11104;179,11139;128,11183;84,11234;49,11291;22,11354;6,11421;0,11492;1,11528;13,11597;34,11662;65,11723;105,11777;152,11824;206,11864;266,11895;331,11917;401,11928;436,11930;472,11928;507,11924;541,11917;574,11907;601,11897;454,11897;430,11897;364,11890;303,11874;231,11841;168,11796;127,11752;91,11703;63,11648;44,11591;33,11530;32,11509;16,11492;32,11492;32,11471;34,11449;45,11388;65,11330;94,11276;130,11228;174,11184;224,11148;278,11119;336,11100;396,11089;416,11087;601,11087;574,11077;541,11068;507,11061;472,11056;436,11055" o:connectangles="0,0,0,0,0,0,0,0,0,0,0,0,0,0,0,0,0,0,0,0,0,0,0,0,0,0,0,0,0,0,0,0,0,0,0,0,0,0,0,0,0,0,0,0,0,0,0,0,0,0,0,0,0,0,0,0,0,0,0"/>
                  </v:shape>
                  <v:shape id="Freeform 97" o:spid="_x0000_s1109" style="position:absolute;left:12151;top:11055;width:874;height:875;visibility:visible;mso-wrap-style:square;v-text-anchor:top" coordsize="874,8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ZOocMA&#10;AADcAAAADwAAAGRycy9kb3ducmV2LnhtbERPTWsCMRC9F/wPYQq9lJpV6SJbo4ggFTx17aHehs10&#10;s+xmsiZR139vhEJv83ifs1gNthMX8qFxrGAyzkAQV043XCv4Pmzf5iBCRNbYOSYFNwqwWo6eFlho&#10;d+UvupSxFimEQ4EKTIx9IWWoDFkMY9cTJ+7XeYsxQV9L7fGawm0np1mWS4sNpwaDPW0MVW15tgre&#10;96b0h/bV5ic8tnj6/JntpzulXp6H9QeISEP8F/+5dzrNz3J4PJMuk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gZOocMAAADcAAAADwAAAAAAAAAAAAAAAACYAgAAZHJzL2Rv&#10;d25yZXYueG1sUEsFBgAAAAAEAAQA9QAAAIgDAAAAAA==&#10;" path="m601,32r-185,l440,33r23,1l528,44r59,18l657,98r60,47l758,192r33,51l816,299r17,58l841,419r-1,23l833,509r-16,61l785,642r-45,63l697,747r-50,36l593,811r-58,19l475,841r-21,1l601,842r65,-33l720,769r48,-47l808,668r31,-61l860,542r11,-69l873,437r-2,-36l860,332,839,267,808,207,768,153,720,105,666,65,606,34r-5,-2xe" stroked="f">
                    <v:path arrowok="t" o:connecttype="custom" o:connectlocs="601,11087;416,11087;440,11088;463,11089;528,11099;587,11117;657,11153;717,11200;758,11247;791,11298;816,11354;833,11412;841,11474;840,11497;833,11564;817,11625;785,11697;740,11760;697,11802;647,11838;593,11866;535,11885;475,11896;454,11897;601,11897;666,11864;720,11824;768,11777;808,11723;839,11662;860,11597;871,11528;873,11492;871,11456;860,11387;839,11322;808,11262;768,11208;720,11160;666,11120;606,11089;601,11087" o:connectangles="0,0,0,0,0,0,0,0,0,0,0,0,0,0,0,0,0,0,0,0,0,0,0,0,0,0,0,0,0,0,0,0,0,0,0,0,0,0,0,0,0,0"/>
                  </v:shape>
                </v:group>
                <v:group id="Group 93" o:spid="_x0000_s1110" style="position:absolute;left:12399;top:13758;width:484;height:680" coordorigin="12399,13758" coordsize="484,6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<v:shape id="Freeform 95" o:spid="_x0000_s1111" style="position:absolute;left:12399;top:13758;width:484;height:680;visibility:visible;mso-wrap-style:square;v-text-anchor:top" coordsize="484,6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G82sMA&#10;AADcAAAADwAAAGRycy9kb3ducmV2LnhtbESPzWrDQAyE74G+w6JCbsm6IZTGzSaEQklOhfyUXoVX&#10;tU29ktndxM7bV4dCbxIzmvm03o6hMzeKqRV28DQvwBBX4luuHVzO77MXMCkje+yEycGdEmw3D5M1&#10;ll4GPtLtlGujIZxKdNDk3JfWpqqhgGkuPbFq3xIDZl1jbX3EQcNDZxdF8WwDtqwNDfb01lD1c7oG&#10;B5+rYX+Q/rzz6UNW9vhVyzIOzk0fx90rmExj/jf/XR+84hdKq8/oBHb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3G82sMAAADcAAAADwAAAAAAAAAAAAAAAACYAgAAZHJzL2Rv&#10;d25yZXYueG1sUEsFBgAAAAAEAAQA9QAAAIgDAAAAAA==&#10;" path="m242,l174,10,114,37,64,78,27,132,5,194,,242r2,19l26,338r28,57l88,453r36,58l161,564r49,66l249,680,339,562r45,-60l431,435r-186,l222,433,157,414,104,376,67,323,50,259r1,-25l68,165r36,-55l153,71,214,51r28,-2l387,49,371,38,311,10,244,r-2,xe" stroked="f">
                    <v:path arrowok="t" o:connecttype="custom" o:connectlocs="242,13758;174,13768;114,13795;64,13836;27,13890;5,13952;0,14000;2,14019;26,14096;54,14153;88,14211;124,14269;161,14322;210,14388;249,14438;339,14320;384,14260;431,14193;245,14193;222,14191;157,14172;104,14134;67,14081;50,14017;51,13992;68,13923;104,13868;153,13829;214,13809;242,13807;387,13807;371,13796;311,13768;244,13758;242,13758" o:connectangles="0,0,0,0,0,0,0,0,0,0,0,0,0,0,0,0,0,0,0,0,0,0,0,0,0,0,0,0,0,0,0,0,0,0,0"/>
                  </v:shape>
                  <v:shape id="Freeform 94" o:spid="_x0000_s1112" style="position:absolute;left:12399;top:13758;width:484;height:680;visibility:visible;mso-wrap-style:square;v-text-anchor:top" coordsize="484,6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0ZQcAA&#10;AADcAAAADwAAAGRycy9kb3ducmV2LnhtbERPTWvCQBC9F/wPywje6sYixURXEaHoqaC2eB2yYxLM&#10;zoTd1aT/vlsoeJvH+5zVZnCtepAPjbCB2TQDRVyKbbgy8HX+eF2AChHZYitMBn4owGY9ellhYaXn&#10;Iz1OsVIphEOBBuoYu0LrUNbkMEylI07cVbzDmKCvtPXYp3DX6rcse9cOG04NNXa0q6m8ne7OwHfe&#10;7w/Snbc2fEquj5dK5r43ZjIetktQkYb4FP+7DzbNz3L4eyZdoN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D0ZQcAAAADcAAAADwAAAAAAAAAAAAAAAACYAgAAZHJzL2Rvd25y&#10;ZXYueG1sUEsFBgAAAAAEAAQA9QAAAIUDAAAAAA==&#10;" path="m387,49r-145,l265,51r22,4l347,81r48,44l425,183r9,44l433,253r-18,67l379,375r-51,39l267,433r-22,2l431,435r31,-54l481,309r2,-56l483,240r-9,-66l447,114,405,64,389,50r-2,-1xe" stroked="f">
                    <v:path arrowok="t" o:connecttype="custom" o:connectlocs="387,13807;242,13807;265,13809;287,13813;347,13839;395,13883;425,13941;434,13985;433,14011;415,14078;379,14133;328,14172;267,14191;245,14193;431,14193;462,14139;481,14067;483,14011;483,13998;474,13932;447,13872;405,13822;389,13808;387,13807" o:connectangles="0,0,0,0,0,0,0,0,0,0,0,0,0,0,0,0,0,0,0,0,0,0,0,0"/>
                  </v:shape>
                </v:group>
                <v:group id="Group 91" o:spid="_x0000_s1113" style="position:absolute;left:12566;top:13911;width:150;height:46" coordorigin="12566,13911" coordsize="150,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<v:shape id="Freeform 92" o:spid="_x0000_s1114" style="position:absolute;left:12566;top:13911;width:150;height:46;visibility:visible;mso-wrap-style:square;v-text-anchor:top" coordsize="150,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pFRsEA&#10;AADcAAAADwAAAGRycy9kb3ducmV2LnhtbERPTWsCMRC9C/0PYQq9abKiIqtR6oIgvWnV87gZd9du&#10;JksSdfvvm0Kht3m8z1mue9uKB/nQONaQjRQI4tKZhisNx8/tcA4iRGSDrWPS8E0B1quXwRJz4568&#10;p8chViKFcMhRQx1jl0sZyposhpHriBN3dd5iTNBX0nh8pnDbyrFSM2mx4dRQY0dFTeXX4W41zFQx&#10;vfTHze2sPib+tC3srpmMtX577d8XICL18V/8596ZND/L4PeZdIFc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3qRUbBAAAA3AAAAA8AAAAAAAAAAAAAAAAAmAIAAGRycy9kb3du&#10;cmV2LnhtbFBLBQYAAAAABAAEAPUAAACGAwAAAAA=&#10;" path="m149,l46,,,46r103,l149,xe" stroked="f">
                    <v:path arrowok="t" o:connecttype="custom" o:connectlocs="149,13911;46,13911;0,13957;103,13957;149,13911" o:connectangles="0,0,0,0,0"/>
                  </v:shape>
                </v:group>
                <v:group id="Group 89" o:spid="_x0000_s1115" style="position:absolute;left:12683;top:13925;width:46;height:150" coordorigin="12683,13925" coordsize="46,1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<v:shape id="Freeform 90" o:spid="_x0000_s1116" style="position:absolute;left:12683;top:13925;width:46;height:150;visibility:visible;mso-wrap-style:square;v-text-anchor:top" coordsize="46,1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On0sMA&#10;AADcAAAADwAAAGRycy9kb3ducmV2LnhtbERP32vCMBB+H/g/hBP2Ipq66ZBqlDHYUBDBTnw+mltb&#10;1lxKkrXxvzeDwd7u4/t5m100rejJ+caygvksA0FcWt1wpeDy+T5dgfABWWNrmRTcyMNuO3rYYK7t&#10;wGfqi1CJFMI+RwV1CF0upS9rMuhntiNO3Jd1BkOCrpLa4ZDCTSufsuxFGmw4NdTY0VtN5XfxYxTs&#10;Pyq5OF5dPMRimCyWp95cb71Sj+P4ugYRKIZ/8Z97r9P8+TP8PpMukN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AOn0sMAAADcAAAADwAAAAAAAAAAAAAAAACYAgAAZHJzL2Rv&#10;d25yZXYueG1sUEsFBgAAAAAEAAQA9QAAAIgDAAAAAA==&#10;" path="m46,l,46,,150,46,104,46,xe" stroked="f">
                    <v:path arrowok="t" o:connecttype="custom" o:connectlocs="46,13925;0,13971;0,14075;46,14029;46,13925" o:connectangles="0,0,0,0,0"/>
                  </v:shape>
                </v:group>
                <v:group id="Group 87" o:spid="_x0000_s1117" style="position:absolute;left:12552;top:13977;width:112;height:112" coordorigin="12552,13977" coordsize="112,1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<v:shape id="Freeform 88" o:spid="_x0000_s1118" style="position:absolute;left:12552;top:13977;width:112;height:112;visibility:visible;mso-wrap-style:square;v-text-anchor:top" coordsize="112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7lpsQA&#10;AADcAAAADwAAAGRycy9kb3ducmV2LnhtbERPTWsCMRC9C/6HMEJvmlhqldUoUlooQqG1evA2bqab&#10;rZvJNom6/fdNodDbPN7nLFada8SFQqw9axiPFAji0puaKw2796fhDERMyAYbz6ThmyKslv3eAgvj&#10;r/xGl22qRA7hWKAGm1JbSBlLSw7jyLfEmfvwwWHKMFTSBLzmcNfIW6XupcOac4PFlh4slaft2Wlo&#10;3fTweL47KjXdf25s2L98ve6M1jeDbj0HkahL/+I/97PJ88cT+H0mXy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9+5abEAAAA3AAAAA8AAAAAAAAAAAAAAAAAmAIAAGRycy9k&#10;b3ducmV2LnhtbFBLBQYAAAAABAAEAPUAAACJAwAAAAA=&#10;" path="m,l112,r,112l,112,,xe" stroked="f">
                    <v:path arrowok="t" o:connecttype="custom" o:connectlocs="0,13977;112,13977;112,14089;0,14089;0,13977" o:connectangles="0,0,0,0,0"/>
                  </v:shape>
                </v:group>
                <v:group id="Group 84" o:spid="_x0000_s1119" style="position:absolute;left:12202;top:13653;width:874;height:875" coordorigin="12202,13653" coordsize="874,8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<v:shape id="Freeform 86" o:spid="_x0000_s1120" style="position:absolute;left:12202;top:13653;width:874;height:875;visibility:visible;mso-wrap-style:square;v-text-anchor:top" coordsize="874,8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N958MA&#10;AADcAAAADwAAAGRycy9kb3ducmV2LnhtbERPTWsCMRC9C/6HMIVepGZV3JatUaRQKnhy7aG9DZvp&#10;ZtnNZE1S3f57Iwi9zeN9zmoz2E6cyYfGsYLZNANBXDndcK3g8/j+9AIiRGSNnWNS8EcBNuvxaIWF&#10;dhc+0LmMtUghHApUYGLsCylDZchimLqeOHE/zluMCfpaao+XFG47Oc+yXFpsODUY7OnNUNWWv1bB&#10;cm9Kf2wnNj/hd4unj6/Ffr5T6vFh2L6CiDTEf/HdvdNp/uwZbs+kC+T6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JN958MAAADcAAAADwAAAAAAAAAAAAAAAACYAgAAZHJzL2Rv&#10;d25yZXYueG1sUEsFBgAAAAAEAAQA9QAAAIgDAAAAAA==&#10;" path="m437,l366,6,299,23,236,49,179,85r-51,43l85,179,49,237,23,299,6,367,,438r2,35l13,543r22,65l66,668r40,54l153,770r54,39l267,841r65,21l401,874r36,1l473,874r35,-5l542,862r33,-9l601,843r-147,l431,842r-67,-7l304,819,231,786,169,741,127,698,92,648,64,594,44,536,34,475,33,454,16,438r16,l33,416r2,-21l46,333,66,275,94,222r36,-49l175,130,225,93,279,65,336,45,396,34r21,-1l602,33,575,23,542,13,508,6,473,2,437,xe" stroked="f">
                    <v:path arrowok="t" o:connecttype="custom" o:connectlocs="437,13653;366,13659;299,13676;236,13702;179,13738;128,13781;85,13832;49,13890;23,13952;6,14020;0,14091;2,14126;13,14196;35,14261;66,14321;106,14375;153,14423;207,14462;267,14494;332,14515;401,14527;437,14528;473,14527;508,14522;542,14515;575,14506;601,14496;454,14496;431,14495;364,14488;304,14472;231,14439;169,14394;127,14351;92,14301;64,14247;44,14189;34,14128;33,14107;16,14091;32,14091;33,14069;35,14048;46,13986;66,13928;94,13875;130,13826;175,13783;225,13746;279,13718;336,13698;396,13687;417,13686;602,13686;575,13676;542,13666;508,13659;473,13655;437,13653" o:connectangles="0,0,0,0,0,0,0,0,0,0,0,0,0,0,0,0,0,0,0,0,0,0,0,0,0,0,0,0,0,0,0,0,0,0,0,0,0,0,0,0,0,0,0,0,0,0,0,0,0,0,0,0,0,0,0,0,0,0,0"/>
                  </v:shape>
                  <v:shape id="Freeform 85" o:spid="_x0000_s1121" style="position:absolute;left:12202;top:13653;width:874;height:875;visibility:visible;mso-wrap-style:square;v-text-anchor:top" coordsize="874,8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zplcYA&#10;AADcAAAADwAAAGRycy9kb3ducmV2LnhtbESPQWvDMAyF74P+B6PBLqN12rFS0rqlDMYKPS3dYb2J&#10;WItDYjm1vTb799NhsJvEe3rv02Y3+l5dKaY2sIH5rABFXAfbcmPg4/Q6XYFKGdliH5gM/FCC3XZy&#10;t8HShhu/07XKjZIQTiUacDkPpdapduQxzcJALNpXiB6zrLHRNuJNwn2vF0Wx1B5blgaHA704qrvq&#10;2xt4ProqnrpHv7zgucPL2+fTcXEw5uF+3K9BZRrzv/nv+mAFfy608oxMoL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QzplcYAAADcAAAADwAAAAAAAAAAAAAAAACYAgAAZHJz&#10;L2Rvd25yZXYueG1sUEsFBgAAAAAEAAQA9QAAAIsDAAAAAA==&#10;" path="m602,33r-185,l441,33r23,1l529,44r59,18l658,98r59,47l758,192r34,52l817,299r17,58l841,419r,24l834,509r-16,61l786,643r-45,62l697,747r-49,36l594,811r-58,20l475,841r-21,2l601,843r66,-34l721,770r47,-48l808,668r31,-60l861,543r11,-70l874,438r-2,-36l861,332,839,267,808,207,768,153,721,106,667,66,607,35r-5,-2xe" stroked="f">
                    <v:path arrowok="t" o:connecttype="custom" o:connectlocs="602,13686;417,13686;441,13686;464,13687;529,13697;588,13715;658,13751;717,13798;758,13845;792,13897;817,13952;834,14010;841,14072;841,14096;834,14162;818,14223;786,14296;741,14358;697,14400;648,14436;594,14464;536,14484;475,14494;454,14496;601,14496;667,14462;721,14423;768,14375;808,14321;839,14261;861,14196;872,14126;874,14091;872,14055;861,13985;839,13920;808,13860;768,13806;721,13759;667,13719;607,13688;602,13686" o:connectangles="0,0,0,0,0,0,0,0,0,0,0,0,0,0,0,0,0,0,0,0,0,0,0,0,0,0,0,0,0,0,0,0,0,0,0,0,0,0,0,0,0,0"/>
                  </v:shape>
                </v:group>
                <v:group id="Group 81" o:spid="_x0000_s1122" style="position:absolute;left:12215;top:16252;width:874;height:875" coordorigin="12215,16252" coordsize="874,8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<v:shape id="Freeform 83" o:spid="_x0000_s1123" style="position:absolute;left:12215;top:16252;width:874;height:875;visibility:visible;mso-wrap-style:square;v-text-anchor:top" coordsize="874,8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YvLsYA&#10;AADcAAAADwAAAGRycy9kb3ducmV2LnhtbESPQUvDQBCF74L/YRnBi9iNEYvEbosI0kJPpj20tyE7&#10;ZkOys+nuto3/3jkI3mZ4b977ZrGa/KAuFFMX2MDTrABF3ATbcWtgv/t8fAWVMrLFITAZ+KEEq+Xt&#10;zQIrG678RZc6t0pCOFVowOU8VlqnxpHHNAsjsWjfIXrMssZW24hXCfeDLotirj12LA0OR/pw1PT1&#10;2Rt42bo67voHPz/hscfT+vC8LTfG3N9N72+gMk353/x3vbGCXwq+PCMT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RYvLsYAAADcAAAADwAAAAAAAAAAAAAAAACYAgAAZHJz&#10;L2Rvd25yZXYueG1sUEsFBgAAAAAEAAQA9QAAAIsDAAAAAA==&#10;" path="m437,l366,5,299,22,236,48,179,84r-51,44l85,179,49,236,23,299,6,366,,437r2,36l13,542r22,65l66,667r39,55l153,769r54,40l267,840r65,22l401,873r36,1l473,873r35,-4l542,862r33,-10l601,842r-147,l431,842r-67,-8l303,819,231,786,169,741,127,697,91,647,64,593,44,535,34,474,33,453,16,437r16,l33,415r1,-21l46,333,66,275,94,221r36,-48l175,129,225,92,279,64,336,44,396,34r21,-2l602,32,575,22,542,12,508,5,473,1,437,xe" stroked="f">
                    <v:path arrowok="t" o:connecttype="custom" o:connectlocs="437,16252;366,16257;299,16274;236,16300;179,16336;128,16380;85,16431;49,16488;23,16551;6,16618;0,16689;2,16725;13,16794;35,16859;66,16919;105,16974;153,17021;207,17061;267,17092;332,17114;401,17125;437,17126;473,17125;508,17121;542,17114;575,17104;601,17094;454,17094;431,17094;364,17086;303,17071;231,17038;169,16993;127,16949;91,16899;64,16845;44,16787;34,16726;33,16705;16,16689;32,16689;33,16667;34,16646;46,16585;66,16527;94,16473;130,16425;175,16381;225,16344;279,16316;336,16296;396,16286;417,16284;602,16284;575,16274;542,16264;508,16257;473,16253;437,16252" o:connectangles="0,0,0,0,0,0,0,0,0,0,0,0,0,0,0,0,0,0,0,0,0,0,0,0,0,0,0,0,0,0,0,0,0,0,0,0,0,0,0,0,0,0,0,0,0,0,0,0,0,0,0,0,0,0,0,0,0,0,0"/>
                  </v:shape>
                  <v:shape id="Freeform 82" o:spid="_x0000_s1124" style="position:absolute;left:12215;top:16252;width:874;height:875;visibility:visible;mso-wrap-style:square;v-text-anchor:top" coordsize="874,8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qKtcMA&#10;AADcAAAADwAAAGRycy9kb3ducmV2LnhtbERPTWsCMRC9F/wPYYReimZdqchqlFKQCp66emhvw2bc&#10;LLuZrEnU7b9vhEJv83ifs94OthM38qFxrGA2zUAQV043XCs4HXeTJYgQkTV2jknBDwXYbkZPayy0&#10;u/Mn3cpYixTCoUAFJsa+kDJUhiyGqeuJE3d23mJM0NdSe7yncNvJPMsW0mLDqcFgT++Gqra8WgWv&#10;B1P6Y/tiFxf8bvHy8TU/5HulnsfD2wpEpCH+i//ce53m5zN4PJMu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lqKtcMAAADcAAAADwAAAAAAAAAAAAAAAACYAgAAZHJzL2Rv&#10;d25yZXYueG1sUEsFBgAAAAAEAAQA9QAAAIgDAAAAAA==&#10;" path="m602,32r-185,l441,32r23,2l529,44r59,18l658,97r59,48l758,192r34,51l817,298r17,59l841,418r,24l834,509r-16,61l786,642r-45,62l697,747r-50,36l593,811r-57,19l475,841r-21,1l601,842r66,-33l721,769r47,-47l808,667r31,-60l861,542r11,-69l873,437r-1,-36l861,332,839,267,808,207,768,152,721,105,667,65,607,34r-5,-2xe" stroked="f">
                    <v:path arrowok="t" o:connecttype="custom" o:connectlocs="602,16284;417,16284;441,16284;464,16286;529,16296;588,16314;658,16349;717,16397;758,16444;792,16495;817,16550;834,16609;841,16670;841,16694;834,16761;818,16822;786,16894;741,16956;697,16999;647,17035;593,17063;536,17082;475,17093;454,17094;601,17094;667,17061;721,17021;768,16974;808,16919;839,16859;861,16794;872,16725;873,16689;872,16653;861,16584;839,16519;808,16459;768,16404;721,16357;667,16317;607,16286;602,16284" o:connectangles="0,0,0,0,0,0,0,0,0,0,0,0,0,0,0,0,0,0,0,0,0,0,0,0,0,0,0,0,0,0,0,0,0,0,0,0,0,0,0,0,0,0"/>
                  </v:shape>
                </v:group>
                <v:group id="Group 73" o:spid="_x0000_s1125" style="position:absolute;left:12344;top:16419;width:617;height:467" coordorigin="12344,16419" coordsize="617,4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<v:shape id="Freeform 80" o:spid="_x0000_s1126" style="position:absolute;left:12344;top:16419;width:617;height:467;visibility:visible;mso-wrap-style:square;v-text-anchor:top" coordsize="617,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7tqcMA&#10;AADcAAAADwAAAGRycy9kb3ducmV2LnhtbERPS2vCQBC+F/wPywi91Y0KRaKriFaQ9uQD0duYHZNg&#10;djbNrkn013eFgrf5+J4zmbWmEDVVLresoN+LQBAnVuecKtjvVh8jEM4jaywsk4I7OZhNO28TjLVt&#10;eEP11qcihLCLUUHmfRlL6ZKMDLqeLYkDd7GVQR9glUpdYRPCTSEHUfQpDeYcGjIsaZFRct3ejAI7&#10;8sfvQ31+LNvT1+260Mef5net1Hu3nY9BeGr9S/zvXuswfzCE5zPhAj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X7tqcMAAADcAAAADwAAAAAAAAAAAAAAAACYAgAAZHJzL2Rv&#10;d25yZXYueG1sUEsFBgAAAAAEAAQA9QAAAIgDAAAAAA==&#10;" path="m404,l339,6,283,28,237,68r-28,44l207,115r-61,12l92,157,45,215,28,285r,5l29,307r5,20l40,346r3,8l44,358,33,382r-8,18l8,442,,457r8,9l26,466r18,-7l62,450,98,433r14,-2l327,431r2,-1l234,430r-19,l197,428r-7,-2l45,426r6,-12l53,408r8,-17l66,375r2,-16l68,353,67,338,60,314,57,296,71,224r54,-55l184,146r39,-5l329,141r-5,-3l305,129r-21,-8l263,116r-22,-3l242,111,297,53,366,29r19,-1l502,28r-2,-1l483,18,464,10,445,5,425,2,404,xe" stroked="f">
                    <v:path arrowok="t" o:connecttype="custom" o:connectlocs="404,16419;339,16425;283,16447;237,16487;209,16531;207,16534;146,16546;92,16576;45,16634;28,16704;28,16709;29,16726;34,16746;40,16765;43,16773;44,16777;33,16801;25,16819;8,16861;0,16876;8,16885;26,16885;44,16878;62,16869;98,16852;112,16850;327,16850;329,16849;234,16849;215,16849;197,16847;190,16845;45,16845;51,16833;53,16827;61,16810;66,16794;68,16778;68,16772;67,16757;60,16733;57,16715;71,16643;125,16588;184,16565;223,16560;329,16560;324,16557;305,16548;284,16540;263,16535;241,16532;242,16530;297,16472;366,16448;385,16447;502,16447;500,16446;483,16437;464,16429;445,16424;425,16421;404,16419" o:connectangles="0,0,0,0,0,0,0,0,0,0,0,0,0,0,0,0,0,0,0,0,0,0,0,0,0,0,0,0,0,0,0,0,0,0,0,0,0,0,0,0,0,0,0,0,0,0,0,0,0,0,0,0,0,0,0,0,0,0,0,0,0,0,0"/>
                  </v:shape>
                  <v:shape id="Freeform 79" o:spid="_x0000_s1127" style="position:absolute;left:12344;top:16419;width:617;height:467;visibility:visible;mso-wrap-style:square;v-text-anchor:top" coordsize="617,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d13cMA&#10;AADcAAAADwAAAGRycy9kb3ducmV2LnhtbERPS2vCQBC+F/wPywi91Y0iRaKriFaQ9uQD0duYHZNg&#10;djbNrkn013eFgrf5+J4zmbWmEDVVLresoN+LQBAnVuecKtjvVh8jEM4jaywsk4I7OZhNO28TjLVt&#10;eEP11qcihLCLUUHmfRlL6ZKMDLqeLYkDd7GVQR9glUpdYRPCTSEHUfQpDeYcGjIsaZFRct3ejAI7&#10;8sfvQ31+LNvT1+260Mef5net1Hu3nY9BeGr9S/zvXuswfzCE5zPhAj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pd13cMAAADcAAAADwAAAAAAAAAAAAAAAACYAgAAZHJzL2Rv&#10;d25yZXYueG1sUEsFBgAAAAAEAAQA9QAAAIgDAAAAAA==&#10;" path="m327,431r-215,l136,439r17,7l170,451r18,4l207,457r21,l249,455r23,-3l293,446r19,-7l327,431xe" stroked="f">
                    <v:path arrowok="t" o:connecttype="custom" o:connectlocs="327,16850;112,16850;136,16858;153,16865;170,16870;188,16874;207,16876;228,16876;249,16874;272,16871;293,16865;312,16858;327,16850" o:connectangles="0,0,0,0,0,0,0,0,0,0,0,0,0"/>
                  </v:shape>
                  <v:shape id="Freeform 78" o:spid="_x0000_s1128" style="position:absolute;left:12344;top:16419;width:617;height:467;visibility:visible;mso-wrap-style:square;v-text-anchor:top" coordsize="617,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vQRsMA&#10;AADcAAAADwAAAGRycy9kb3ducmV2LnhtbERPS2vCQBC+F/wPywi91Y2CRaKriFaQ9uQD0duYHZNg&#10;djbNrkn013eFgrf5+J4zmbWmEDVVLresoN+LQBAnVuecKtjvVh8jEM4jaywsk4I7OZhNO28TjLVt&#10;eEP11qcihLCLUUHmfRlL6ZKMDLqeLYkDd7GVQR9glUpdYRPCTSEHUfQpDeYcGjIsaZFRct3ejAI7&#10;8sfvQ31+LNvT1+260Mef5net1Hu3nY9BeGr9S/zvXuswfzCE5zPhAj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dvQRsMAAADcAAAADwAAAAAAAAAAAAAAAACYAgAAZHJzL2Rv&#10;d25yZXYueG1sUEsFBgAAAAAEAAQA9QAAAIgDAAAAAA==&#10;" path="m329,141r-106,l242,141r18,3l330,175r43,46l391,291r-2,18l354,374r-49,36l234,430r95,l376,391r29,-43l409,345r22,-4l448,338r20,-7l491,319r18,-1l604,318r-2,-4l424,314r-8,-1l419,287r,-2l418,266,398,208,359,162,342,149r-13,-8xe" stroked="f">
                    <v:path arrowok="t" o:connecttype="custom" o:connectlocs="329,16560;223,16560;242,16560;260,16563;330,16594;373,16640;391,16710;389,16728;354,16793;305,16829;234,16849;329,16849;376,16810;405,16767;409,16764;431,16760;448,16757;468,16750;491,16738;509,16737;604,16737;602,16733;424,16733;416,16732;419,16706;419,16704;418,16685;398,16627;359,16581;342,16568;329,16560" o:connectangles="0,0,0,0,0,0,0,0,0,0,0,0,0,0,0,0,0,0,0,0,0,0,0,0,0,0,0,0,0,0,0"/>
                  </v:shape>
                  <v:shape id="Freeform 77" o:spid="_x0000_s1129" style="position:absolute;left:12344;top:16419;width:617;height:467;visibility:visible;mso-wrap-style:square;v-text-anchor:top" coordsize="617,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lOMcMA&#10;AADcAAAADwAAAGRycy9kb3ducmV2LnhtbERPS4vCMBC+L/gfwgje1lQPItUooi7IevKB6G1sxrbY&#10;TGoT27q/fiMs7G0+vudM560pRE2Vyy0rGPQjEMSJ1TmnCo6Hr88xCOeRNRaWScGLHMxnnY8pxto2&#10;vKN671MRQtjFqCDzvoyldElGBl3flsSBu9nKoA+wSqWusAnhppDDKBpJgzmHhgxLWmaU3PdPo8CO&#10;/fn7VF9/Vu1l/bwv9XnbPDZK9brtYgLCU+v/xX/ujQ7zhyN4PxMu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lOMcMAAADcAAAADwAAAAAAAAAAAAAAAACYAgAAZHJzL2Rv&#10;d25yZXYueG1sUEsFBgAAAAAEAAQA9QAAAIgDAAAAAA==&#10;" path="m115,395r-5,1l100,401,45,426r145,l178,423r-19,-6l141,409,122,399r-7,-4xe" stroked="f">
                    <v:path arrowok="t" o:connecttype="custom" o:connectlocs="115,16814;110,16815;100,16820;45,16845;190,16845;178,16842;159,16836;141,16828;122,16818;115,16814" o:connectangles="0,0,0,0,0,0,0,0,0,0"/>
                  </v:shape>
                  <v:shape id="Freeform 76" o:spid="_x0000_s1130" style="position:absolute;left:12344;top:16419;width:617;height:467;visibility:visible;mso-wrap-style:square;v-text-anchor:top" coordsize="617,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XrqsMA&#10;AADcAAAADwAAAGRycy9kb3ducmV2LnhtbERPS2vCQBC+F/wPywi91Y0erERXEa0g7ckHorcxOybB&#10;7GyaXZPor+8KBW/z8T1nMmtNIWqqXG5ZQb8XgSBOrM45VbDfrT5GIJxH1lhYJgV3cjCbdt4mGGvb&#10;8IbqrU9FCGEXo4LM+zKW0iUZGXQ9WxIH7mIrgz7AKpW6wiaEm0IOomgoDeYcGjIsaZFRct3ejAI7&#10;8sfvQ31+LNvT1+260Mef5net1Hu3nY9BeGr9S/zvXuswf/AJz2fCBXL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kXrqsMAAADcAAAADwAAAAAAAAAAAAAAAACYAgAAZHJzL2Rv&#10;d25yZXYueG1sUEsFBgAAAAAEAAQA9QAAAIgDAAAAAA==&#10;" path="m604,318r-95,l526,322r17,9l560,338r19,10l597,353r19,-4l616,348r-5,-14l604,318xe" stroked="f">
                    <v:path arrowok="t" o:connecttype="custom" o:connectlocs="604,16737;509,16737;526,16741;543,16750;560,16757;579,16767;597,16772;616,16768;616,16767;611,16753;604,16737" o:connectangles="0,0,0,0,0,0,0,0,0,0,0"/>
                  </v:shape>
                  <v:shape id="Freeform 75" o:spid="_x0000_s1131" style="position:absolute;left:12344;top:16419;width:617;height:467;visibility:visible;mso-wrap-style:square;v-text-anchor:top" coordsize="617,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p/2MYA&#10;AADcAAAADwAAAGRycy9kb3ducmV2LnhtbESPQWvCQBCF74L/YRnBW93oQSS6SlEL0p5qRextmp0m&#10;wexszK5J2l/fORS8zfDevPfNatO7SrXUhNKzgekkAUWceVtybuD08fK0ABUissXKMxn4oQCb9XCw&#10;wtT6jt+pPcZcSQiHFA0UMdap1iEryGGY+JpYtG/fOIyyNrm2DXYS7io9S5K5dliyNBRY07ag7Hq8&#10;OwN+ES+v5/brd9d/7u/Xrb28dbeDMeNR/7wEFamPD/P/9cEK/kxo5RmZQK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9p/2MYAAADcAAAADwAAAAAAAAAAAAAAAACYAgAAZHJz&#10;L2Rvd25yZXYueG1sUEsFBgAAAAAEAAQA9QAAAIsDAAAAAA==&#10;" path="m510,285r-15,1l471,298r-19,7l424,314r178,l600,309r-35,l547,302r-17,-8l510,285xe" stroked="f">
                    <v:path arrowok="t" o:connecttype="custom" o:connectlocs="510,16704;495,16705;471,16717;452,16724;424,16733;602,16733;600,16728;565,16728;547,16721;530,16713;510,16704" o:connectangles="0,0,0,0,0,0,0,0,0,0,0"/>
                  </v:shape>
                  <v:shape id="Freeform 74" o:spid="_x0000_s1132" style="position:absolute;left:12344;top:16419;width:617;height:467;visibility:visible;mso-wrap-style:square;v-text-anchor:top" coordsize="617,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baQ8MA&#10;AADcAAAADwAAAGRycy9kb3ducmV2LnhtbERPS2vCQBC+C/6HZYTedKMH0dRVilaQevJB0duYnSbB&#10;7GyaXZPor+8WBG/z8T1ntmhNIWqqXG5ZwXAQgSBOrM45VXA8rPsTEM4jaywsk4I7OVjMu50Zxto2&#10;vKN671MRQtjFqCDzvoyldElGBt3AlsSB+7GVQR9glUpdYRPCTSFHUTSWBnMODRmWtMwoue5vRoGd&#10;+NPXd315rNrz5+261Kdt87tR6q3XfryD8NT6l/jp3ugwfzSF/2fCBX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JbaQ8MAAADcAAAADwAAAAAAAAAAAAAAAACYAgAAZHJzL2Rv&#10;d25yZXYueG1sUEsFBgAAAAAEAAQA9QAAAIgDAAAAAA==&#10;" path="m502,28r-117,l403,28r19,3l495,60r45,42l559,170r-2,20l553,211r-8,22l545,251r7,20l560,290r5,19l600,309r-7,-18l584,273r-8,-19l571,244r2,-8l578,225r6,-19l587,187r1,-19l587,149,558,80,517,37,502,28xe" stroked="f">
                    <v:path arrowok="t" o:connecttype="custom" o:connectlocs="502,16447;385,16447;403,16447;422,16450;495,16479;540,16521;559,16589;557,16609;553,16630;545,16652;545,16670;552,16690;560,16709;565,16728;600,16728;593,16710;584,16692;576,16673;571,16663;573,16655;578,16644;584,16625;587,16606;588,16587;587,16568;558,16499;517,16456;502,16447" o:connectangles="0,0,0,0,0,0,0,0,0,0,0,0,0,0,0,0,0,0,0,0,0,0,0,0,0,0,0,0"/>
                  </v:shape>
                </v:group>
                <v:group id="Group 71" o:spid="_x0000_s1133" style="position:absolute;left:12386;top:9902;width:215;height:217" coordorigin="12386,9902" coordsize="215,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hQ4c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oUOHFAAAA3AAA&#10;AA8AAAAAAAAAAAAAAAAAqgIAAGRycy9kb3ducmV2LnhtbFBLBQYAAAAABAAEAPoAAACcAwAAAAA=&#10;">
                  <v:shape id="Freeform 72" o:spid="_x0000_s1134" style="position:absolute;left:12386;top:9902;width:215;height:217;visibility:visible;mso-wrap-style:square;v-text-anchor:top" coordsize="215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QmjcQA&#10;AADcAAAADwAAAGRycy9kb3ducmV2LnhtbERPTWvCQBC9F/wPywi91U0UpI2uUgUlQXqoreBxyE43&#10;IdnZkF019td3C4Xe5vE+Z7kebCuu1PvasYJ0koAgLp2u2Sj4/Ng9PYPwAVlj65gU3MnDejV6WGKm&#10;3Y3f6XoMRsQQ9hkqqELoMil9WZFFP3EdceS+XG8xRNgbqXu8xXDbymmSzKXFmmNDhR1tKyqb48Uq&#10;GPzdvOzfTFF828PpND9vDk2+UepxPLwuQAQawr/4z53rOH+Wwu8z8QK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UJo3EAAAA3AAAAA8AAAAAAAAAAAAAAAAAmAIAAGRycy9k&#10;b3ducmV2LnhtbFBLBQYAAAAABAAEAPUAAACJAwAAAAA=&#10;" path="m113,l47,19,6,68,,88r2,27l27,179r50,34l107,217r23,-3l186,182r28,-58l213,98,185,36,134,3,113,xe" stroked="f">
                    <v:path arrowok="t" o:connecttype="custom" o:connectlocs="113,9902;47,9921;6,9970;0,9990;2,10017;27,10081;77,10115;107,10119;130,10116;186,10084;214,10026;213,10000;185,9938;134,9905;113,9902" o:connectangles="0,0,0,0,0,0,0,0,0,0,0,0,0,0,0"/>
                  </v:shape>
                </v:group>
                <v:group id="Group 67" o:spid="_x0000_s1135" style="position:absolute;left:12316;top:10140;width:554;height:290" coordorigin="12316,10140" coordsize="554,2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rDc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PoP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o2aw3CAAAA3AAAAA8A&#10;AAAAAAAAAAAAAAAAqgIAAGRycy9kb3ducmV2LnhtbFBLBQYAAAAABAAEAPoAAACZAwAAAAA=&#10;">
                  <v:shape id="Freeform 70" o:spid="_x0000_s1136" style="position:absolute;left:12316;top:10140;width:554;height:290;visibility:visible;mso-wrap-style:square;v-text-anchor:top" coordsize="554,2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3K68UA&#10;AADcAAAADwAAAGRycy9kb3ducmV2LnhtbESPQWvCQBCF7wX/wzKCN91oQEp0FRUqXjyYaqG3MTtN&#10;QrOz6e6q0V/fLQi9zfDevO/NfNmZRlzJ+dqygvEoAUFcWF1zqeD4/jZ8BeEDssbGMim4k4flovcy&#10;x0zbGx/omodSxBD2GSqoQmgzKX1RkUE/si1x1L6sMxji6kqpHd5iuGnkJEmm0mDNkVBhS5uKiu/8&#10;YiJkvfWrqaH8c5+eHme9Nrsf96HUoN+tZiACdeHf/Lze6Vg/TeHvmTiB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bcrrxQAAANwAAAAPAAAAAAAAAAAAAAAAAJgCAABkcnMv&#10;ZG93bnJldi54bWxQSwUGAAAAAAQABAD1AAAAigMAAAAA&#10;" path="m510,289r-208,l304,289r2,l507,289r3,xe" stroked="f">
                    <v:path arrowok="t" o:connecttype="custom" o:connectlocs="510,10429;302,10429;304,10429;306,10429;507,10429;510,10429" o:connectangles="0,0,0,0,0,0"/>
                  </v:shape>
                  <v:shape id="Freeform 69" o:spid="_x0000_s1137" style="position:absolute;left:12316;top:10140;width:554;height:290;visibility:visible;mso-wrap-style:square;v-text-anchor:top" coordsize="554,2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RSn8YA&#10;AADcAAAADwAAAGRycy9kb3ducmV2LnhtbESPT2sCMRDF7wW/QxjBW82qRWQ1igoVLz24/gFv42bc&#10;XdxMtkmqWz99Uyj0NsN7835vZovW1OJOzleWFQz6CQji3OqKCwWH/fvrBIQPyBpry6Tgmzws5p2X&#10;GabaPnhH9ywUIoawT1FBGUKTSunzkgz6vm2Io3a1zmCIqyukdviI4aaWwyQZS4MVR0KJDa1Lym/Z&#10;l4mQ1cYvx4ay88fo+Lzoldl+upNSvW67nIII1IZ/89/1Vsf6ozf4fSZOIO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4RSn8YAAADcAAAADwAAAAAAAAAAAAAAAACYAgAAZHJz&#10;L2Rvd25yZXYueG1sUEsFBgAAAAAEAAQA9QAAAIsDAAAAAA==&#10;" path="m188,l124,12,71,45,30,96,6,160,,207r2,28l11,257r12,17l39,285r19,4l300,289r2,l510,289r17,-5l543,271r11,-20l553,223,538,149,505,92,482,72r-150,l315,58,263,24,207,3,188,xe" stroked="f">
                    <v:path arrowok="t" o:connecttype="custom" o:connectlocs="188,10140;124,10152;71,10185;30,10236;6,10300;0,10347;2,10375;11,10397;23,10414;39,10425;58,10429;300,10429;302,10429;510,10429;527,10424;543,10411;554,10391;553,10363;538,10289;505,10232;482,10212;332,10212;315,10198;263,10164;207,10143;188,10140" o:connectangles="0,0,0,0,0,0,0,0,0,0,0,0,0,0,0,0,0,0,0,0,0,0,0,0,0,0"/>
                  </v:shape>
                  <v:shape id="Freeform 68" o:spid="_x0000_s1138" style="position:absolute;left:12316;top:10140;width:554;height:290;visibility:visible;mso-wrap-style:square;v-text-anchor:top" coordsize="554,2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j3BMYA&#10;AADcAAAADwAAAGRycy9kb3ducmV2LnhtbESPT2sCMRDF7wW/QxjBW82qVGQ1igoVLz24/gFv42bc&#10;XdxMtkmqWz99Uyj0NsN7835vZovW1OJOzleWFQz6CQji3OqKCwWH/fvrBIQPyBpry6Tgmzws5p2X&#10;GabaPnhH9ywUIoawT1FBGUKTSunzkgz6vm2Io3a1zmCIqyukdviI4aaWwyQZS4MVR0KJDa1Lym/Z&#10;l4mQ1cYvx4ay88fo+Lzoldl+upNSvW67nIII1IZ/89/1Vsf6ozf4fSZOIO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Mj3BMYAAADcAAAADwAAAAAAAAAAAAAAAACYAgAAZHJz&#10;L2Rvd25yZXYueG1sUEsFBgAAAAAEAAQA9QAAAIsDAAAAAA==&#10;" path="m408,46r-20,2l368,53r-19,8l332,72r150,l423,47,408,46xe" stroked="f">
                    <v:path arrowok="t" o:connecttype="custom" o:connectlocs="408,10186;388,10188;368,10193;349,10201;332,10212;482,10212;423,10187;408,10186" o:connectangles="0,0,0,0,0,0,0,0"/>
                  </v:shape>
                </v:group>
                <v:group id="Group 65" o:spid="_x0000_s1139" style="position:absolute;left:12633;top:9988;width:182;height:181" coordorigin="12633,9988" coordsize="182,1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1tDs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dA6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UNbQ7CAAAA3AAAAA8A&#10;AAAAAAAAAAAAAAAAqgIAAGRycy9kb3ducmV2LnhtbFBLBQYAAAAABAAEAPoAAACZAwAAAAA=&#10;">
                  <v:shape id="Freeform 66" o:spid="_x0000_s1140" style="position:absolute;left:12633;top:9988;width:182;height:181;visibility:visible;mso-wrap-style:square;v-text-anchor:top" coordsize="182,1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HIzsIA&#10;AADcAAAADwAAAGRycy9kb3ducmV2LnhtbERPS4vCMBC+C/6HMII3TVV8UI2yKwi77skHorexGdti&#10;MylNtPXfbxYWvM3H95zFqjGFeFLlcssKBv0IBHFidc6pguNh05uBcB5ZY2GZFLzIwWrZbi0w1rbm&#10;HT33PhUhhF2MCjLvy1hKl2Rk0PVtSRy4m60M+gCrVOoK6xBuCjmMook0mHNoyLCkdUbJff8wCsb1&#10;z8ldL8dt9LlJzs118j0eUqlUt9N8zEF4avxb/O/+0mH+aAp/z4QL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8cjOwgAAANwAAAAPAAAAAAAAAAAAAAAAAJgCAABkcnMvZG93&#10;bnJldi54bWxQSwUGAAAAAAQABAD1AAAAhwMAAAAA&#10;" path="m109,l39,18,,86r3,24l38,164r53,17l114,178r52,-37l182,100,179,74,146,18,109,xe" stroked="f">
                    <v:path arrowok="t" o:connecttype="custom" o:connectlocs="109,9988;39,10006;0,10074;3,10098;38,10152;91,10169;114,10166;166,10129;182,10088;179,10062;146,10006;109,9988" o:connectangles="0,0,0,0,0,0,0,0,0,0,0,0"/>
                  </v:shape>
                </v:group>
                <v:group id="Group 62" o:spid="_x0000_s1141" style="position:absolute;left:12175;top:9761;width:862;height:864" coordorigin="12175,9761" coordsize="862,8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95c58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veXOfFAAAA3AAA&#10;AA8AAAAAAAAAAAAAAAAAqgIAAGRycy9kb3ducmV2LnhtbFBLBQYAAAAABAAEAPoAAACcAwAAAAA=&#10;">
                  <v:shape id="Freeform 64" o:spid="_x0000_s1142" style="position:absolute;left:12175;top:9761;width:862;height:864;visibility:visible;mso-wrap-style:square;v-text-anchor:top" coordsize="862,8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QG68AA&#10;AADcAAAADwAAAGRycy9kb3ducmV2LnhtbERPTYvCMBC9C/6HMAteZE1VWHarUYqgaPe0KngdmrEp&#10;20xKE7X+eyMI3ubxPme+7GwtrtT6yrGC8SgBQVw4XXGp4HhYf36D8AFZY+2YFNzJw3LR780x1e7G&#10;f3Tdh1LEEPYpKjAhNKmUvjBk0Y9cQxy5s2sthgjbUuoWbzHc1nKSJF/SYsWxwWBDK0PF//5iFTQV&#10;n09jzDe7fJgR7shk+W+n1OCjy2YgAnXhLX65tzrOn/7A85l4gVw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PQG68AAAADcAAAADwAAAAAAAAAAAAAAAACYAgAAZHJzL2Rvd25y&#10;ZXYueG1sUEsFBgAAAAAEAAQA9QAAAIUDAAAAAA==&#10;" path="m431,l361,6,295,22,233,49,177,84r-51,43l83,177,48,234,22,296,6,362,,431r,3l6,502r16,66l48,630r35,57l126,737r51,43l233,815r62,27l361,858r70,6l466,862r35,-4l535,851r32,-9l593,832r-149,l421,831r-65,-7l295,808,240,783,176,740,131,695,94,644,65,590,40,515,32,455r,-21l16,432r16,l32,410r2,-21l45,328,66,270,94,216r37,-48l175,125,225,90,279,62,337,43,398,33r21,-1l593,32,567,22,535,13,501,6,466,2,431,xe" stroked="f">
                    <v:path arrowok="t" o:connecttype="custom" o:connectlocs="431,9761;361,9767;295,9783;233,9810;177,9845;126,9888;83,9938;48,9995;22,10057;6,10123;0,10192;0,10195;6,10263;22,10329;48,10391;83,10448;126,10498;177,10541;233,10576;295,10603;361,10619;431,10625;466,10623;501,10619;535,10612;567,10603;593,10593;444,10593;421,10592;356,10585;295,10569;240,10544;176,10501;131,10456;94,10405;65,10351;40,10276;32,10216;32,10195;16,10193;32,10193;32,10171;34,10150;45,10089;66,10031;94,9977;131,9929;175,9886;225,9851;279,9823;337,9804;398,9794;419,9793;593,9793;567,9783;535,9774;501,9767;466,9763;431,9761" o:connectangles="0,0,0,0,0,0,0,0,0,0,0,0,0,0,0,0,0,0,0,0,0,0,0,0,0,0,0,0,0,0,0,0,0,0,0,0,0,0,0,0,0,0,0,0,0,0,0,0,0,0,0,0,0,0,0,0,0,0,0"/>
                  </v:shape>
                  <v:shape id="Freeform 63" o:spid="_x0000_s1143" style="position:absolute;left:12175;top:9761;width:862;height:864;visibility:visible;mso-wrap-style:square;v-text-anchor:top" coordsize="862,8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jcC8QA&#10;AADcAAAADwAAAGRycy9kb3ducmV2LnhtbESPT2vCQBDF7wW/wzJCL0U3llIkukoQKhpP/gGvQ3bM&#10;BrOzIbvV9Nt3DoXeZnhv3vvNcj34Vj2oj01gA7NpBoq4Crbh2sDl/DWZg4oJ2WIbmAz8UIT1avSy&#10;xNyGJx/pcUq1khCOORpwKXW51rFy5DFOQ0cs2i30HpOsfa1tj08J961+z7JP7bFhaXDY0cZRdT99&#10;ewNdw7frDMvtvnwrCPfkivIwGPM6HooFqERD+jf/Xe+s4H8IvjwjE+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I3AvEAAAA3AAAAA8AAAAAAAAAAAAAAAAAmAIAAGRycy9k&#10;b3ducmV2LnhtbFBLBQYAAAAABAAEAPUAAACJAwAAAAA=&#10;" path="m593,32r-174,l442,32r22,2l528,45r58,19l656,101r61,52l757,203r32,53l811,312r17,78l830,431r,21l822,515r-18,60l778,630r-33,49l703,724r-48,39l602,793r-56,22l486,828r-42,4l593,832r65,-33l711,760r47,-47l797,659r31,-59l849,536r11,-69l862,431r-2,-34l849,328,828,264,797,205,758,151,711,104,658,65,599,34r-6,-2xe" stroked="f">
                    <v:path arrowok="t" o:connecttype="custom" o:connectlocs="593,9793;419,9793;442,9793;464,9795;528,9806;586,9825;656,9862;717,9914;757,9964;789,10017;811,10073;828,10151;830,10192;830,10213;822,10276;804,10336;778,10391;745,10440;703,10485;655,10524;602,10554;546,10576;486,10589;444,10593;593,10593;658,10560;711,10521;758,10474;797,10420;828,10361;849,10297;860,10228;862,10192;860,10158;849,10089;828,10025;797,9966;758,9912;711,9865;658,9826;599,9795;593,9793" o:connectangles="0,0,0,0,0,0,0,0,0,0,0,0,0,0,0,0,0,0,0,0,0,0,0,0,0,0,0,0,0,0,0,0,0,0,0,0,0,0,0,0,0,0"/>
                  </v:shape>
                </v:group>
                <v:group id="Group 53" o:spid="_x0000_s1144" style="position:absolute;left:12274;top:12552;width:689;height:470" coordorigin="12274,12552" coordsize="689,4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    <v:shape id="Freeform 61" o:spid="_x0000_s1145" style="position:absolute;left:12274;top:12552;width:689;height:470;visibility:visible;mso-wrap-style:square;v-text-anchor:top" coordsize="689,4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Q3YMIA&#10;AADcAAAADwAAAGRycy9kb3ducmV2LnhtbERPS4vCMBC+L+x/CLPgTVOLyFqNsoiKFw8+EL2NzdjW&#10;bSaliVr99WZB2Nt8fM8ZTRpTihvVrrCsoNuJQBCnVhecKdht5+1vEM4jaywtk4IHOZiMPz9GmGh7&#10;5zXdNj4TIYRdggpy76tESpfmZNB1bEUcuLOtDfoA60zqGu8h3JQyjqK+NFhwaMixomlO6e/mahTM&#10;42P3Yg+zE/Ngtdov+EJx+lSq9dX8DEF4avy/+O1e6jC/F8PfM+ECOX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NDdgwgAAANwAAAAPAAAAAAAAAAAAAAAAAJgCAABkcnMvZG93&#10;bnJldi54bWxQSwUGAAAAAAQABAD1AAAAhwMAAAAA&#10;" path="m227,217r-73,20l122,270,14,284r-8,l,291r,15l7,312r94,l95,328,80,407r-1,17l79,426r-1,6l145,461r60,8l229,468r62,-6l359,441r-138,l201,441,142,431,118,379r1,-21l148,285r66,-39l299,246r-1,-1l281,232r-18,-8l245,219r-18,-2xe" stroked="f">
                    <v:path arrowok="t" o:connecttype="custom" o:connectlocs="227,12769;154,12789;122,12822;14,12836;6,12836;0,12843;0,12858;7,12864;101,12864;95,12880;80,12959;79,12976;79,12978;78,12984;145,13013;205,13021;229,13020;291,13014;359,12993;221,12993;201,12993;142,12983;118,12931;119,12910;148,12837;214,12798;299,12798;298,12797;281,12784;263,12776;245,12771;227,12769" o:connectangles="0,0,0,0,0,0,0,0,0,0,0,0,0,0,0,0,0,0,0,0,0,0,0,0,0,0,0,0,0,0,0,0"/>
                  </v:shape>
                  <v:shape id="Freeform 60" o:spid="_x0000_s1146" style="position:absolute;left:12274;top:12552;width:689;height:470;visibility:visible;mso-wrap-style:square;v-text-anchor:top" coordsize="689,4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iS+8MA&#10;AADcAAAADwAAAGRycy9kb3ducmV2LnhtbERPTWvCQBC9F/wPywje6sYoRaOrlKKlFw9VEb2N2TGJ&#10;ZmdDdtXor3eFQm/zeJ8zmTWmFFeqXWFZQa8bgSBOrS44U7BZL96HIJxH1lhaJgV3cjCbtt4mmGh7&#10;41+6rnwmQgi7BBXk3leJlC7NyaDr2oo4cEdbG/QB1pnUNd5CuCllHEUf0mDBoSHHir5ySs+ri1Gw&#10;iPe9k93ND8yj5XL7zSeK04dSnXbzOQbhqfH/4j/3jw7zB314PRMukN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niS+8MAAADcAAAADwAAAAAAAAAAAAAAAACYAgAAZHJzL2Rv&#10;d25yZXYueG1sUEsFBgAAAAAEAAQA9QAAAIgDAAAAAA==&#10;" path="m299,246r-85,l237,248r20,6l301,295r26,71l334,409r-18,11l258,439r-37,2l359,441r2,l365,433r-2,-7l364,424,354,356r-9,-35l585,312r98,l689,305r,-14l682,284r-353,l314,262,299,246xe" stroked="f">
                    <v:path arrowok="t" o:connecttype="custom" o:connectlocs="299,12798;214,12798;237,12800;257,12806;301,12847;327,12918;334,12961;316,12972;258,12991;221,12993;359,12993;361,12993;365,12985;363,12978;364,12976;354,12908;345,12873;585,12864;683,12864;689,12857;689,12843;682,12836;329,12836;314,12814;299,12798" o:connectangles="0,0,0,0,0,0,0,0,0,0,0,0,0,0,0,0,0,0,0,0,0,0,0,0,0"/>
                  </v:shape>
                  <v:shape id="Freeform 59" o:spid="_x0000_s1147" style="position:absolute;left:12274;top:12552;width:689;height:470;visibility:visible;mso-wrap-style:square;v-text-anchor:top" coordsize="689,4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EKj8MA&#10;AADcAAAADwAAAGRycy9kb3ducmV2LnhtbERPS2vCQBC+F/wPywi96SZBSo2uIlJLLx5qi7S3MTvm&#10;YXY2ZLdJ9Nd3C0Jv8/E9Z7keTC06al1pWUE8jUAQZ1aXnCv4/NhNnkE4j6yxtkwKruRgvRo9LDHV&#10;tud36g4+FyGEXYoKCu+bVEqXFWTQTW1DHLizbQ36ANtc6hb7EG5qmUTRkzRYcmgosKFtQdnl8GMU&#10;7JLvuLJfLyfm+X5/fOWKkuym1ON42CxAeBr8v/juftNh/mwGf8+EC+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ZEKj8MAAADcAAAADwAAAAAAAAAAAAAAAACYAgAAZHJzL2Rv&#10;d25yZXYueG1sUEsFBgAAAAAEAAQA9QAAAIgDAAAAAA==&#10;" path="m496,150r-70,18l387,219r-16,58l329,284r70,l404,255r8,-24l423,211r12,-15l451,185r17,-5l555,180,542,168r-15,-9l511,153r-15,-3xe" stroked="f">
                    <v:path arrowok="t" o:connecttype="custom" o:connectlocs="496,12702;426,12720;387,12771;371,12829;329,12836;399,12836;404,12807;412,12783;423,12763;435,12748;451,12737;468,12732;555,12732;542,12720;527,12711;511,12705;496,12702" o:connectangles="0,0,0,0,0,0,0,0,0,0,0,0,0,0,0,0,0"/>
                  </v:shape>
                  <v:shape id="Freeform 58" o:spid="_x0000_s1148" style="position:absolute;left:12274;top:12552;width:689;height:470;visibility:visible;mso-wrap-style:square;v-text-anchor:top" coordsize="689,4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2vFMMA&#10;AADcAAAADwAAAGRycy9kb3ducmV2LnhtbERPTWvCQBC9F/wPywje6sagRaOrlKKlFw9VEb2N2TGJ&#10;ZmdDdtXor3eFQm/zeJ8zmTWmFFeqXWFZQa8bgSBOrS44U7BZL96HIJxH1lhaJgV3cjCbtt4mmGh7&#10;41+6rnwmQgi7BBXk3leJlC7NyaDr2oo4cEdbG/QB1pnUNd5CuCllHEUf0mDBoSHHir5ySs+ri1Gw&#10;iPe9k93ND8yj5XL7zSeK04dSnXbzOQbhqfH/4j/3jw7z+wN4PRMukN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t2vFMMAAADcAAAADwAAAAAAAAAAAAAAAACYAgAAZHJzL2Rv&#10;d25yZXYueG1sUEsFBgAAAAAEAAQA9QAAAIgDAAAAAA==&#10;" path="m555,180r-87,l492,181r20,6l561,249r6,26l399,284r198,l590,250r-9,-29l570,199,557,181r-2,-1xe" stroked="f">
                    <v:path arrowok="t" o:connecttype="custom" o:connectlocs="555,12732;468,12732;492,12733;512,12739;561,12801;567,12827;399,12836;597,12836;590,12802;581,12773;570,12751;557,12733;555,12732" o:connectangles="0,0,0,0,0,0,0,0,0,0,0,0,0"/>
                  </v:shape>
                  <v:shape id="Freeform 57" o:spid="_x0000_s1149" style="position:absolute;left:12274;top:12552;width:689;height:470;visibility:visible;mso-wrap-style:square;v-text-anchor:top" coordsize="689,4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8xY8QA&#10;AADcAAAADwAAAGRycy9kb3ducmV2LnhtbERPTWvCQBC9C/6HZYTemk1CCTa6ikhTvHioLaW9jdlp&#10;EpudDdlVo7++KxS8zeN9znw5mFacqHeNZQVJFIMgLq1uuFLw8V48TkE4j6yxtUwKLuRguRiP5phr&#10;e+Y3Ou18JUIIuxwV1N53uZSurMmgi2xHHLgf2xv0AfaV1D2eQ7hpZRrHmTTYcGiosaN1TeXv7mgU&#10;FOl3crBfL3vm5+3285UPlJZXpR4mw2oGwtPg7+J/90aH+U8Z3J4JF8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PMWPEAAAA3AAAAA8AAAAAAAAAAAAAAAAAmAIAAGRycy9k&#10;b3ducmV2LnhtbFBLBQYAAAAABAAEAPUAAACJAwAAAAA=&#10;" path="m240,35l171,54r-27,51l147,128r38,50l221,187r23,-3l264,174r16,-14l284,155r-46,l211,153r-21,-9l178,130r-6,-17l177,90,189,72,207,62r14,-2l278,60r-3,-5l259,42,240,35xe" stroked="f">
                    <v:path arrowok="t" o:connecttype="custom" o:connectlocs="240,12587;171,12606;144,12657;147,12680;185,12730;221,12739;244,12736;264,12726;280,12712;284,12707;238,12707;211,12705;190,12696;178,12682;172,12665;177,12642;189,12624;207,12614;221,12612;278,12612;275,12607;259,12594;240,12587" o:connectangles="0,0,0,0,0,0,0,0,0,0,0,0,0,0,0,0,0,0,0,0,0,0,0"/>
                  </v:shape>
                  <v:shape id="Freeform 56" o:spid="_x0000_s1150" style="position:absolute;left:12274;top:12552;width:689;height:470;visibility:visible;mso-wrap-style:square;v-text-anchor:top" coordsize="689,4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OU+MMA&#10;AADcAAAADwAAAGRycy9kb3ducmV2LnhtbERPTWvCQBC9F/wPywje6sYgVqOrlKKlFw9VEb2N2TGJ&#10;ZmdDdtXor3eFQm/zeJ8zmTWmFFeqXWFZQa8bgSBOrS44U7BZL96HIJxH1lhaJgV3cjCbtt4mmGh7&#10;41+6rnwmQgi7BBXk3leJlC7NyaDr2oo4cEdbG/QB1pnUNd5CuCllHEUDabDg0JBjRV85pefVxShY&#10;xPveye7mB+bRcrn95hPF6UOpTrv5HIPw1Ph/8Z/7R4f5/Q94PRMukN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UOU+MMAAADcAAAADwAAAAAAAAAAAAAAAACYAgAAZHJzL2Rv&#10;d25yZXYueG1sUEsFBgAAAAAEAAQA9QAAAIgDAAAAAA==&#10;" path="m278,60r-57,l243,65r17,14l269,99r-4,25l255,143r-17,12l284,155r8,-13l298,121,295,95,287,73,278,60xe" stroked="f">
                    <v:path arrowok="t" o:connecttype="custom" o:connectlocs="278,12612;221,12612;243,12617;260,12631;269,12651;265,12676;255,12695;238,12707;284,12707;292,12694;298,12673;295,12647;287,12625;278,12612" o:connectangles="0,0,0,0,0,0,0,0,0,0,0,0,0,0"/>
                  </v:shape>
                  <v:shape id="Freeform 55" o:spid="_x0000_s1151" style="position:absolute;left:12274;top:12552;width:689;height:470;visibility:visible;mso-wrap-style:square;v-text-anchor:top" coordsize="689,4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wAisYA&#10;AADcAAAADwAAAGRycy9kb3ducmV2LnhtbESPT2vCQBDF7wW/wzKF3urGUEqNrlJEpRcP/kH0NmbH&#10;JJqdDdmtpn76zqHQ2wzvzXu/GU87V6sbtaHybGDQT0AR595WXBjYbRevH6BCRLZYeyYDPxRgOuk9&#10;jTGz/s5rum1ioSSEQ4YGyhibTOuQl+Qw9H1DLNrZtw6jrG2hbYt3CXe1TpPkXTusWBpKbGhWUn7d&#10;fDsDi/Q4uPjD/MQ8XK32S75Qmj+MeXnuPkegInXx3/x3/WUF/01o5RmZQE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NwAisYAAADcAAAADwAAAAAAAAAAAAAAAACYAgAAZHJz&#10;L2Rvd25yZXYueG1sUEsFBgAAAAAEAAQA9QAAAIsDAAAAAA==&#10;" path="m503,l436,20,420,54r,1l448,113r35,11l506,120r18,-11l538,92r1,-2l500,90,473,89,456,79,449,64r5,-23l469,27r14,-3l534,24,520,9,503,xe" stroked="f">
                    <v:path arrowok="t" o:connecttype="custom" o:connectlocs="503,12552;436,12572;420,12606;420,12607;448,12665;483,12676;506,12672;524,12661;538,12644;539,12642;500,12642;473,12641;456,12631;449,12616;454,12593;469,12579;483,12576;534,12576;520,12561;503,12552" o:connectangles="0,0,0,0,0,0,0,0,0,0,0,0,0,0,0,0,0,0,0,0"/>
                  </v:shape>
                  <v:shape id="Freeform 54" o:spid="_x0000_s1152" style="position:absolute;left:12274;top:12552;width:689;height:470;visibility:visible;mso-wrap-style:square;v-text-anchor:top" coordsize="689,4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ClEcQA&#10;AADcAAAADwAAAGRycy9kb3ducmV2LnhtbERPTWvCQBC9F/wPywi9NRtDKRqziogRLx5qS2lvY3aa&#10;xGZnQ3aNaX+9Kwi9zeN9TrYcTCN66lxtWcEkikEQF1bXXCp4f8ufpiCcR9bYWCYFv+RguRg9ZJhq&#10;e+FX6g++FCGEXYoKKu/bVEpXVGTQRbYlDty37Qz6ALtS6g4vIdw0MonjF2mw5tBQYUvrioqfw9ko&#10;yJOvycl+bo7Ms/3+Y8snSoo/pR7Hw2oOwtPg/8V3906H+c8zuD0TLpC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QpRHEAAAA3AAAAA8AAAAAAAAAAAAAAAAAmAIAAGRycy9k&#10;b3ducmV2LnhtbFBLBQYAAAAABAAEAPUAAACJAwAAAAA=&#10;" path="m534,24r-51,l504,31r13,18l513,74,500,90r39,l546,71,543,45,534,25r,-1xe" stroked="f">
                    <v:path arrowok="t" o:connecttype="custom" o:connectlocs="534,12576;483,12576;504,12583;517,12601;513,12626;500,12642;539,12642;546,12623;543,12597;534,12577;534,12576" o:connectangles="0,0,0,0,0,0,0,0,0,0,0"/>
                  </v:shape>
                </v:group>
                <v:group id="Group 50" o:spid="_x0000_s1153" style="position:absolute;left:12177;top:12354;width:874;height:875" coordorigin="12177,12354" coordsize="874,8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He1Qc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d7VBxgAAANwA&#10;AAAPAAAAAAAAAAAAAAAAAKoCAABkcnMvZG93bnJldi54bWxQSwUGAAAAAAQABAD6AAAAnQMAAAAA&#10;">
                  <v:shape id="Freeform 52" o:spid="_x0000_s1154" style="position:absolute;left:12177;top:12354;width:874;height:875;visibility:visible;mso-wrap-style:square;v-text-anchor:top" coordsize="874,8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z5yMMA&#10;AADcAAAADwAAAGRycy9kb3ducmV2LnhtbERPTWvCQBC9F/wPyxR6KXWjRSmpmyCCKHhq9GBvQ3aa&#10;DcnOxt1V03/fLRR6m8f7nFU52l7cyIfWsYLZNANBXDvdcqPgdNy+vIEIEVlj75gUfFOAspg8rDDX&#10;7s4fdKtiI1IIhxwVmBiHXMpQG7IYpm4gTtyX8xZjgr6R2uM9hdtezrNsKS22nBoMDrQxVHfV1SpY&#10;HEzlj92zXV7ws8PL7vx6mO+Venoc1+8gIo3xX/zn3us0fzGD32fSB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lz5yMMAAADcAAAADwAAAAAAAAAAAAAAAACYAgAAZHJzL2Rv&#10;d25yZXYueG1sUEsFBgAAAAAEAAQA9QAAAIgDAAAAAA==&#10;" path="m436,l365,6,298,22,236,49,178,84r-51,44l84,179,48,236,22,299,5,366,,437r1,36l12,542r22,66l65,668r40,54l152,769r54,40l266,840r65,22l400,873r36,2l472,873r35,-4l541,862r33,-10l601,843r-147,l430,842r-66,-7l303,819,230,786,168,741,126,698,91,648,63,594,44,536,33,475,32,454,16,437r16,l32,416r2,-21l45,333,65,275,94,221r35,-48l174,129,224,93,278,65,335,45,395,34r21,-2l601,32,574,22,541,13,507,6,472,1,436,xe" stroked="f">
                    <v:path arrowok="t" o:connecttype="custom" o:connectlocs="436,12354;365,12360;298,12376;236,12403;178,12438;127,12482;84,12533;48,12590;22,12653;5,12720;0,12791;1,12827;12,12896;34,12962;65,13022;105,13076;152,13123;206,13163;266,13194;331,13216;400,13227;436,13229;472,13227;507,13223;541,13216;574,13206;601,13197;454,13197;430,13196;364,13189;303,13173;230,13140;168,13095;126,13052;91,13002;63,12948;44,12890;33,12829;32,12808;16,12791;32,12791;32,12770;34,12749;45,12687;65,12629;94,12575;129,12527;174,12483;224,12447;278,12419;335,12399;395,12388;416,12386;601,12386;574,12376;541,12367;507,12360;472,12355;436,12354" o:connectangles="0,0,0,0,0,0,0,0,0,0,0,0,0,0,0,0,0,0,0,0,0,0,0,0,0,0,0,0,0,0,0,0,0,0,0,0,0,0,0,0,0,0,0,0,0,0,0,0,0,0,0,0,0,0,0,0,0,0,0"/>
                  </v:shape>
                  <v:shape id="Freeform 51" o:spid="_x0000_s1155" style="position:absolute;left:12177;top:12354;width:874;height:875;visibility:visible;mso-wrap-style:square;v-text-anchor:top" coordsize="874,8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5nv8MA&#10;AADcAAAADwAAAGRycy9kb3ducmV2LnhtbERPTWsCMRC9F/wPYYReimbdoshqlFKQCp5cPbS3YTNu&#10;lt1M1iTV7b9vhEJv83ifs94OthM38qFxrGA2zUAQV043XCs4n3aTJYgQkTV2jknBDwXYbkZPayy0&#10;u/ORbmWsRQrhUKACE2NfSBkqQxbD1PXEibs4bzEm6GupPd5TuO1knmULabHh1GCwp3dDVVt+WwXz&#10;gyn9qX2xiyt+tXj9+Hw95HulnsfD2wpEpCH+i//ce53mz3N4PJMu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o5nv8MAAADcAAAADwAAAAAAAAAAAAAAAACYAgAAZHJzL2Rv&#10;d25yZXYueG1sUEsFBgAAAAAEAAQA9QAAAIgDAAAAAA==&#10;" path="m601,32r-185,l440,33r23,1l528,44r59,18l657,98r59,47l758,192r33,51l816,299r17,58l840,419r,23l833,509r-16,61l785,643r-45,62l697,747r-50,36l593,811r-58,20l474,841r-20,2l601,843r65,-34l720,769r48,-47l807,668r31,-60l860,542r11,-69l873,437r-2,-35l860,332,838,267,807,207,768,153,720,105,666,66,606,34r-5,-2xe" stroked="f">
                    <v:path arrowok="t" o:connecttype="custom" o:connectlocs="601,12386;416,12386;440,12387;463,12388;528,12398;587,12416;657,12452;716,12499;758,12546;791,12597;816,12653;833,12711;840,12773;840,12796;833,12863;817,12924;785,12997;740,13059;697,13101;647,13137;593,13165;535,13185;474,13195;454,13197;601,13197;666,13163;720,13123;768,13076;807,13022;838,12962;860,12896;871,12827;873,12791;871,12756;860,12686;838,12621;807,12561;768,12507;720,12459;666,12420;606,12388;601,12386" o:connectangles="0,0,0,0,0,0,0,0,0,0,0,0,0,0,0,0,0,0,0,0,0,0,0,0,0,0,0,0,0,0,0,0,0,0,0,0,0,0,0,0,0,0"/>
                  </v:shape>
                </v:group>
                <v:group id="Group 46" o:spid="_x0000_s1156" style="position:absolute;left:11666;top:13580;width:360;height:675" coordorigin="11666,13580" coordsize="360,6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UrNs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OUC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pSs2wwAAANwAAAAP&#10;AAAAAAAAAAAAAAAAAKoCAABkcnMvZG93bnJldi54bWxQSwUGAAAAAAQABAD6AAAAmgMAAAAA&#10;">
                  <v:shape id="Freeform 48" o:spid="_x0000_s1157" style="position:absolute;left:11666;top:13580;width:360;height:675;visibility:visible;mso-wrap-style:square;v-text-anchor:top" coordsize="360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hl8MQA&#10;AADcAAAADwAAAGRycy9kb3ducmV2LnhtbESPT4vCMBDF74LfIYzgbU1VXN2uUUQQFC/+O+zehmZs&#10;i82kJLHWb28WFrzN8N6835v5sjWVaMj50rKC4SABQZxZXXKu4HLefMxA+ICssbJMCp7kYbnoduaY&#10;avvgIzWnkIsYwj5FBUUIdSqlzwoy6Ae2Jo7a1TqDIa4ul9rhI4abSo6S5FMaLDkSCqxpXVB2O91N&#10;hJS/Q+MPu7Xb/+iW99OvZnwISvV77eobRKA2vM3/11sd608m8PdMnEAu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YZfDEAAAA3AAAAA8AAAAAAAAAAAAAAAAAmAIAAGRycy9k&#10;b3ducmV2LnhtbFBLBQYAAAAABAAEAPUAAACJAwAAAAA=&#10;" path="m273,461r-15,l266,462r5,l273,461xe" fillcolor="#00aeef" stroked="f">
                    <v:path arrowok="t" o:connecttype="custom" o:connectlocs="273,14041;258,14041;266,14042;271,14042;273,14041" o:connectangles="0,0,0,0,0"/>
                  </v:shape>
                  <v:shape id="Freeform 47" o:spid="_x0000_s1158" style="position:absolute;left:11666;top:13580;width:360;height:675;visibility:visible;mso-wrap-style:square;v-text-anchor:top" coordsize="360,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r7h8QA&#10;AADcAAAADwAAAGRycy9kb3ducmV2LnhtbESPT4vCMBDF74LfIYzgbU1VVt2uUUQQXLz477B7G5qx&#10;LTaTksRav70RFrzN8N6835v5sjWVaMj50rKC4SABQZxZXXKu4HzafMxA+ICssbJMCh7kYbnoduaY&#10;anvnAzXHkIsYwj5FBUUIdSqlzwoy6Ae2Jo7axTqDIa4ul9rhPYabSo6SZCINlhwJBda0Lii7Hm8m&#10;Qsq/ofH7n7Xb/eqWd9OvZrwPSvV77eobRKA2vM3/11sd639O4PVMnEA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+K+4fEAAAA3AAAAA8AAAAAAAAAAAAAAAAAmAIAAGRycy9k&#10;b3ducmV2LnhtbFBLBQYAAAAABAAEAPUAAACJAwAAAAA=&#10;" path="m330,294r-4,1l310,304r-15,7l275,316r-26,4l350,320,336,304r-1,-1l334,302r,-1l330,294xe" fillcolor="#00aeef" stroked="f">
                    <v:path arrowok="t" o:connecttype="custom" o:connectlocs="330,13874;326,13875;310,13884;295,13891;275,13896;249,13900;350,13900;336,13884;335,13883;334,13882;334,13881;330,13874" o:connectangles="0,0,0,0,0,0,0,0,0,0,0,0"/>
                  </v:shape>
                </v:group>
                <v:shape id="Freeform 42" o:spid="_x0000_s1159" style="position:absolute;left:10998;top:14203;width:622;height:603;visibility:visible;mso-wrap-style:square;v-text-anchor:top" coordsize="622,6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AensAA&#10;AADcAAAADwAAAGRycy9kb3ducmV2LnhtbERPTYvCMBC9C/6HMII3TetCka6pSGFB9rCi1vvQzLal&#10;zaQ02dr990YQvM3jfc5uP5lOjDS4xrKCeB2BIC6tbrhSUFy/VlsQziNr7CyTgn9ysM/msx2m2t75&#10;TOPFVyKEsEtRQe19n0rpypoMurXtiQP3aweDPsChknrAewg3ndxEUSINNhwaauwpr6lsL39Gwdne&#10;8twW3CZu+3Edf6LqOz4dlFoupsMnCE+Tf4tf7qMO85MYns+EC2T2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QAensAAAADcAAAADwAAAAAAAAAAAAAAAACYAgAAZHJzL2Rvd25y&#10;ZXYueG1sUEsFBgAAAAAEAAQA9QAAAIUDAAAAAA==&#10;" path="m551,13r-14,l551,13xe" fillcolor="#00aeef" stroked="f">
                  <v:path arrowok="t" o:connecttype="custom" o:connectlocs="551,14216;537,14216;551,14216" o:connectangles="0,0,0"/>
                </v:shape>
                <v:shape id="Freeform 29" o:spid="_x0000_s1160" style="position:absolute;left:8377;top:9884;width:1057;height:1786;visibility:visible;mso-wrap-style:square;v-text-anchor:top" coordsize="1057,17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dlvMIA&#10;AADcAAAADwAAAGRycy9kb3ducmV2LnhtbERPzWrCQBC+F3yHZYTedGNptUQ3omJpETyofYAhMyYh&#10;2dmQ3Wrs03cFobf5+H5nsextoy7c+cqJgck4AcWSO6qkMPB9+hi9g/IBhbBxwgZu7GGZDZ4WmJK7&#10;yoEvx1CoGCI+RQNlCG2qtc9LtujHrmWJ3Nl1FkOEXaGpw2sMt41+SZKptlhJbCix5U3JeX38sQaK&#10;hDZbu55OfmlPbzf3uW1pVxvzPOxXc1CB+/Avfri/KM6fvcL9mXiB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R2W8wgAAANwAAAAPAAAAAAAAAAAAAAAAAJgCAABkcnMvZG93&#10;bnJldi54bWxQSwUGAAAAAAQABAD1AAAAhwMAAAAA&#10;" path="m982,1785r-192,l974,1786r8,-1xe" fillcolor="#ce350a" stroked="f">
                  <v:path arrowok="t" o:connecttype="custom" o:connectlocs="982,11669;790,11669;974,11670;982,11669" o:connectangles="0,0,0,0"/>
                </v:shape>
                <w10:wrap anchorx="page"/>
              </v:group>
            </w:pict>
          </mc:Fallback>
        </mc:AlternateContent>
      </w:r>
    </w:p>
    <w:p w:rsidR="00AD25D5" w:rsidRDefault="00AD25D5">
      <w:pPr>
        <w:rPr>
          <w:rFonts w:ascii="Calibri" w:eastAsia="Calibri" w:hAnsi="Calibri" w:cs="Calibri"/>
          <w:sz w:val="18"/>
          <w:szCs w:val="18"/>
        </w:rPr>
        <w:sectPr w:rsidR="00AD25D5">
          <w:type w:val="continuous"/>
          <w:pgSz w:w="16840" w:h="23820"/>
          <w:pgMar w:top="240" w:right="220" w:bottom="0" w:left="220" w:header="720" w:footer="720" w:gutter="0"/>
          <w:cols w:space="720"/>
        </w:sectPr>
      </w:pPr>
    </w:p>
    <w:p w:rsidR="00AD25D5" w:rsidRDefault="00224BB2">
      <w:pPr>
        <w:pStyle w:val="Heading2"/>
        <w:spacing w:line="360" w:lineRule="exact"/>
        <w:ind w:left="5108" w:hanging="766"/>
        <w:rPr>
          <w:b w:val="0"/>
          <w:bCs w:val="0"/>
        </w:rPr>
      </w:pPr>
      <w:r>
        <w:rPr>
          <w:noProof/>
          <w:lang w:val="en-AU" w:eastAsia="en-AU"/>
        </w:rPr>
        <w:lastRenderedPageBreak/>
        <mc:AlternateContent>
          <mc:Choice Requires="wpg">
            <w:drawing>
              <wp:anchor distT="0" distB="0" distL="114300" distR="114300" simplePos="0" relativeHeight="1264" behindDoc="0" locked="0" layoutInCell="1" allowOverlap="1" wp14:anchorId="58B7D547" wp14:editId="1F7DF530">
                <wp:simplePos x="0" y="0"/>
                <wp:positionH relativeFrom="page">
                  <wp:posOffset>209550</wp:posOffset>
                </wp:positionH>
                <wp:positionV relativeFrom="paragraph">
                  <wp:posOffset>-43180</wp:posOffset>
                </wp:positionV>
                <wp:extent cx="2303780" cy="3863975"/>
                <wp:effectExtent l="0" t="4445" r="1270" b="17780"/>
                <wp:wrapNone/>
                <wp:docPr id="9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3780" cy="3863975"/>
                          <a:chOff x="330" y="-68"/>
                          <a:chExt cx="3628" cy="6085"/>
                        </a:xfrm>
                      </wpg:grpSpPr>
                      <wpg:grpSp>
                        <wpg:cNvPr id="10" name="Group 16"/>
                        <wpg:cNvGrpSpPr>
                          <a:grpSpLocks/>
                        </wpg:cNvGrpSpPr>
                        <wpg:grpSpPr bwMode="auto">
                          <a:xfrm>
                            <a:off x="350" y="-48"/>
                            <a:ext cx="3588" cy="6045"/>
                            <a:chOff x="350" y="-48"/>
                            <a:chExt cx="3588" cy="6045"/>
                          </a:xfrm>
                        </wpg:grpSpPr>
                        <wps:wsp>
                          <wps:cNvPr id="11" name="Freeform 17"/>
                          <wps:cNvSpPr>
                            <a:spLocks/>
                          </wps:cNvSpPr>
                          <wps:spPr bwMode="auto">
                            <a:xfrm>
                              <a:off x="350" y="-48"/>
                              <a:ext cx="3588" cy="6045"/>
                            </a:xfrm>
                            <a:custGeom>
                              <a:avLst/>
                              <a:gdLst>
                                <a:gd name="T0" fmla="+- 0 350 350"/>
                                <a:gd name="T1" fmla="*/ T0 w 3588"/>
                                <a:gd name="T2" fmla="+- 0 -48 -48"/>
                                <a:gd name="T3" fmla="*/ -48 h 6045"/>
                                <a:gd name="T4" fmla="+- 0 350 350"/>
                                <a:gd name="T5" fmla="*/ T4 w 3588"/>
                                <a:gd name="T6" fmla="+- 0 5544 -48"/>
                                <a:gd name="T7" fmla="*/ 5544 h 6045"/>
                                <a:gd name="T8" fmla="+- 0 2144 350"/>
                                <a:gd name="T9" fmla="*/ T8 w 3588"/>
                                <a:gd name="T10" fmla="+- 0 5997 -48"/>
                                <a:gd name="T11" fmla="*/ 5997 h 6045"/>
                                <a:gd name="T12" fmla="+- 0 3938 350"/>
                                <a:gd name="T13" fmla="*/ T12 w 3588"/>
                                <a:gd name="T14" fmla="+- 0 5544 -48"/>
                                <a:gd name="T15" fmla="*/ 5544 h 6045"/>
                                <a:gd name="T16" fmla="+- 0 3938 350"/>
                                <a:gd name="T17" fmla="*/ T16 w 3588"/>
                                <a:gd name="T18" fmla="+- 0 -48 -48"/>
                                <a:gd name="T19" fmla="*/ -48 h 6045"/>
                                <a:gd name="T20" fmla="+- 0 350 350"/>
                                <a:gd name="T21" fmla="*/ T20 w 3588"/>
                                <a:gd name="T22" fmla="+- 0 -48 -48"/>
                                <a:gd name="T23" fmla="*/ -48 h 60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3588" h="6045">
                                  <a:moveTo>
                                    <a:pt x="0" y="0"/>
                                  </a:moveTo>
                                  <a:lnTo>
                                    <a:pt x="0" y="5592"/>
                                  </a:lnTo>
                                  <a:lnTo>
                                    <a:pt x="1794" y="6045"/>
                                  </a:lnTo>
                                  <a:lnTo>
                                    <a:pt x="3588" y="5592"/>
                                  </a:lnTo>
                                  <a:lnTo>
                                    <a:pt x="3588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00A3A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14"/>
                        <wpg:cNvGrpSpPr>
                          <a:grpSpLocks/>
                        </wpg:cNvGrpSpPr>
                        <wpg:grpSpPr bwMode="auto">
                          <a:xfrm>
                            <a:off x="346" y="626"/>
                            <a:ext cx="3602" cy="378"/>
                            <a:chOff x="346" y="626"/>
                            <a:chExt cx="3602" cy="378"/>
                          </a:xfrm>
                        </wpg:grpSpPr>
                        <wps:wsp>
                          <wps:cNvPr id="13" name="Freeform 15"/>
                          <wps:cNvSpPr>
                            <a:spLocks/>
                          </wps:cNvSpPr>
                          <wps:spPr bwMode="auto">
                            <a:xfrm>
                              <a:off x="346" y="626"/>
                              <a:ext cx="3602" cy="378"/>
                            </a:xfrm>
                            <a:custGeom>
                              <a:avLst/>
                              <a:gdLst>
                                <a:gd name="T0" fmla="+- 0 3948 346"/>
                                <a:gd name="T1" fmla="*/ T0 w 3602"/>
                                <a:gd name="T2" fmla="+- 0 626 626"/>
                                <a:gd name="T3" fmla="*/ 626 h 378"/>
                                <a:gd name="T4" fmla="+- 0 346 346"/>
                                <a:gd name="T5" fmla="*/ T4 w 3602"/>
                                <a:gd name="T6" fmla="+- 0 626 626"/>
                                <a:gd name="T7" fmla="*/ 626 h 378"/>
                                <a:gd name="T8" fmla="+- 0 2147 346"/>
                                <a:gd name="T9" fmla="*/ T8 w 3602"/>
                                <a:gd name="T10" fmla="+- 0 1003 626"/>
                                <a:gd name="T11" fmla="*/ 1003 h 378"/>
                                <a:gd name="T12" fmla="+- 0 3948 346"/>
                                <a:gd name="T13" fmla="*/ T12 w 3602"/>
                                <a:gd name="T14" fmla="+- 0 626 626"/>
                                <a:gd name="T15" fmla="*/ 626 h 37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602" h="378">
                                  <a:moveTo>
                                    <a:pt x="360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801" y="377"/>
                                  </a:lnTo>
                                  <a:lnTo>
                                    <a:pt x="360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3A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1"/>
                        <wpg:cNvGrpSpPr>
                          <a:grpSpLocks/>
                        </wpg:cNvGrpSpPr>
                        <wpg:grpSpPr bwMode="auto">
                          <a:xfrm>
                            <a:off x="346" y="-58"/>
                            <a:ext cx="3602" cy="684"/>
                            <a:chOff x="346" y="-58"/>
                            <a:chExt cx="3602" cy="684"/>
                          </a:xfrm>
                        </wpg:grpSpPr>
                        <wps:wsp>
                          <wps:cNvPr id="15" name="Freeform 13"/>
                          <wps:cNvSpPr>
                            <a:spLocks/>
                          </wps:cNvSpPr>
                          <wps:spPr bwMode="auto">
                            <a:xfrm>
                              <a:off x="346" y="-58"/>
                              <a:ext cx="3602" cy="684"/>
                            </a:xfrm>
                            <a:custGeom>
                              <a:avLst/>
                              <a:gdLst>
                                <a:gd name="T0" fmla="+- 0 346 346"/>
                                <a:gd name="T1" fmla="*/ T0 w 3602"/>
                                <a:gd name="T2" fmla="+- 0 626 -58"/>
                                <a:gd name="T3" fmla="*/ 626 h 684"/>
                                <a:gd name="T4" fmla="+- 0 3948 346"/>
                                <a:gd name="T5" fmla="*/ T4 w 3602"/>
                                <a:gd name="T6" fmla="+- 0 626 -58"/>
                                <a:gd name="T7" fmla="*/ 626 h 684"/>
                                <a:gd name="T8" fmla="+- 0 3948 346"/>
                                <a:gd name="T9" fmla="*/ T8 w 3602"/>
                                <a:gd name="T10" fmla="+- 0 -58 -58"/>
                                <a:gd name="T11" fmla="*/ -58 h 684"/>
                                <a:gd name="T12" fmla="+- 0 346 346"/>
                                <a:gd name="T13" fmla="*/ T12 w 3602"/>
                                <a:gd name="T14" fmla="+- 0 -58 -58"/>
                                <a:gd name="T15" fmla="*/ -58 h 684"/>
                                <a:gd name="T16" fmla="+- 0 346 346"/>
                                <a:gd name="T17" fmla="*/ T16 w 3602"/>
                                <a:gd name="T18" fmla="+- 0 626 -58"/>
                                <a:gd name="T19" fmla="*/ 626 h 68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602" h="684">
                                  <a:moveTo>
                                    <a:pt x="0" y="684"/>
                                  </a:moveTo>
                                  <a:lnTo>
                                    <a:pt x="3602" y="684"/>
                                  </a:lnTo>
                                  <a:lnTo>
                                    <a:pt x="360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3A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0" y="-68"/>
                              <a:ext cx="3628" cy="60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D25D5" w:rsidRDefault="00EA2794" w:rsidP="00FF368A">
                                <w:pPr>
                                  <w:spacing w:before="111" w:line="360" w:lineRule="exact"/>
                                  <w:ind w:left="142" w:right="87" w:hanging="1"/>
                                  <w:jc w:val="center"/>
                                  <w:rPr>
                                    <w:rFonts w:ascii="Calibri" w:eastAsia="Calibri" w:hAnsi="Calibri" w:cs="Calibri"/>
                                    <w:sz w:val="30"/>
                                    <w:szCs w:val="30"/>
                                  </w:rPr>
                                </w:pPr>
                                <w:r>
                                  <w:rPr>
                                    <w:rFonts w:ascii="Calibri"/>
                                    <w:b/>
                                    <w:color w:val="FFFFFF"/>
                                    <w:spacing w:val="-1"/>
                                    <w:w w:val="125"/>
                                    <w:sz w:val="30"/>
                                  </w:rPr>
                                  <w:t>CONNECTED</w:t>
                                </w:r>
                                <w:r>
                                  <w:rPr>
                                    <w:rFonts w:ascii="Calibri"/>
                                    <w:b/>
                                    <w:color w:val="FFFFFF"/>
                                    <w:spacing w:val="23"/>
                                    <w:w w:val="128"/>
                                    <w:sz w:val="3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/>
                                    <w:b/>
                                    <w:color w:val="FFFFFF"/>
                                    <w:spacing w:val="-2"/>
                                    <w:w w:val="115"/>
                                    <w:sz w:val="30"/>
                                  </w:rPr>
                                  <w:t>MANAGEMENT</w:t>
                                </w:r>
                              </w:p>
                              <w:p w:rsidR="00AD25D5" w:rsidRDefault="00AD25D5" w:rsidP="008C490D">
                                <w:pPr>
                                  <w:spacing w:before="1"/>
                                  <w:ind w:right="87"/>
                                  <w:rPr>
                                    <w:rFonts w:ascii="Century Gothic" w:eastAsia="Century Gothic" w:hAnsi="Century Gothic" w:cs="Century Gothic"/>
                                    <w:sz w:val="29"/>
                                    <w:szCs w:val="29"/>
                                  </w:rPr>
                                </w:pPr>
                              </w:p>
                              <w:p w:rsidR="00AD25D5" w:rsidRPr="00D045E9" w:rsidRDefault="00EA2794" w:rsidP="008C490D">
                                <w:pPr>
                                  <w:spacing w:line="240" w:lineRule="exact"/>
                                  <w:ind w:right="87"/>
                                  <w:jc w:val="center"/>
                                  <w:rPr>
                                    <w:rFonts w:ascii="Century Gothic" w:eastAsia="Calibri" w:hAnsi="Century Gothic" w:cs="Calibri"/>
                                    <w:sz w:val="20"/>
                                    <w:szCs w:val="20"/>
                                  </w:rPr>
                                </w:pPr>
                                <w:r w:rsidRPr="008C490D">
                                  <w:rPr>
                                    <w:rFonts w:ascii="Century Gothic" w:hAnsi="Century Gothic"/>
                                    <w:b/>
                                    <w:color w:val="3C747F"/>
                                    <w:spacing w:val="-2"/>
                                    <w:sz w:val="20"/>
                                  </w:rPr>
                                  <w:t>Collaborative</w:t>
                                </w:r>
                                <w:r w:rsidRPr="008C490D">
                                  <w:rPr>
                                    <w:rFonts w:ascii="Century Gothic" w:hAnsi="Century Gothic"/>
                                    <w:b/>
                                    <w:color w:val="3C747F"/>
                                    <w:spacing w:val="22"/>
                                    <w:sz w:val="20"/>
                                  </w:rPr>
                                  <w:t xml:space="preserve"> </w:t>
                                </w:r>
                                <w:r w:rsidRPr="008C490D">
                                  <w:rPr>
                                    <w:rFonts w:ascii="Century Gothic" w:hAnsi="Century Gothic"/>
                                    <w:b/>
                                    <w:color w:val="3C747F"/>
                                    <w:spacing w:val="-3"/>
                                    <w:sz w:val="20"/>
                                  </w:rPr>
                                  <w:t>w</w:t>
                                </w:r>
                                <w:r w:rsidRPr="008C490D">
                                  <w:rPr>
                                    <w:rFonts w:ascii="Century Gothic" w:hAnsi="Century Gothic"/>
                                    <w:b/>
                                    <w:color w:val="3C747F"/>
                                    <w:spacing w:val="-2"/>
                                    <w:sz w:val="20"/>
                                  </w:rPr>
                                  <w:t>ork</w:t>
                                </w:r>
                                <w:r w:rsidRPr="008C490D">
                                  <w:rPr>
                                    <w:rFonts w:ascii="Century Gothic" w:hAnsi="Century Gothic"/>
                                    <w:b/>
                                    <w:color w:val="3C747F"/>
                                    <w:spacing w:val="22"/>
                                    <w:sz w:val="20"/>
                                  </w:rPr>
                                  <w:t xml:space="preserve"> </w:t>
                                </w:r>
                                <w:r w:rsidRPr="008C490D">
                                  <w:rPr>
                                    <w:rFonts w:ascii="Century Gothic" w:hAnsi="Century Gothic"/>
                                    <w:b/>
                                    <w:color w:val="3C747F"/>
                                    <w:spacing w:val="-1"/>
                                    <w:sz w:val="20"/>
                                  </w:rPr>
                                  <w:t>that</w:t>
                                </w:r>
                                <w:r w:rsidRPr="008C490D">
                                  <w:rPr>
                                    <w:rFonts w:ascii="Century Gothic" w:hAnsi="Century Gothic"/>
                                    <w:b/>
                                    <w:color w:val="3C747F"/>
                                    <w:spacing w:val="23"/>
                                    <w:sz w:val="20"/>
                                  </w:rPr>
                                  <w:t xml:space="preserve"> </w:t>
                                </w:r>
                                <w:r w:rsidRPr="008C490D">
                                  <w:rPr>
                                    <w:rFonts w:ascii="Century Gothic" w:hAnsi="Century Gothic"/>
                                    <w:b/>
                                    <w:color w:val="3C747F"/>
                                    <w:sz w:val="20"/>
                                  </w:rPr>
                                  <w:t>aligns</w:t>
                                </w:r>
                                <w:r w:rsidRPr="008C490D">
                                  <w:rPr>
                                    <w:rFonts w:ascii="Century Gothic" w:hAnsi="Century Gothic"/>
                                    <w:b/>
                                    <w:color w:val="3C747F"/>
                                    <w:spacing w:val="35"/>
                                    <w:sz w:val="20"/>
                                  </w:rPr>
                                  <w:t xml:space="preserve"> </w:t>
                                </w:r>
                                <w:r w:rsidRPr="00D045E9">
                                  <w:rPr>
                                    <w:rFonts w:ascii="Century Gothic" w:hAnsi="Century Gothic"/>
                                    <w:b/>
                                    <w:color w:val="3C747F"/>
                                    <w:sz w:val="20"/>
                                  </w:rPr>
                                  <w:t>ANZLIC &amp; Stakeholders</w:t>
                                </w:r>
                              </w:p>
                              <w:p w:rsidR="00AD25D5" w:rsidRDefault="00EA2794" w:rsidP="008C490D">
                                <w:pPr>
                                  <w:spacing w:before="97" w:line="240" w:lineRule="exact"/>
                                  <w:ind w:left="184" w:right="87"/>
                                  <w:rPr>
                                    <w:rFonts w:ascii="Century Gothic" w:eastAsia="Century Gothic" w:hAnsi="Century Gothic" w:cs="Century Gothic"/>
                                    <w:sz w:val="20"/>
                                    <w:szCs w:val="20"/>
                                  </w:rPr>
                                </w:pPr>
                                <w:r w:rsidRPr="008C490D">
                                  <w:rPr>
                                    <w:rFonts w:ascii="Century Gothic" w:hAnsi="Century Gothic"/>
                                    <w:b/>
                                    <w:color w:val="3C747F"/>
                                    <w:spacing w:val="-2"/>
                                    <w:sz w:val="20"/>
                                  </w:rPr>
                                  <w:t>GOAL:</w:t>
                                </w:r>
                                <w:r>
                                  <w:rPr>
                                    <w:rFonts w:ascii="Calibri"/>
                                    <w:b/>
                                    <w:color w:val="3C747F"/>
                                    <w:spacing w:val="16"/>
                                    <w:w w:val="10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w w:val="105"/>
                                    <w:sz w:val="20"/>
                                  </w:rPr>
                                  <w:t>A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6"/>
                                    <w:w w:val="10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3"/>
                                    <w:w w:val="105"/>
                                    <w:sz w:val="20"/>
                                  </w:rPr>
                                  <w:t>go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2"/>
                                    <w:w w:val="105"/>
                                    <w:sz w:val="20"/>
                                  </w:rPr>
                                  <w:t>v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3"/>
                                    <w:w w:val="105"/>
                                    <w:sz w:val="20"/>
                                  </w:rPr>
                                  <w:t>ernance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6"/>
                                    <w:w w:val="10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2"/>
                                    <w:w w:val="105"/>
                                    <w:sz w:val="20"/>
                                  </w:rPr>
                                  <w:t>fr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3"/>
                                    <w:w w:val="105"/>
                                    <w:sz w:val="20"/>
                                  </w:rPr>
                                  <w:t>amew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2"/>
                                    <w:w w:val="105"/>
                                    <w:sz w:val="20"/>
                                  </w:rPr>
                                  <w:t>ork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28"/>
                                    <w:w w:val="1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2"/>
                                    <w:w w:val="105"/>
                                    <w:sz w:val="20"/>
                                  </w:rPr>
                                  <w:t>t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3"/>
                                    <w:w w:val="105"/>
                                    <w:sz w:val="20"/>
                                  </w:rPr>
                                  <w:t>o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11"/>
                                    <w:w w:val="10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w w:val="105"/>
                                    <w:sz w:val="20"/>
                                  </w:rPr>
                                  <w:t>support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12"/>
                                    <w:w w:val="10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w w:val="105"/>
                                    <w:sz w:val="20"/>
                                  </w:rPr>
                                  <w:t>priority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12"/>
                                    <w:w w:val="10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w w:val="105"/>
                                    <w:sz w:val="20"/>
                                  </w:rPr>
                                  <w:t>actions</w:t>
                                </w:r>
                                <w:r w:rsidR="008C490D">
                                  <w:rPr>
                                    <w:rFonts w:ascii="Century Gothic"/>
                                    <w:color w:val="3C747F"/>
                                    <w:w w:val="10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z w:val="20"/>
                                  </w:rPr>
                                  <w:t>and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z w:val="20"/>
                                  </w:rPr>
                                  <w:t xml:space="preserve">specific 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2"/>
                                    <w:sz w:val="20"/>
                                  </w:rPr>
                                  <w:t>na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1"/>
                                    <w:sz w:val="20"/>
                                  </w:rPr>
                                  <w:t>tional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1"/>
                                    <w:sz w:val="20"/>
                                  </w:rPr>
                                  <w:t>policy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23"/>
                                    <w:w w:val="1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1"/>
                                    <w:sz w:val="20"/>
                                  </w:rPr>
                                  <w:t>out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2"/>
                                    <w:sz w:val="20"/>
                                  </w:rPr>
                                  <w:t>c</w:t>
                                </w:r>
                                <w:r>
                                  <w:rPr>
                                    <w:rFonts w:ascii="Century Gothic"/>
                                    <w:color w:val="3C747F"/>
                                    <w:spacing w:val="-1"/>
                                    <w:sz w:val="20"/>
                                  </w:rPr>
                                  <w:t>omes.</w:t>
                                </w:r>
                              </w:p>
                              <w:p w:rsidR="00407E2A" w:rsidRPr="008C490D" w:rsidRDefault="00407E2A" w:rsidP="00407E2A">
                                <w:pPr>
                                  <w:spacing w:before="115"/>
                                  <w:ind w:left="142"/>
                                  <w:rPr>
                                    <w:rFonts w:ascii="Century Gothic" w:eastAsia="Calibri" w:hAnsi="Century Gothic" w:cs="Calibri"/>
                                    <w:sz w:val="20"/>
                                    <w:szCs w:val="20"/>
                                  </w:rPr>
                                </w:pPr>
                                <w:r w:rsidRPr="008C490D">
                                  <w:rPr>
                                    <w:rFonts w:ascii="Century Gothic" w:hAnsi="Century Gothic"/>
                                    <w:b/>
                                    <w:color w:val="3C747F"/>
                                    <w:spacing w:val="-2"/>
                                    <w:sz w:val="20"/>
                                  </w:rPr>
                                  <w:t>ACTIONS:</w:t>
                                </w:r>
                              </w:p>
                              <w:p w:rsidR="002F688C" w:rsidRPr="002F688C" w:rsidRDefault="002F688C" w:rsidP="00BD50CB">
                                <w:pPr>
                                  <w:pStyle w:val="BodyText"/>
                                  <w:numPr>
                                    <w:ilvl w:val="0"/>
                                    <w:numId w:val="4"/>
                                  </w:numPr>
                                  <w:spacing w:line="240" w:lineRule="exact"/>
                                  <w:ind w:left="567" w:right="228"/>
                                  <w:rPr>
                                    <w:rFonts w:eastAsia="Calibri" w:cs="Calibri"/>
                                  </w:rPr>
                                </w:pPr>
                                <w:r>
                                  <w:rPr>
                                    <w:color w:val="3C747F"/>
                                  </w:rPr>
                                  <w:t xml:space="preserve">Approve, direct and monitor the delivery of </w:t>
                                </w:r>
                                <w:r>
                                  <w:rPr>
                                    <w:b/>
                                    <w:color w:val="3C747F"/>
                                  </w:rPr>
                                  <w:t>ICSM work plans and activities.</w:t>
                                </w:r>
                              </w:p>
                              <w:p w:rsidR="002F688C" w:rsidRPr="003609C3" w:rsidRDefault="002F688C" w:rsidP="00BD50CB">
                                <w:pPr>
                                  <w:pStyle w:val="BodyText"/>
                                  <w:numPr>
                                    <w:ilvl w:val="0"/>
                                    <w:numId w:val="4"/>
                                  </w:numPr>
                                  <w:spacing w:line="240" w:lineRule="exact"/>
                                  <w:ind w:left="567" w:right="228"/>
                                  <w:rPr>
                                    <w:rFonts w:eastAsia="Calibri" w:cs="Calibri"/>
                                  </w:rPr>
                                </w:pPr>
                                <w:r>
                                  <w:rPr>
                                    <w:b/>
                                    <w:color w:val="3C747F"/>
                                  </w:rPr>
                                  <w:t>Make resources available</w:t>
                                </w:r>
                                <w:r>
                                  <w:rPr>
                                    <w:color w:val="3C747F"/>
                                  </w:rPr>
                                  <w:t xml:space="preserve"> for planning and delivery of ANZLIC projects and initiatives.</w:t>
                                </w:r>
                              </w:p>
                              <w:p w:rsidR="002F688C" w:rsidRPr="003609C3" w:rsidRDefault="002F688C" w:rsidP="00BD50CB">
                                <w:pPr>
                                  <w:numPr>
                                    <w:ilvl w:val="0"/>
                                    <w:numId w:val="4"/>
                                  </w:numPr>
                                  <w:spacing w:line="240" w:lineRule="exact"/>
                                  <w:ind w:left="567" w:right="-46"/>
                                  <w:rPr>
                                    <w:rFonts w:ascii="Century Gothic" w:hAnsi="Century Gothic"/>
                                    <w:sz w:val="20"/>
                                  </w:rPr>
                                </w:pPr>
                                <w:r>
                                  <w:rPr>
                                    <w:rFonts w:ascii="Century Gothic" w:hAnsi="Century Gothic"/>
                                    <w:color w:val="3C747F"/>
                                    <w:sz w:val="20"/>
                                  </w:rPr>
                                  <w:t xml:space="preserve">Encourage the development and adaption of 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3C747F"/>
                                    <w:sz w:val="20"/>
                                  </w:rPr>
                                  <w:t>open spatial standards</w:t>
                                </w:r>
                                <w:r w:rsidRPr="003609C3">
                                  <w:rPr>
                                    <w:rFonts w:ascii="Century Gothic" w:hAnsi="Century Gothic"/>
                                    <w:color w:val="3C747F"/>
                                    <w:sz w:val="20"/>
                                  </w:rPr>
                                  <w:t>.</w:t>
                                </w:r>
                              </w:p>
                              <w:p w:rsidR="00AD25D5" w:rsidRPr="003609C3" w:rsidRDefault="00AD25D5" w:rsidP="00407E2A">
                                <w:pPr>
                                  <w:spacing w:before="115"/>
                                  <w:ind w:left="184" w:right="87"/>
                                  <w:rPr>
                                    <w:rFonts w:ascii="Century Gothic" w:eastAsia="Calibri" w:hAnsi="Century Gothic" w:cs="Calibri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41" style="position:absolute;left:0;text-align:left;margin-left:16.5pt;margin-top:-3.4pt;width:181.4pt;height:304.25pt;z-index:1264;mso-position-horizontal-relative:page;mso-position-vertical-relative:text" coordorigin="330,-68" coordsize="3628,6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">
                <v:group id="Group 16" o:spid="_x0000_s1042" style="position:absolute;left:350;top:-48;width:3588;height:6045" coordorigin="350,-48" coordsize="3588,60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17" o:spid="_x0000_s1043" style="position:absolute;left:350;top:-48;width:3588;height:6045;visibility:visible;mso-wrap-style:square;v-text-anchor:top" coordsize="3588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edsMAA&#10;AADbAAAADwAAAGRycy9kb3ducmV2LnhtbERPS2rDMBDdF3IHMYVuSiPbi1DcyCEYEgpd1c0BJtLU&#10;NpZGxlJs9/ZVoZDdPN539ofVWTHTFHrPCvJtBoJYe9Nzq+DydXp5BREiskHrmRT8UIBDtXnYY2n8&#10;wp80N7EVKYRDiQq6GMdSyqA7chi2fiRO3LefHMYEp1aaCZcU7qwssmwnHfacGjocqe5ID83NKbDF&#10;8GEvxzE25+e8LvxsMn01Sj09rsc3EJHWeBf/u99Nmp/D3y/pAFn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medsMAAAADbAAAADwAAAAAAAAAAAAAAAACYAgAAZHJzL2Rvd25y&#10;ZXYueG1sUEsFBgAAAAAEAAQA9QAAAIUDAAAAAA==&#10;" path="m,l,5592r1794,453l3588,5592,3588,,,xe" filled="f" strokecolor="#00a3ae" strokeweight="2pt">
                    <v:path arrowok="t" o:connecttype="custom" o:connectlocs="0,-48;0,5544;1794,5997;3588,5544;3588,-48;0,-48" o:connectangles="0,0,0,0,0,0"/>
                  </v:shape>
                </v:group>
                <v:group id="Group 14" o:spid="_x0000_s1044" style="position:absolute;left:346;top:626;width:3602;height:378" coordorigin="346,626" coordsize="3602,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5" o:spid="_x0000_s1045" style="position:absolute;left:346;top:626;width:3602;height:378;visibility:visible;mso-wrap-style:square;v-text-anchor:top" coordsize="3602,3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yd5b4A&#10;AADbAAAADwAAAGRycy9kb3ducmV2LnhtbERP24rCMBB9F/Yfwiz4UtZ0FUW6pqKC4Jus+gFDM73Q&#10;ZlKaGLt/bwRh3+ZwrrPZjqYTgQbXWFbwPUtBEBdWN1wpuF2PX2sQziNr7CyTgj9ysM0/JhvMtH3w&#10;L4WLr0QMYZehgtr7PpPSFTUZdDPbE0eutINBH+FQST3gI4abTs7TdCUNNhwbauzpUFPRXu5GQUi7&#10;QxJCoe/Y7ktaLEtMkrNS089x9wPC0+j/xW/3Scf5C3j9Eg+Q+R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osneW+AAAA2wAAAA8AAAAAAAAAAAAAAAAAmAIAAGRycy9kb3ducmV2&#10;LnhtbFBLBQYAAAAABAAEAPUAAACDAwAAAAA=&#10;" path="m3602,l,,1801,377,3602,xe" fillcolor="#00a3ae" stroked="f">
                    <v:path arrowok="t" o:connecttype="custom" o:connectlocs="3602,626;0,626;1801,1003;3602,626" o:connectangles="0,0,0,0"/>
                  </v:shape>
                </v:group>
                <v:group id="Group 11" o:spid="_x0000_s1046" style="position:absolute;left:346;top:-58;width:3602;height:684" coordorigin="346,-58" coordsize="3602,6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13" o:spid="_x0000_s1047" style="position:absolute;left:346;top:-58;width:3602;height:684;visibility:visible;mso-wrap-style:square;v-text-anchor:top" coordsize="3602,6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5uJsUA&#10;AADbAAAADwAAAGRycy9kb3ducmV2LnhtbESPQWvCQBCF70L/wzIFL9JsFCwlZiOtEMzBi8ZDexuy&#10;YxKSnQ3ZVeO/dwuF3mZ4b973Jt1Ophc3Gl1rWcEyikEQV1a3XCs4l/nbBwjnkTX2lknBgxxss5dZ&#10;iom2dz7S7eRrEULYJaig8X5IpHRVQwZdZAfioF3saNCHdaylHvEewk0vV3H8Lg22HAgNDrRrqOpO&#10;VxMg3eKw//nOi121jMtjzvYrHwql5q/T5waEp8n/m/+uCx3qr+H3lzCAzJ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Tm4mxQAAANsAAAAPAAAAAAAAAAAAAAAAAJgCAABkcnMv&#10;ZG93bnJldi54bWxQSwUGAAAAAAQABAD1AAAAigMAAAAA&#10;" path="m,684r3602,l3602,,,,,684xe" fillcolor="#00a3ae" stroked="f">
                    <v:path arrowok="t" o:connecttype="custom" o:connectlocs="0,626;3602,626;3602,-58;0,-58;0,626" o:connectangles="0,0,0,0,0"/>
                  </v:shape>
                  <v:shape id="Text Box 12" o:spid="_x0000_s1048" type="#_x0000_t202" style="position:absolute;left:330;top:-68;width:3628;height:60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yfWMEA&#10;AADbAAAADwAAAGRycy9kb3ducmV2LnhtbERPTYvCMBC9L/gfwix4W9P1UNxqFFlcEASx1oPH2WZs&#10;g82k20St/94Iwt7m8T5ntuhtI67UeeNYwecoAUFcOm24UnAofj4mIHxA1tg4JgV38rCYD95mmGl3&#10;45yu+1CJGMI+QwV1CG0mpS9rsuhHriWO3Ml1FkOEXSV1h7cYbhs5TpJUWjQcG2ps6bum8ry/WAXL&#10;I+cr87f93eWn3BTFV8Kb9KzU8L1fTkEE6sO/+OVe6zg/hecv8Q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cn1jBAAAA2wAAAA8AAAAAAAAAAAAAAAAAmAIAAGRycy9kb3du&#10;cmV2LnhtbFBLBQYAAAAABAAEAPUAAACGAwAAAAA=&#10;" filled="f" stroked="f">
                    <v:textbox inset="0,0,0,0">
                      <w:txbxContent>
                        <w:p w:rsidR="00AD25D5" w:rsidRDefault="00EA2794" w:rsidP="00FF368A">
                          <w:pPr>
                            <w:spacing w:before="111" w:line="360" w:lineRule="exact"/>
                            <w:ind w:left="142" w:right="87" w:hanging="1"/>
                            <w:jc w:val="center"/>
                            <w:rPr>
                              <w:rFonts w:ascii="Calibri" w:eastAsia="Calibri" w:hAnsi="Calibri" w:cs="Calibri"/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Calibri"/>
                              <w:b/>
                              <w:color w:val="FFFFFF"/>
                              <w:spacing w:val="-1"/>
                              <w:w w:val="125"/>
                              <w:sz w:val="30"/>
                            </w:rPr>
                            <w:t>CONNECTED</w:t>
                          </w:r>
                          <w:r>
                            <w:rPr>
                              <w:rFonts w:ascii="Calibri"/>
                              <w:b/>
                              <w:color w:val="FFFFFF"/>
                              <w:spacing w:val="23"/>
                              <w:w w:val="128"/>
                              <w:sz w:val="3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color w:val="FFFFFF"/>
                              <w:spacing w:val="-2"/>
                              <w:w w:val="115"/>
                              <w:sz w:val="30"/>
                            </w:rPr>
                            <w:t>MANAGEMENT</w:t>
                          </w:r>
                        </w:p>
                        <w:p w:rsidR="00AD25D5" w:rsidRDefault="00AD25D5" w:rsidP="008C490D">
                          <w:pPr>
                            <w:spacing w:before="1"/>
                            <w:ind w:right="87"/>
                            <w:rPr>
                              <w:rFonts w:ascii="Century Gothic" w:eastAsia="Century Gothic" w:hAnsi="Century Gothic" w:cs="Century Gothic"/>
                              <w:sz w:val="29"/>
                              <w:szCs w:val="29"/>
                            </w:rPr>
                          </w:pPr>
                        </w:p>
                        <w:p w:rsidR="00AD25D5" w:rsidRPr="00D045E9" w:rsidRDefault="00EA2794" w:rsidP="008C490D">
                          <w:pPr>
                            <w:spacing w:line="240" w:lineRule="exact"/>
                            <w:ind w:right="87"/>
                            <w:jc w:val="center"/>
                            <w:rPr>
                              <w:rFonts w:ascii="Century Gothic" w:eastAsia="Calibri" w:hAnsi="Century Gothic" w:cs="Calibri"/>
                              <w:sz w:val="20"/>
                              <w:szCs w:val="20"/>
                            </w:rPr>
                          </w:pPr>
                          <w:r w:rsidRPr="008C490D">
                            <w:rPr>
                              <w:rFonts w:ascii="Century Gothic" w:hAnsi="Century Gothic"/>
                              <w:b/>
                              <w:color w:val="3C747F"/>
                              <w:spacing w:val="-2"/>
                              <w:sz w:val="20"/>
                            </w:rPr>
                            <w:t>Collaborative</w:t>
                          </w:r>
                          <w:r w:rsidRPr="008C490D">
                            <w:rPr>
                              <w:rFonts w:ascii="Century Gothic" w:hAnsi="Century Gothic"/>
                              <w:b/>
                              <w:color w:val="3C747F"/>
                              <w:spacing w:val="22"/>
                              <w:sz w:val="20"/>
                            </w:rPr>
                            <w:t xml:space="preserve"> </w:t>
                          </w:r>
                          <w:r w:rsidRPr="008C490D">
                            <w:rPr>
                              <w:rFonts w:ascii="Century Gothic" w:hAnsi="Century Gothic"/>
                              <w:b/>
                              <w:color w:val="3C747F"/>
                              <w:spacing w:val="-3"/>
                              <w:sz w:val="20"/>
                            </w:rPr>
                            <w:t>w</w:t>
                          </w:r>
                          <w:r w:rsidRPr="008C490D">
                            <w:rPr>
                              <w:rFonts w:ascii="Century Gothic" w:hAnsi="Century Gothic"/>
                              <w:b/>
                              <w:color w:val="3C747F"/>
                              <w:spacing w:val="-2"/>
                              <w:sz w:val="20"/>
                            </w:rPr>
                            <w:t>ork</w:t>
                          </w:r>
                          <w:r w:rsidRPr="008C490D">
                            <w:rPr>
                              <w:rFonts w:ascii="Century Gothic" w:hAnsi="Century Gothic"/>
                              <w:b/>
                              <w:color w:val="3C747F"/>
                              <w:spacing w:val="22"/>
                              <w:sz w:val="20"/>
                            </w:rPr>
                            <w:t xml:space="preserve"> </w:t>
                          </w:r>
                          <w:r w:rsidRPr="008C490D">
                            <w:rPr>
                              <w:rFonts w:ascii="Century Gothic" w:hAnsi="Century Gothic"/>
                              <w:b/>
                              <w:color w:val="3C747F"/>
                              <w:spacing w:val="-1"/>
                              <w:sz w:val="20"/>
                            </w:rPr>
                            <w:t>that</w:t>
                          </w:r>
                          <w:r w:rsidRPr="008C490D">
                            <w:rPr>
                              <w:rFonts w:ascii="Century Gothic" w:hAnsi="Century Gothic"/>
                              <w:b/>
                              <w:color w:val="3C747F"/>
                              <w:spacing w:val="23"/>
                              <w:sz w:val="20"/>
                            </w:rPr>
                            <w:t xml:space="preserve"> </w:t>
                          </w:r>
                          <w:r w:rsidRPr="008C490D">
                            <w:rPr>
                              <w:rFonts w:ascii="Century Gothic" w:hAnsi="Century Gothic"/>
                              <w:b/>
                              <w:color w:val="3C747F"/>
                              <w:sz w:val="20"/>
                            </w:rPr>
                            <w:t>aligns</w:t>
                          </w:r>
                          <w:r w:rsidRPr="008C490D">
                            <w:rPr>
                              <w:rFonts w:ascii="Century Gothic" w:hAnsi="Century Gothic"/>
                              <w:b/>
                              <w:color w:val="3C747F"/>
                              <w:spacing w:val="35"/>
                              <w:sz w:val="20"/>
                            </w:rPr>
                            <w:t xml:space="preserve"> </w:t>
                          </w:r>
                          <w:r w:rsidRPr="00D045E9">
                            <w:rPr>
                              <w:rFonts w:ascii="Century Gothic" w:hAnsi="Century Gothic"/>
                              <w:b/>
                              <w:color w:val="3C747F"/>
                              <w:sz w:val="20"/>
                            </w:rPr>
                            <w:t>ANZLIC &amp; Stakeholders</w:t>
                          </w:r>
                        </w:p>
                        <w:p w:rsidR="00AD25D5" w:rsidRDefault="00EA2794" w:rsidP="008C490D">
                          <w:pPr>
                            <w:spacing w:before="97" w:line="240" w:lineRule="exact"/>
                            <w:ind w:left="184" w:right="87"/>
                            <w:rPr>
                              <w:rFonts w:ascii="Century Gothic" w:eastAsia="Century Gothic" w:hAnsi="Century Gothic" w:cs="Century Gothic"/>
                              <w:sz w:val="20"/>
                              <w:szCs w:val="20"/>
                            </w:rPr>
                          </w:pPr>
                          <w:r w:rsidRPr="008C490D">
                            <w:rPr>
                              <w:rFonts w:ascii="Century Gothic" w:hAnsi="Century Gothic"/>
                              <w:b/>
                              <w:color w:val="3C747F"/>
                              <w:spacing w:val="-2"/>
                              <w:sz w:val="20"/>
                            </w:rPr>
                            <w:t>GOAL:</w:t>
                          </w:r>
                          <w:r>
                            <w:rPr>
                              <w:rFonts w:ascii="Calibri"/>
                              <w:b/>
                              <w:color w:val="3C747F"/>
                              <w:spacing w:val="16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color w:val="3C747F"/>
                              <w:w w:val="105"/>
                              <w:sz w:val="20"/>
                            </w:rPr>
                            <w:t>A</w:t>
                          </w:r>
                          <w:r>
                            <w:rPr>
                              <w:rFonts w:ascii="Century Gothic"/>
                              <w:color w:val="3C747F"/>
                              <w:spacing w:val="6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3"/>
                              <w:w w:val="105"/>
                              <w:sz w:val="20"/>
                            </w:rPr>
                            <w:t>go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2"/>
                              <w:w w:val="105"/>
                              <w:sz w:val="20"/>
                            </w:rPr>
                            <w:t>v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3"/>
                              <w:w w:val="105"/>
                              <w:sz w:val="20"/>
                            </w:rPr>
                            <w:t>ernance</w:t>
                          </w:r>
                          <w:r>
                            <w:rPr>
                              <w:rFonts w:ascii="Century Gothic"/>
                              <w:color w:val="3C747F"/>
                              <w:spacing w:val="6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2"/>
                              <w:w w:val="105"/>
                              <w:sz w:val="20"/>
                            </w:rPr>
                            <w:t>fr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3"/>
                              <w:w w:val="105"/>
                              <w:sz w:val="20"/>
                            </w:rPr>
                            <w:t>amew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2"/>
                              <w:w w:val="105"/>
                              <w:sz w:val="20"/>
                            </w:rPr>
                            <w:t>ork</w:t>
                          </w:r>
                          <w:r>
                            <w:rPr>
                              <w:rFonts w:ascii="Century Gothic"/>
                              <w:color w:val="3C747F"/>
                              <w:spacing w:val="28"/>
                              <w:w w:val="1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2"/>
                              <w:w w:val="105"/>
                              <w:sz w:val="20"/>
                            </w:rPr>
                            <w:t>t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3"/>
                              <w:w w:val="105"/>
                              <w:sz w:val="20"/>
                            </w:rPr>
                            <w:t>o</w:t>
                          </w:r>
                          <w:r>
                            <w:rPr>
                              <w:rFonts w:ascii="Century Gothic"/>
                              <w:color w:val="3C747F"/>
                              <w:spacing w:val="11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color w:val="3C747F"/>
                              <w:w w:val="105"/>
                              <w:sz w:val="20"/>
                            </w:rPr>
                            <w:t>support</w:t>
                          </w:r>
                          <w:r>
                            <w:rPr>
                              <w:rFonts w:ascii="Century Gothic"/>
                              <w:color w:val="3C747F"/>
                              <w:spacing w:val="12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color w:val="3C747F"/>
                              <w:w w:val="105"/>
                              <w:sz w:val="20"/>
                            </w:rPr>
                            <w:t>priority</w:t>
                          </w:r>
                          <w:r>
                            <w:rPr>
                              <w:rFonts w:ascii="Century Gothic"/>
                              <w:color w:val="3C747F"/>
                              <w:spacing w:val="12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color w:val="3C747F"/>
                              <w:w w:val="105"/>
                              <w:sz w:val="20"/>
                            </w:rPr>
                            <w:t>actions</w:t>
                          </w:r>
                          <w:r w:rsidR="008C490D">
                            <w:rPr>
                              <w:rFonts w:ascii="Century Gothic"/>
                              <w:color w:val="3C747F"/>
                              <w:w w:val="10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color w:val="3C747F"/>
                              <w:sz w:val="20"/>
                            </w:rPr>
                            <w:t>and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color w:val="3C747F"/>
                              <w:sz w:val="20"/>
                            </w:rPr>
                            <w:t xml:space="preserve">specific 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2"/>
                              <w:sz w:val="20"/>
                            </w:rPr>
                            <w:t>na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1"/>
                              <w:sz w:val="20"/>
                            </w:rPr>
                            <w:t>tional</w:t>
                          </w:r>
                          <w:r>
                            <w:rPr>
                              <w:rFonts w:ascii="Century Gothic"/>
                              <w:color w:val="3C747F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1"/>
                              <w:sz w:val="20"/>
                            </w:rPr>
                            <w:t>policy</w:t>
                          </w:r>
                          <w:r>
                            <w:rPr>
                              <w:rFonts w:ascii="Century Gothic"/>
                              <w:color w:val="3C747F"/>
                              <w:spacing w:val="23"/>
                              <w:w w:val="1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1"/>
                              <w:sz w:val="20"/>
                            </w:rPr>
                            <w:t>out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2"/>
                              <w:sz w:val="20"/>
                            </w:rPr>
                            <w:t>c</w:t>
                          </w:r>
                          <w:r>
                            <w:rPr>
                              <w:rFonts w:ascii="Century Gothic"/>
                              <w:color w:val="3C747F"/>
                              <w:spacing w:val="-1"/>
                              <w:sz w:val="20"/>
                            </w:rPr>
                            <w:t>omes.</w:t>
                          </w:r>
                        </w:p>
                        <w:p w:rsidR="00407E2A" w:rsidRPr="008C490D" w:rsidRDefault="00407E2A" w:rsidP="00407E2A">
                          <w:pPr>
                            <w:spacing w:before="115"/>
                            <w:ind w:left="142"/>
                            <w:rPr>
                              <w:rFonts w:ascii="Century Gothic" w:eastAsia="Calibri" w:hAnsi="Century Gothic" w:cs="Calibri"/>
                              <w:sz w:val="20"/>
                              <w:szCs w:val="20"/>
                            </w:rPr>
                          </w:pPr>
                          <w:r w:rsidRPr="008C490D">
                            <w:rPr>
                              <w:rFonts w:ascii="Century Gothic" w:hAnsi="Century Gothic"/>
                              <w:b/>
                              <w:color w:val="3C747F"/>
                              <w:spacing w:val="-2"/>
                              <w:sz w:val="20"/>
                            </w:rPr>
                            <w:t>ACTIONS:</w:t>
                          </w:r>
                        </w:p>
                        <w:p w:rsidR="002F688C" w:rsidRPr="002F688C" w:rsidRDefault="002F688C" w:rsidP="00BD50CB">
                          <w:pPr>
                            <w:pStyle w:val="BodyText"/>
                            <w:numPr>
                              <w:ilvl w:val="0"/>
                              <w:numId w:val="4"/>
                            </w:numPr>
                            <w:spacing w:line="240" w:lineRule="exact"/>
                            <w:ind w:left="567" w:right="228"/>
                            <w:rPr>
                              <w:rFonts w:eastAsia="Calibri" w:cs="Calibri"/>
                            </w:rPr>
                          </w:pPr>
                          <w:r>
                            <w:rPr>
                              <w:color w:val="3C747F"/>
                            </w:rPr>
                            <w:t xml:space="preserve">Approve, direct and monitor the delivery of </w:t>
                          </w:r>
                          <w:r>
                            <w:rPr>
                              <w:b/>
                              <w:color w:val="3C747F"/>
                            </w:rPr>
                            <w:t>ICSM work plans and activities.</w:t>
                          </w:r>
                        </w:p>
                        <w:p w:rsidR="002F688C" w:rsidRPr="003609C3" w:rsidRDefault="002F688C" w:rsidP="00BD50CB">
                          <w:pPr>
                            <w:pStyle w:val="BodyText"/>
                            <w:numPr>
                              <w:ilvl w:val="0"/>
                              <w:numId w:val="4"/>
                            </w:numPr>
                            <w:spacing w:line="240" w:lineRule="exact"/>
                            <w:ind w:left="567" w:right="228"/>
                            <w:rPr>
                              <w:rFonts w:eastAsia="Calibri" w:cs="Calibri"/>
                            </w:rPr>
                          </w:pPr>
                          <w:r>
                            <w:rPr>
                              <w:b/>
                              <w:color w:val="3C747F"/>
                            </w:rPr>
                            <w:t>Make resources available</w:t>
                          </w:r>
                          <w:r>
                            <w:rPr>
                              <w:color w:val="3C747F"/>
                            </w:rPr>
                            <w:t xml:space="preserve"> for planning and delivery of ANZLIC projects and initiatives.</w:t>
                          </w:r>
                        </w:p>
                        <w:p w:rsidR="002F688C" w:rsidRPr="003609C3" w:rsidRDefault="002F688C" w:rsidP="00BD50CB">
                          <w:pPr>
                            <w:numPr>
                              <w:ilvl w:val="0"/>
                              <w:numId w:val="4"/>
                            </w:numPr>
                            <w:spacing w:line="240" w:lineRule="exact"/>
                            <w:ind w:left="567" w:right="-46"/>
                            <w:rPr>
                              <w:rFonts w:ascii="Century Gothic" w:hAnsi="Century Gothic"/>
                              <w:sz w:val="20"/>
                            </w:rPr>
                          </w:pPr>
                          <w:r>
                            <w:rPr>
                              <w:rFonts w:ascii="Century Gothic" w:hAnsi="Century Gothic"/>
                              <w:color w:val="3C747F"/>
                              <w:sz w:val="20"/>
                            </w:rPr>
                            <w:t xml:space="preserve">Encourage the development and adaption of 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3C747F"/>
                              <w:sz w:val="20"/>
                            </w:rPr>
                            <w:t>open spatial standards</w:t>
                          </w:r>
                          <w:r w:rsidRPr="003609C3">
                            <w:rPr>
                              <w:rFonts w:ascii="Century Gothic" w:hAnsi="Century Gothic"/>
                              <w:color w:val="3C747F"/>
                              <w:sz w:val="20"/>
                            </w:rPr>
                            <w:t>.</w:t>
                          </w:r>
                        </w:p>
                        <w:p w:rsidR="00AD25D5" w:rsidRPr="003609C3" w:rsidRDefault="00AD25D5" w:rsidP="00407E2A">
                          <w:pPr>
                            <w:spacing w:before="115"/>
                            <w:ind w:left="184" w:right="87"/>
                            <w:rPr>
                              <w:rFonts w:ascii="Century Gothic" w:eastAsia="Calibri" w:hAnsi="Century Gothic" w:cs="Calibri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="00EA2794">
        <w:rPr>
          <w:color w:val="FFFFFF"/>
          <w:spacing w:val="-11"/>
          <w:w w:val="120"/>
        </w:rPr>
        <w:t>C</w:t>
      </w:r>
      <w:r w:rsidR="00EA2794">
        <w:rPr>
          <w:color w:val="FFFFFF"/>
          <w:spacing w:val="-7"/>
          <w:w w:val="120"/>
        </w:rPr>
        <w:t>OMMUNIC</w:t>
      </w:r>
      <w:r w:rsidR="00EA2794">
        <w:rPr>
          <w:color w:val="FFFFFF"/>
          <w:spacing w:val="-31"/>
          <w:w w:val="120"/>
        </w:rPr>
        <w:t>A</w:t>
      </w:r>
      <w:r w:rsidR="00EA2794">
        <w:rPr>
          <w:color w:val="FFFFFF"/>
          <w:spacing w:val="-6"/>
          <w:w w:val="120"/>
        </w:rPr>
        <w:t>TIO</w:t>
      </w:r>
      <w:r w:rsidR="00EA2794">
        <w:rPr>
          <w:color w:val="FFFFFF"/>
          <w:w w:val="120"/>
        </w:rPr>
        <w:t>N</w:t>
      </w:r>
      <w:r w:rsidR="00EA2794">
        <w:rPr>
          <w:color w:val="FFFFFF"/>
          <w:spacing w:val="21"/>
          <w:w w:val="120"/>
        </w:rPr>
        <w:t xml:space="preserve"> </w:t>
      </w:r>
      <w:r w:rsidR="00EA2794">
        <w:rPr>
          <w:color w:val="FFFFFF"/>
          <w:spacing w:val="-6"/>
          <w:w w:val="120"/>
        </w:rPr>
        <w:t>AND</w:t>
      </w:r>
      <w:r w:rsidR="00EA2794">
        <w:rPr>
          <w:color w:val="FFFFFF"/>
          <w:spacing w:val="-6"/>
          <w:w w:val="124"/>
        </w:rPr>
        <w:t xml:space="preserve"> </w:t>
      </w:r>
      <w:r w:rsidR="00EA2794">
        <w:rPr>
          <w:color w:val="FFFFFF"/>
          <w:spacing w:val="-32"/>
          <w:w w:val="125"/>
        </w:rPr>
        <w:t>A</w:t>
      </w:r>
      <w:r w:rsidR="00EA2794">
        <w:rPr>
          <w:color w:val="FFFFFF"/>
          <w:spacing w:val="-34"/>
          <w:w w:val="125"/>
        </w:rPr>
        <w:t>W</w:t>
      </w:r>
      <w:r w:rsidR="00EA2794">
        <w:rPr>
          <w:color w:val="FFFFFF"/>
          <w:spacing w:val="-6"/>
          <w:w w:val="125"/>
        </w:rPr>
        <w:t>ARENE</w:t>
      </w:r>
      <w:r w:rsidR="00EA2794">
        <w:rPr>
          <w:color w:val="FFFFFF"/>
          <w:spacing w:val="-9"/>
          <w:w w:val="125"/>
        </w:rPr>
        <w:t>S</w:t>
      </w:r>
      <w:r w:rsidR="00EA2794">
        <w:rPr>
          <w:color w:val="FFFFFF"/>
          <w:w w:val="125"/>
        </w:rPr>
        <w:t>S</w:t>
      </w:r>
    </w:p>
    <w:p w:rsidR="00AD25D5" w:rsidRDefault="00EA2794">
      <w:pPr>
        <w:spacing w:before="54" w:line="360" w:lineRule="exact"/>
        <w:ind w:left="2064" w:hanging="909"/>
        <w:rPr>
          <w:rFonts w:ascii="Calibri" w:eastAsia="Calibri" w:hAnsi="Calibri" w:cs="Calibri"/>
          <w:sz w:val="30"/>
          <w:szCs w:val="30"/>
        </w:rPr>
      </w:pPr>
      <w:r>
        <w:rPr>
          <w:w w:val="130"/>
        </w:rPr>
        <w:br w:type="column"/>
      </w:r>
      <w:r>
        <w:rPr>
          <w:rFonts w:ascii="Calibri"/>
          <w:b/>
          <w:color w:val="FFFFFF"/>
          <w:w w:val="130"/>
          <w:sz w:val="30"/>
        </w:rPr>
        <w:lastRenderedPageBreak/>
        <w:t>DIGI</w:t>
      </w:r>
      <w:r>
        <w:rPr>
          <w:rFonts w:ascii="Calibri"/>
          <w:b/>
          <w:color w:val="FFFFFF"/>
          <w:spacing w:val="-27"/>
          <w:w w:val="130"/>
          <w:sz w:val="30"/>
        </w:rPr>
        <w:t>T</w:t>
      </w:r>
      <w:r>
        <w:rPr>
          <w:rFonts w:ascii="Calibri"/>
          <w:b/>
          <w:color w:val="FFFFFF"/>
          <w:w w:val="130"/>
          <w:sz w:val="30"/>
        </w:rPr>
        <w:t>AL</w:t>
      </w:r>
      <w:r>
        <w:rPr>
          <w:rFonts w:ascii="Calibri"/>
          <w:b/>
          <w:color w:val="FFFFFF"/>
          <w:spacing w:val="4"/>
          <w:w w:val="130"/>
          <w:sz w:val="30"/>
        </w:rPr>
        <w:t xml:space="preserve"> </w:t>
      </w:r>
      <w:r>
        <w:rPr>
          <w:rFonts w:ascii="Calibri"/>
          <w:b/>
          <w:color w:val="FFFFFF"/>
          <w:w w:val="130"/>
          <w:sz w:val="30"/>
        </w:rPr>
        <w:t>S</w:t>
      </w:r>
      <w:r>
        <w:rPr>
          <w:rFonts w:ascii="Calibri"/>
          <w:b/>
          <w:color w:val="FFFFFF"/>
          <w:spacing w:val="-22"/>
          <w:w w:val="130"/>
          <w:sz w:val="30"/>
        </w:rPr>
        <w:t>P</w:t>
      </w:r>
      <w:r>
        <w:rPr>
          <w:rFonts w:ascii="Calibri"/>
          <w:b/>
          <w:color w:val="FFFFFF"/>
          <w:spacing w:val="-27"/>
          <w:w w:val="130"/>
          <w:sz w:val="30"/>
        </w:rPr>
        <w:t>A</w:t>
      </w:r>
      <w:r>
        <w:rPr>
          <w:rFonts w:ascii="Calibri"/>
          <w:b/>
          <w:color w:val="FFFFFF"/>
          <w:w w:val="130"/>
          <w:sz w:val="30"/>
        </w:rPr>
        <w:t>TIAL</w:t>
      </w:r>
      <w:r>
        <w:rPr>
          <w:rFonts w:ascii="Calibri"/>
          <w:b/>
          <w:color w:val="FFFFFF"/>
          <w:w w:val="133"/>
          <w:sz w:val="30"/>
        </w:rPr>
        <w:t xml:space="preserve"> </w:t>
      </w:r>
      <w:r>
        <w:rPr>
          <w:rFonts w:ascii="Calibri"/>
          <w:b/>
          <w:color w:val="FFFFFF"/>
          <w:spacing w:val="-26"/>
          <w:w w:val="130"/>
          <w:sz w:val="30"/>
        </w:rPr>
        <w:t>D</w:t>
      </w:r>
      <w:r>
        <w:rPr>
          <w:rFonts w:ascii="Calibri"/>
          <w:b/>
          <w:color w:val="FFFFFF"/>
          <w:spacing w:val="-24"/>
          <w:w w:val="130"/>
          <w:sz w:val="30"/>
        </w:rPr>
        <w:t>ATA</w:t>
      </w:r>
    </w:p>
    <w:p w:rsidR="00AD25D5" w:rsidRDefault="00EA2794">
      <w:pPr>
        <w:spacing w:before="44" w:line="360" w:lineRule="exact"/>
        <w:ind w:left="1813" w:right="826" w:hanging="153"/>
        <w:rPr>
          <w:rFonts w:ascii="Calibri" w:eastAsia="Calibri" w:hAnsi="Calibri" w:cs="Calibri"/>
          <w:sz w:val="30"/>
          <w:szCs w:val="30"/>
        </w:rPr>
      </w:pPr>
      <w:r>
        <w:rPr>
          <w:w w:val="125"/>
        </w:rPr>
        <w:br w:type="column"/>
      </w:r>
      <w:r>
        <w:rPr>
          <w:rFonts w:ascii="Calibri"/>
          <w:b/>
          <w:color w:val="FFFFFF"/>
          <w:spacing w:val="-2"/>
          <w:w w:val="125"/>
          <w:sz w:val="30"/>
        </w:rPr>
        <w:lastRenderedPageBreak/>
        <w:t>TECHNOLOGY</w:t>
      </w:r>
      <w:r>
        <w:rPr>
          <w:rFonts w:ascii="Calibri"/>
          <w:b/>
          <w:color w:val="FFFFFF"/>
          <w:spacing w:val="22"/>
          <w:w w:val="137"/>
          <w:sz w:val="30"/>
        </w:rPr>
        <w:t xml:space="preserve"> </w:t>
      </w:r>
      <w:r>
        <w:rPr>
          <w:rFonts w:ascii="Calibri"/>
          <w:b/>
          <w:color w:val="FFFFFF"/>
          <w:spacing w:val="-4"/>
          <w:w w:val="130"/>
          <w:sz w:val="30"/>
        </w:rPr>
        <w:t>EC</w:t>
      </w:r>
      <w:r>
        <w:rPr>
          <w:rFonts w:ascii="Calibri"/>
          <w:b/>
          <w:color w:val="FFFFFF"/>
          <w:spacing w:val="-5"/>
          <w:w w:val="130"/>
          <w:sz w:val="30"/>
        </w:rPr>
        <w:t>O</w:t>
      </w:r>
      <w:r>
        <w:rPr>
          <w:rFonts w:ascii="Calibri"/>
          <w:b/>
          <w:color w:val="FFFFFF"/>
          <w:spacing w:val="-4"/>
          <w:w w:val="130"/>
          <w:sz w:val="30"/>
        </w:rPr>
        <w:t>SYS</w:t>
      </w:r>
      <w:r>
        <w:rPr>
          <w:rFonts w:ascii="Calibri"/>
          <w:b/>
          <w:color w:val="FFFFFF"/>
          <w:spacing w:val="-5"/>
          <w:w w:val="130"/>
          <w:sz w:val="30"/>
        </w:rPr>
        <w:t>TEM</w:t>
      </w:r>
    </w:p>
    <w:p w:rsidR="00AD25D5" w:rsidRDefault="00AD25D5">
      <w:pPr>
        <w:spacing w:line="360" w:lineRule="exact"/>
        <w:rPr>
          <w:rFonts w:ascii="Calibri" w:eastAsia="Calibri" w:hAnsi="Calibri" w:cs="Calibri"/>
          <w:sz w:val="30"/>
          <w:szCs w:val="30"/>
        </w:rPr>
        <w:sectPr w:rsidR="00AD25D5">
          <w:type w:val="continuous"/>
          <w:pgSz w:w="16840" w:h="23820"/>
          <w:pgMar w:top="240" w:right="220" w:bottom="0" w:left="220" w:header="720" w:footer="720" w:gutter="0"/>
          <w:cols w:num="3" w:space="720" w:equalWidth="0">
            <w:col w:w="7815" w:space="40"/>
            <w:col w:w="3808" w:space="40"/>
            <w:col w:w="4697"/>
          </w:cols>
        </w:sectPr>
      </w:pPr>
    </w:p>
    <w:p w:rsidR="00AD25D5" w:rsidRDefault="00AD25D5">
      <w:pPr>
        <w:spacing w:before="3"/>
        <w:rPr>
          <w:rFonts w:ascii="Calibri" w:eastAsia="Calibri" w:hAnsi="Calibri" w:cs="Calibri"/>
          <w:b/>
          <w:bCs/>
          <w:sz w:val="23"/>
          <w:szCs w:val="23"/>
        </w:rPr>
      </w:pPr>
    </w:p>
    <w:p w:rsidR="00AD25D5" w:rsidRDefault="00AD25D5">
      <w:pPr>
        <w:rPr>
          <w:rFonts w:ascii="Calibri" w:eastAsia="Calibri" w:hAnsi="Calibri" w:cs="Calibri"/>
          <w:sz w:val="23"/>
          <w:szCs w:val="23"/>
        </w:rPr>
        <w:sectPr w:rsidR="00AD25D5">
          <w:type w:val="continuous"/>
          <w:pgSz w:w="16840" w:h="23820"/>
          <w:pgMar w:top="240" w:right="220" w:bottom="0" w:left="220" w:header="720" w:footer="720" w:gutter="0"/>
          <w:cols w:space="720"/>
        </w:sectPr>
      </w:pPr>
    </w:p>
    <w:p w:rsidR="00AD25D5" w:rsidRDefault="00AD25D5">
      <w:pPr>
        <w:rPr>
          <w:rFonts w:ascii="Calibri" w:eastAsia="Calibri" w:hAnsi="Calibri" w:cs="Calibri"/>
          <w:b/>
          <w:bCs/>
          <w:sz w:val="28"/>
          <w:szCs w:val="28"/>
        </w:rPr>
      </w:pPr>
    </w:p>
    <w:p w:rsidR="00AD25D5" w:rsidRDefault="00AD25D5">
      <w:pPr>
        <w:rPr>
          <w:rFonts w:ascii="Calibri" w:eastAsia="Calibri" w:hAnsi="Calibri" w:cs="Calibri"/>
          <w:b/>
          <w:bCs/>
          <w:sz w:val="28"/>
          <w:szCs w:val="28"/>
        </w:rPr>
      </w:pPr>
    </w:p>
    <w:p w:rsidR="00AD25D5" w:rsidRDefault="00AD25D5">
      <w:pPr>
        <w:rPr>
          <w:rFonts w:ascii="Calibri" w:eastAsia="Calibri" w:hAnsi="Calibri" w:cs="Calibri"/>
          <w:b/>
          <w:bCs/>
          <w:sz w:val="28"/>
          <w:szCs w:val="28"/>
        </w:rPr>
      </w:pPr>
    </w:p>
    <w:p w:rsidR="00AD25D5" w:rsidRDefault="00AD25D5">
      <w:pPr>
        <w:rPr>
          <w:rFonts w:ascii="Calibri" w:eastAsia="Calibri" w:hAnsi="Calibri" w:cs="Calibri"/>
          <w:b/>
          <w:bCs/>
          <w:sz w:val="28"/>
          <w:szCs w:val="28"/>
        </w:rPr>
      </w:pPr>
    </w:p>
    <w:p w:rsidR="00AD25D5" w:rsidRDefault="00AD25D5">
      <w:pPr>
        <w:rPr>
          <w:rFonts w:ascii="Calibri" w:eastAsia="Calibri" w:hAnsi="Calibri" w:cs="Calibri"/>
          <w:b/>
          <w:bCs/>
          <w:sz w:val="28"/>
          <w:szCs w:val="28"/>
        </w:rPr>
      </w:pPr>
    </w:p>
    <w:p w:rsidR="00AD25D5" w:rsidRDefault="00AD25D5">
      <w:pPr>
        <w:rPr>
          <w:rFonts w:ascii="Calibri" w:eastAsia="Calibri" w:hAnsi="Calibri" w:cs="Calibri"/>
          <w:b/>
          <w:bCs/>
          <w:sz w:val="28"/>
          <w:szCs w:val="28"/>
        </w:rPr>
      </w:pPr>
    </w:p>
    <w:p w:rsidR="00AD25D5" w:rsidRDefault="00AD25D5">
      <w:pPr>
        <w:rPr>
          <w:rFonts w:ascii="Calibri" w:eastAsia="Calibri" w:hAnsi="Calibri" w:cs="Calibri"/>
          <w:b/>
          <w:bCs/>
          <w:sz w:val="28"/>
          <w:szCs w:val="28"/>
        </w:rPr>
      </w:pPr>
    </w:p>
    <w:p w:rsidR="00AD25D5" w:rsidRDefault="00AD25D5">
      <w:pPr>
        <w:rPr>
          <w:rFonts w:ascii="Calibri" w:eastAsia="Calibri" w:hAnsi="Calibri" w:cs="Calibri"/>
          <w:b/>
          <w:bCs/>
          <w:sz w:val="28"/>
          <w:szCs w:val="28"/>
        </w:rPr>
      </w:pPr>
    </w:p>
    <w:p w:rsidR="00AD25D5" w:rsidRDefault="00AD25D5">
      <w:pPr>
        <w:rPr>
          <w:rFonts w:ascii="Calibri" w:eastAsia="Calibri" w:hAnsi="Calibri" w:cs="Calibri"/>
          <w:b/>
          <w:bCs/>
          <w:sz w:val="28"/>
          <w:szCs w:val="28"/>
        </w:rPr>
      </w:pPr>
    </w:p>
    <w:p w:rsidR="00AD25D5" w:rsidRDefault="00AD25D5">
      <w:pPr>
        <w:rPr>
          <w:rFonts w:ascii="Calibri" w:eastAsia="Calibri" w:hAnsi="Calibri" w:cs="Calibri"/>
          <w:b/>
          <w:bCs/>
          <w:sz w:val="28"/>
          <w:szCs w:val="28"/>
        </w:rPr>
      </w:pPr>
    </w:p>
    <w:p w:rsidR="00AD25D5" w:rsidRDefault="00AD25D5">
      <w:pPr>
        <w:rPr>
          <w:rFonts w:ascii="Calibri" w:eastAsia="Calibri" w:hAnsi="Calibri" w:cs="Calibri"/>
          <w:b/>
          <w:bCs/>
          <w:sz w:val="28"/>
          <w:szCs w:val="28"/>
        </w:rPr>
      </w:pPr>
    </w:p>
    <w:p w:rsidR="00AD25D5" w:rsidRDefault="00AD25D5">
      <w:pPr>
        <w:rPr>
          <w:rFonts w:ascii="Calibri" w:eastAsia="Calibri" w:hAnsi="Calibri" w:cs="Calibri"/>
          <w:b/>
          <w:bCs/>
          <w:sz w:val="28"/>
          <w:szCs w:val="28"/>
        </w:rPr>
      </w:pPr>
    </w:p>
    <w:p w:rsidR="00AD25D5" w:rsidRDefault="00AD25D5">
      <w:pPr>
        <w:rPr>
          <w:rFonts w:ascii="Calibri" w:eastAsia="Calibri" w:hAnsi="Calibri" w:cs="Calibri"/>
          <w:b/>
          <w:bCs/>
          <w:sz w:val="28"/>
          <w:szCs w:val="28"/>
        </w:rPr>
      </w:pPr>
    </w:p>
    <w:p w:rsidR="00AD25D5" w:rsidRDefault="00AD25D5">
      <w:pPr>
        <w:rPr>
          <w:rFonts w:ascii="Calibri" w:eastAsia="Calibri" w:hAnsi="Calibri" w:cs="Calibri"/>
          <w:b/>
          <w:bCs/>
          <w:sz w:val="28"/>
          <w:szCs w:val="28"/>
        </w:rPr>
      </w:pPr>
    </w:p>
    <w:p w:rsidR="00AD25D5" w:rsidRDefault="00AD25D5">
      <w:pPr>
        <w:rPr>
          <w:rFonts w:ascii="Calibri" w:eastAsia="Calibri" w:hAnsi="Calibri" w:cs="Calibri"/>
          <w:b/>
          <w:bCs/>
          <w:sz w:val="28"/>
          <w:szCs w:val="28"/>
        </w:rPr>
      </w:pPr>
    </w:p>
    <w:p w:rsidR="00AD25D5" w:rsidRDefault="00AD25D5">
      <w:pPr>
        <w:spacing w:before="6"/>
        <w:rPr>
          <w:rFonts w:ascii="Calibri" w:eastAsia="Calibri" w:hAnsi="Calibri" w:cs="Calibri"/>
          <w:b/>
          <w:bCs/>
          <w:sz w:val="33"/>
          <w:szCs w:val="33"/>
        </w:rPr>
      </w:pPr>
    </w:p>
    <w:p w:rsidR="00A83CAE" w:rsidRDefault="00A83CAE">
      <w:pPr>
        <w:spacing w:before="6"/>
        <w:rPr>
          <w:rFonts w:ascii="Calibri" w:eastAsia="Calibri" w:hAnsi="Calibri" w:cs="Calibri"/>
          <w:b/>
          <w:bCs/>
          <w:sz w:val="33"/>
          <w:szCs w:val="33"/>
        </w:rPr>
      </w:pPr>
    </w:p>
    <w:p w:rsidR="00AD25D5" w:rsidRPr="0001785F" w:rsidRDefault="00EA2794">
      <w:pPr>
        <w:pStyle w:val="Heading3"/>
        <w:ind w:left="318"/>
        <w:rPr>
          <w:rFonts w:ascii="Century Gothic" w:hAnsi="Century Gothic"/>
          <w:b w:val="0"/>
          <w:bCs w:val="0"/>
          <w:sz w:val="28"/>
        </w:rPr>
      </w:pPr>
      <w:r w:rsidRPr="0001785F">
        <w:rPr>
          <w:rFonts w:ascii="Century Gothic" w:hAnsi="Century Gothic"/>
          <w:color w:val="30959E"/>
          <w:sz w:val="28"/>
        </w:rPr>
        <w:t>OUTCOMES</w:t>
      </w:r>
    </w:p>
    <w:p w:rsidR="00AD25D5" w:rsidRPr="0001785F" w:rsidRDefault="00EA2794">
      <w:pPr>
        <w:spacing w:before="60"/>
        <w:ind w:left="332"/>
        <w:rPr>
          <w:rFonts w:ascii="Century Gothic" w:eastAsia="Century Gothic" w:hAnsi="Century Gothic" w:cs="Century Gothic"/>
          <w:sz w:val="20"/>
          <w:szCs w:val="18"/>
        </w:rPr>
      </w:pPr>
      <w:r w:rsidRPr="0001785F">
        <w:rPr>
          <w:rFonts w:ascii="Century Gothic" w:hAnsi="Century Gothic"/>
          <w:color w:val="30959E"/>
          <w:sz w:val="20"/>
        </w:rPr>
        <w:t>CHANGES</w:t>
      </w:r>
      <w:r w:rsidRPr="0001785F">
        <w:rPr>
          <w:rFonts w:ascii="Century Gothic" w:hAnsi="Century Gothic"/>
          <w:color w:val="30959E"/>
          <w:spacing w:val="-1"/>
          <w:sz w:val="20"/>
        </w:rPr>
        <w:t xml:space="preserve"> </w:t>
      </w:r>
      <w:r w:rsidRPr="0001785F">
        <w:rPr>
          <w:rFonts w:ascii="Century Gothic" w:hAnsi="Century Gothic"/>
          <w:color w:val="30959E"/>
          <w:spacing w:val="-3"/>
          <w:sz w:val="20"/>
        </w:rPr>
        <w:t>A</w:t>
      </w:r>
      <w:r w:rsidRPr="0001785F">
        <w:rPr>
          <w:rFonts w:ascii="Century Gothic" w:hAnsi="Century Gothic"/>
          <w:color w:val="30959E"/>
          <w:spacing w:val="-2"/>
          <w:sz w:val="20"/>
        </w:rPr>
        <w:t>S</w:t>
      </w:r>
      <w:r w:rsidRPr="0001785F">
        <w:rPr>
          <w:rFonts w:ascii="Century Gothic" w:hAnsi="Century Gothic"/>
          <w:color w:val="30959E"/>
          <w:sz w:val="20"/>
        </w:rPr>
        <w:t xml:space="preserve"> A </w:t>
      </w:r>
      <w:r w:rsidRPr="0001785F">
        <w:rPr>
          <w:rFonts w:ascii="Century Gothic" w:hAnsi="Century Gothic"/>
          <w:color w:val="30959E"/>
          <w:spacing w:val="-4"/>
          <w:sz w:val="20"/>
        </w:rPr>
        <w:t>RESUL</w:t>
      </w:r>
      <w:r w:rsidRPr="0001785F">
        <w:rPr>
          <w:rFonts w:ascii="Century Gothic" w:hAnsi="Century Gothic"/>
          <w:color w:val="30959E"/>
          <w:spacing w:val="-3"/>
          <w:sz w:val="20"/>
        </w:rPr>
        <w:t>T</w:t>
      </w:r>
      <w:r w:rsidRPr="0001785F">
        <w:rPr>
          <w:rFonts w:ascii="Century Gothic" w:hAnsi="Century Gothic"/>
          <w:color w:val="30959E"/>
          <w:spacing w:val="-1"/>
          <w:sz w:val="20"/>
        </w:rPr>
        <w:t xml:space="preserve"> </w:t>
      </w:r>
      <w:r w:rsidRPr="0001785F">
        <w:rPr>
          <w:rFonts w:ascii="Century Gothic" w:hAnsi="Century Gothic"/>
          <w:color w:val="30959E"/>
          <w:sz w:val="20"/>
        </w:rPr>
        <w:t xml:space="preserve">OF </w:t>
      </w:r>
      <w:r w:rsidRPr="0001785F">
        <w:rPr>
          <w:rFonts w:ascii="Century Gothic" w:hAnsi="Century Gothic"/>
          <w:color w:val="30959E"/>
          <w:spacing w:val="-3"/>
          <w:sz w:val="20"/>
        </w:rPr>
        <w:t>ACTION</w:t>
      </w:r>
    </w:p>
    <w:p w:rsidR="00AD25D5" w:rsidRPr="008C490D" w:rsidRDefault="00EA2794" w:rsidP="009020CA">
      <w:pPr>
        <w:pStyle w:val="Heading4"/>
        <w:spacing w:before="62" w:line="240" w:lineRule="exact"/>
        <w:ind w:left="426" w:right="193" w:hanging="11"/>
        <w:jc w:val="center"/>
        <w:rPr>
          <w:rFonts w:ascii="Century Gothic" w:hAnsi="Century Gothic"/>
          <w:b w:val="0"/>
          <w:bCs w:val="0"/>
        </w:rPr>
      </w:pPr>
      <w:r>
        <w:rPr>
          <w:b w:val="0"/>
          <w:w w:val="120"/>
        </w:rPr>
        <w:br w:type="column"/>
      </w:r>
      <w:r w:rsidRPr="008C490D">
        <w:rPr>
          <w:rFonts w:ascii="Century Gothic" w:hAnsi="Century Gothic"/>
          <w:color w:val="3C747F"/>
          <w:spacing w:val="-1"/>
        </w:rPr>
        <w:lastRenderedPageBreak/>
        <w:t>Communicating</w:t>
      </w:r>
      <w:r w:rsidRPr="008C490D">
        <w:rPr>
          <w:rFonts w:ascii="Century Gothic" w:hAnsi="Century Gothic"/>
          <w:color w:val="3C747F"/>
          <w:spacing w:val="26"/>
        </w:rPr>
        <w:t xml:space="preserve"> </w:t>
      </w:r>
      <w:r w:rsidRPr="008C490D">
        <w:rPr>
          <w:rFonts w:ascii="Century Gothic" w:hAnsi="Century Gothic"/>
          <w:color w:val="3C747F"/>
          <w:spacing w:val="-2"/>
        </w:rPr>
        <w:t>to</w:t>
      </w:r>
      <w:r w:rsidRPr="008C490D">
        <w:rPr>
          <w:rFonts w:ascii="Century Gothic" w:hAnsi="Century Gothic"/>
          <w:color w:val="3C747F"/>
          <w:spacing w:val="27"/>
        </w:rPr>
        <w:t xml:space="preserve"> </w:t>
      </w:r>
      <w:proofErr w:type="spellStart"/>
      <w:r w:rsidRPr="008C490D">
        <w:rPr>
          <w:rFonts w:ascii="Century Gothic" w:hAnsi="Century Gothic"/>
          <w:color w:val="3C747F"/>
        </w:rPr>
        <w:t>mobilise</w:t>
      </w:r>
      <w:proofErr w:type="spellEnd"/>
      <w:r w:rsidRPr="008C490D">
        <w:rPr>
          <w:rFonts w:ascii="Century Gothic" w:hAnsi="Century Gothic"/>
          <w:color w:val="3C747F"/>
          <w:spacing w:val="25"/>
        </w:rPr>
        <w:t xml:space="preserve"> </w:t>
      </w:r>
      <w:r w:rsidRPr="008C490D">
        <w:rPr>
          <w:rFonts w:ascii="Century Gothic" w:hAnsi="Century Gothic"/>
          <w:color w:val="3C747F"/>
          <w:spacing w:val="-1"/>
        </w:rPr>
        <w:t>stakeholders</w:t>
      </w:r>
    </w:p>
    <w:p w:rsidR="00AD25D5" w:rsidRDefault="00EA2794" w:rsidP="00FA1352">
      <w:pPr>
        <w:pStyle w:val="BodyText"/>
        <w:spacing w:before="97" w:line="240" w:lineRule="exact"/>
        <w:ind w:left="318" w:right="-157"/>
      </w:pPr>
      <w:r w:rsidRPr="008C490D">
        <w:rPr>
          <w:b/>
          <w:color w:val="3C747F"/>
          <w:spacing w:val="-2"/>
        </w:rPr>
        <w:t>GOAL:</w:t>
      </w:r>
      <w:r w:rsidRPr="008C490D">
        <w:rPr>
          <w:b/>
          <w:color w:val="3C747F"/>
          <w:spacing w:val="20"/>
        </w:rPr>
        <w:t xml:space="preserve"> </w:t>
      </w:r>
      <w:r>
        <w:rPr>
          <w:color w:val="3C747F"/>
          <w:spacing w:val="-2"/>
          <w:w w:val="105"/>
        </w:rPr>
        <w:t>A</w:t>
      </w:r>
      <w:r>
        <w:rPr>
          <w:color w:val="3C747F"/>
          <w:spacing w:val="-3"/>
          <w:w w:val="105"/>
        </w:rPr>
        <w:t>dvoca</w:t>
      </w:r>
      <w:r>
        <w:rPr>
          <w:color w:val="3C747F"/>
          <w:spacing w:val="-2"/>
          <w:w w:val="105"/>
        </w:rPr>
        <w:t>t</w:t>
      </w:r>
      <w:r>
        <w:rPr>
          <w:color w:val="3C747F"/>
          <w:spacing w:val="-3"/>
          <w:w w:val="105"/>
        </w:rPr>
        <w:t>e,</w:t>
      </w:r>
      <w:r>
        <w:rPr>
          <w:color w:val="3C747F"/>
          <w:spacing w:val="11"/>
          <w:w w:val="105"/>
        </w:rPr>
        <w:t xml:space="preserve"> </w:t>
      </w:r>
      <w:r>
        <w:rPr>
          <w:color w:val="3C747F"/>
          <w:w w:val="105"/>
        </w:rPr>
        <w:t>in</w:t>
      </w:r>
      <w:r>
        <w:rPr>
          <w:color w:val="3C747F"/>
          <w:spacing w:val="10"/>
          <w:w w:val="105"/>
        </w:rPr>
        <w:t xml:space="preserve"> </w:t>
      </w:r>
      <w:r>
        <w:rPr>
          <w:color w:val="3C747F"/>
          <w:w w:val="105"/>
        </w:rPr>
        <w:t>partnership</w:t>
      </w:r>
      <w:r>
        <w:rPr>
          <w:color w:val="3C747F"/>
          <w:spacing w:val="23"/>
          <w:w w:val="104"/>
        </w:rPr>
        <w:t xml:space="preserve"> </w:t>
      </w:r>
      <w:r>
        <w:rPr>
          <w:color w:val="3C747F"/>
          <w:w w:val="105"/>
        </w:rPr>
        <w:t>with</w:t>
      </w:r>
      <w:r>
        <w:rPr>
          <w:color w:val="3C747F"/>
          <w:spacing w:val="-10"/>
          <w:w w:val="105"/>
        </w:rPr>
        <w:t xml:space="preserve"> </w:t>
      </w:r>
      <w:r>
        <w:rPr>
          <w:color w:val="3C747F"/>
          <w:w w:val="105"/>
        </w:rPr>
        <w:t>the</w:t>
      </w:r>
      <w:r>
        <w:rPr>
          <w:color w:val="3C747F"/>
          <w:spacing w:val="-9"/>
          <w:w w:val="105"/>
        </w:rPr>
        <w:t xml:space="preserve"> </w:t>
      </w:r>
      <w:r>
        <w:rPr>
          <w:color w:val="3C747F"/>
          <w:spacing w:val="-2"/>
          <w:w w:val="105"/>
        </w:rPr>
        <w:t>spa</w:t>
      </w:r>
      <w:r>
        <w:rPr>
          <w:color w:val="3C747F"/>
          <w:spacing w:val="-1"/>
          <w:w w:val="105"/>
        </w:rPr>
        <w:t>tial</w:t>
      </w:r>
      <w:r>
        <w:rPr>
          <w:color w:val="3C747F"/>
          <w:spacing w:val="-9"/>
          <w:w w:val="105"/>
        </w:rPr>
        <w:t xml:space="preserve"> </w:t>
      </w:r>
      <w:r>
        <w:rPr>
          <w:color w:val="3C747F"/>
          <w:spacing w:val="-1"/>
          <w:w w:val="105"/>
        </w:rPr>
        <w:t>business</w:t>
      </w:r>
      <w:r>
        <w:rPr>
          <w:color w:val="3C747F"/>
          <w:spacing w:val="-9"/>
          <w:w w:val="105"/>
        </w:rPr>
        <w:t xml:space="preserve"> </w:t>
      </w:r>
      <w:r>
        <w:rPr>
          <w:color w:val="3C747F"/>
          <w:w w:val="105"/>
        </w:rPr>
        <w:t>and</w:t>
      </w:r>
      <w:r>
        <w:rPr>
          <w:color w:val="3C747F"/>
          <w:spacing w:val="25"/>
          <w:w w:val="93"/>
        </w:rPr>
        <w:t xml:space="preserve"> </w:t>
      </w:r>
      <w:r>
        <w:rPr>
          <w:color w:val="3C747F"/>
          <w:spacing w:val="-2"/>
        </w:rPr>
        <w:t>resear</w:t>
      </w:r>
      <w:r>
        <w:rPr>
          <w:color w:val="3C747F"/>
          <w:spacing w:val="-3"/>
        </w:rPr>
        <w:t>ch</w:t>
      </w:r>
      <w:r>
        <w:rPr>
          <w:color w:val="3C747F"/>
          <w:spacing w:val="11"/>
        </w:rPr>
        <w:t xml:space="preserve"> </w:t>
      </w:r>
      <w:r>
        <w:rPr>
          <w:color w:val="3C747F"/>
          <w:spacing w:val="-2"/>
        </w:rPr>
        <w:t>c</w:t>
      </w:r>
      <w:r>
        <w:rPr>
          <w:color w:val="3C747F"/>
          <w:spacing w:val="-1"/>
        </w:rPr>
        <w:t>ommunities,</w:t>
      </w:r>
      <w:r>
        <w:rPr>
          <w:color w:val="3C747F"/>
          <w:spacing w:val="11"/>
        </w:rPr>
        <w:t xml:space="preserve"> </w:t>
      </w:r>
      <w:r>
        <w:rPr>
          <w:color w:val="3C747F"/>
        </w:rPr>
        <w:t>the</w:t>
      </w:r>
      <w:r>
        <w:rPr>
          <w:color w:val="3C747F"/>
          <w:spacing w:val="12"/>
        </w:rPr>
        <w:t xml:space="preserve"> </w:t>
      </w:r>
      <w:r>
        <w:rPr>
          <w:color w:val="3C747F"/>
          <w:spacing w:val="-2"/>
        </w:rPr>
        <w:t>v</w:t>
      </w:r>
      <w:r>
        <w:rPr>
          <w:color w:val="3C747F"/>
          <w:spacing w:val="-3"/>
        </w:rPr>
        <w:t>alue</w:t>
      </w:r>
      <w:r>
        <w:rPr>
          <w:color w:val="3C747F"/>
          <w:spacing w:val="39"/>
          <w:w w:val="95"/>
        </w:rPr>
        <w:t xml:space="preserve"> </w:t>
      </w:r>
      <w:r>
        <w:rPr>
          <w:color w:val="3C747F"/>
          <w:w w:val="105"/>
        </w:rPr>
        <w:t>and</w:t>
      </w:r>
      <w:r>
        <w:rPr>
          <w:color w:val="3C747F"/>
          <w:spacing w:val="-34"/>
          <w:w w:val="105"/>
        </w:rPr>
        <w:t xml:space="preserve"> </w:t>
      </w:r>
      <w:r>
        <w:rPr>
          <w:color w:val="3C747F"/>
          <w:w w:val="105"/>
        </w:rPr>
        <w:t>benefits</w:t>
      </w:r>
      <w:r>
        <w:rPr>
          <w:color w:val="3C747F"/>
          <w:spacing w:val="-34"/>
          <w:w w:val="105"/>
        </w:rPr>
        <w:t xml:space="preserve"> </w:t>
      </w:r>
      <w:r>
        <w:rPr>
          <w:color w:val="3C747F"/>
          <w:w w:val="105"/>
        </w:rPr>
        <w:t>of</w:t>
      </w:r>
      <w:r>
        <w:rPr>
          <w:color w:val="3C747F"/>
          <w:spacing w:val="-34"/>
          <w:w w:val="105"/>
        </w:rPr>
        <w:t xml:space="preserve"> </w:t>
      </w:r>
      <w:r>
        <w:rPr>
          <w:color w:val="3C747F"/>
          <w:spacing w:val="-2"/>
          <w:w w:val="105"/>
        </w:rPr>
        <w:t>spa</w:t>
      </w:r>
      <w:r>
        <w:rPr>
          <w:color w:val="3C747F"/>
          <w:spacing w:val="-1"/>
          <w:w w:val="105"/>
        </w:rPr>
        <w:t>tial</w:t>
      </w:r>
      <w:r>
        <w:rPr>
          <w:color w:val="3C747F"/>
          <w:spacing w:val="-34"/>
          <w:w w:val="105"/>
        </w:rPr>
        <w:t xml:space="preserve"> </w:t>
      </w:r>
      <w:r>
        <w:rPr>
          <w:color w:val="3C747F"/>
          <w:spacing w:val="-2"/>
          <w:w w:val="105"/>
        </w:rPr>
        <w:t>data</w:t>
      </w:r>
      <w:r>
        <w:rPr>
          <w:color w:val="3C747F"/>
          <w:spacing w:val="-34"/>
          <w:w w:val="105"/>
        </w:rPr>
        <w:t xml:space="preserve"> </w:t>
      </w:r>
      <w:r>
        <w:rPr>
          <w:color w:val="3C747F"/>
          <w:w w:val="105"/>
        </w:rPr>
        <w:t>and</w:t>
      </w:r>
      <w:r>
        <w:rPr>
          <w:color w:val="3C747F"/>
          <w:spacing w:val="28"/>
          <w:w w:val="93"/>
        </w:rPr>
        <w:t xml:space="preserve"> </w:t>
      </w:r>
      <w:r>
        <w:rPr>
          <w:color w:val="3C747F"/>
          <w:spacing w:val="-1"/>
        </w:rPr>
        <w:t>technology</w:t>
      </w:r>
      <w:r>
        <w:rPr>
          <w:color w:val="3C747F"/>
          <w:spacing w:val="24"/>
        </w:rPr>
        <w:t xml:space="preserve"> </w:t>
      </w:r>
      <w:r>
        <w:rPr>
          <w:color w:val="3C747F"/>
          <w:spacing w:val="-3"/>
        </w:rPr>
        <w:t>acr</w:t>
      </w:r>
      <w:r>
        <w:rPr>
          <w:color w:val="3C747F"/>
          <w:spacing w:val="-2"/>
        </w:rPr>
        <w:t>oss</w:t>
      </w:r>
      <w:r>
        <w:rPr>
          <w:color w:val="3C747F"/>
          <w:spacing w:val="24"/>
        </w:rPr>
        <w:t xml:space="preserve"> </w:t>
      </w:r>
      <w:r>
        <w:rPr>
          <w:color w:val="3C747F"/>
          <w:spacing w:val="-3"/>
        </w:rPr>
        <w:t>go</w:t>
      </w:r>
      <w:r>
        <w:rPr>
          <w:color w:val="3C747F"/>
          <w:spacing w:val="-2"/>
        </w:rPr>
        <w:t>vernment,</w:t>
      </w:r>
      <w:r>
        <w:rPr>
          <w:color w:val="3C747F"/>
          <w:spacing w:val="45"/>
          <w:w w:val="101"/>
        </w:rPr>
        <w:t xml:space="preserve"> </w:t>
      </w:r>
      <w:r>
        <w:rPr>
          <w:color w:val="3C747F"/>
          <w:spacing w:val="-1"/>
          <w:w w:val="105"/>
        </w:rPr>
        <w:t>industry</w:t>
      </w:r>
      <w:r>
        <w:rPr>
          <w:color w:val="3C747F"/>
          <w:spacing w:val="-18"/>
          <w:w w:val="105"/>
        </w:rPr>
        <w:t xml:space="preserve"> </w:t>
      </w:r>
      <w:r>
        <w:rPr>
          <w:color w:val="3C747F"/>
          <w:w w:val="105"/>
        </w:rPr>
        <w:t>and</w:t>
      </w:r>
      <w:r>
        <w:rPr>
          <w:color w:val="3C747F"/>
          <w:spacing w:val="-17"/>
          <w:w w:val="105"/>
        </w:rPr>
        <w:t xml:space="preserve"> </w:t>
      </w:r>
      <w:r>
        <w:rPr>
          <w:color w:val="3C747F"/>
          <w:w w:val="105"/>
        </w:rPr>
        <w:t>the</w:t>
      </w:r>
      <w:r>
        <w:rPr>
          <w:color w:val="3C747F"/>
          <w:spacing w:val="-18"/>
          <w:w w:val="105"/>
        </w:rPr>
        <w:t xml:space="preserve"> </w:t>
      </w:r>
      <w:r>
        <w:rPr>
          <w:color w:val="3C747F"/>
          <w:spacing w:val="-2"/>
          <w:w w:val="105"/>
        </w:rPr>
        <w:t>c</w:t>
      </w:r>
      <w:r>
        <w:rPr>
          <w:color w:val="3C747F"/>
          <w:spacing w:val="-1"/>
          <w:w w:val="105"/>
        </w:rPr>
        <w:t>ommunity</w:t>
      </w:r>
    </w:p>
    <w:p w:rsidR="00407E2A" w:rsidRPr="008C490D" w:rsidRDefault="00407E2A" w:rsidP="00407E2A">
      <w:pPr>
        <w:spacing w:before="115"/>
        <w:ind w:left="284"/>
        <w:rPr>
          <w:rFonts w:ascii="Century Gothic" w:eastAsia="Calibri" w:hAnsi="Century Gothic" w:cs="Calibri"/>
          <w:sz w:val="20"/>
          <w:szCs w:val="20"/>
        </w:rPr>
      </w:pPr>
      <w:r w:rsidRPr="008C490D">
        <w:rPr>
          <w:rFonts w:ascii="Century Gothic" w:hAnsi="Century Gothic"/>
          <w:b/>
          <w:color w:val="3C747F"/>
          <w:spacing w:val="-2"/>
          <w:sz w:val="20"/>
        </w:rPr>
        <w:t>ACTIONS:</w:t>
      </w:r>
    </w:p>
    <w:p w:rsidR="002F688C" w:rsidRPr="002F688C" w:rsidRDefault="002F688C" w:rsidP="002F688C">
      <w:pPr>
        <w:pStyle w:val="BodyText"/>
        <w:numPr>
          <w:ilvl w:val="0"/>
          <w:numId w:val="4"/>
        </w:numPr>
        <w:tabs>
          <w:tab w:val="left" w:pos="679"/>
        </w:tabs>
        <w:spacing w:line="240" w:lineRule="exact"/>
        <w:ind w:right="127"/>
        <w:rPr>
          <w:rFonts w:eastAsia="Calibri" w:cs="Calibri"/>
        </w:rPr>
      </w:pPr>
      <w:r>
        <w:rPr>
          <w:b/>
          <w:color w:val="3C747F"/>
        </w:rPr>
        <w:t xml:space="preserve">Advocate ANZLIC’s </w:t>
      </w:r>
      <w:r w:rsidRPr="002F688C">
        <w:rPr>
          <w:color w:val="3C747F"/>
        </w:rPr>
        <w:t>vision</w:t>
      </w:r>
      <w:r>
        <w:rPr>
          <w:color w:val="3C747F"/>
        </w:rPr>
        <w:t xml:space="preserve"> and promote the value of spatial information</w:t>
      </w:r>
    </w:p>
    <w:p w:rsidR="002F688C" w:rsidRPr="003609C3" w:rsidRDefault="002F688C" w:rsidP="002F688C">
      <w:pPr>
        <w:pStyle w:val="BodyText"/>
        <w:numPr>
          <w:ilvl w:val="0"/>
          <w:numId w:val="4"/>
        </w:numPr>
        <w:tabs>
          <w:tab w:val="left" w:pos="679"/>
        </w:tabs>
        <w:spacing w:line="240" w:lineRule="exact"/>
        <w:ind w:right="127"/>
        <w:rPr>
          <w:rFonts w:eastAsia="Calibri" w:cs="Calibri"/>
        </w:rPr>
      </w:pPr>
      <w:r>
        <w:rPr>
          <w:b/>
          <w:color w:val="3C747F"/>
        </w:rPr>
        <w:t>Establish and maintain relationships</w:t>
      </w:r>
      <w:r>
        <w:rPr>
          <w:color w:val="3C747F"/>
        </w:rPr>
        <w:t xml:space="preserve"> with organisations that can assist in achieving the vision of ANZLIC</w:t>
      </w:r>
      <w:r w:rsidRPr="0001785F">
        <w:rPr>
          <w:b/>
          <w:color w:val="3C747F"/>
        </w:rPr>
        <w:t>.</w:t>
      </w:r>
    </w:p>
    <w:p w:rsidR="002F688C" w:rsidRPr="003609C3" w:rsidRDefault="002F688C" w:rsidP="002F688C">
      <w:pPr>
        <w:numPr>
          <w:ilvl w:val="0"/>
          <w:numId w:val="4"/>
        </w:numPr>
        <w:tabs>
          <w:tab w:val="left" w:pos="679"/>
        </w:tabs>
        <w:spacing w:line="240" w:lineRule="exact"/>
        <w:ind w:right="-46"/>
        <w:rPr>
          <w:rFonts w:ascii="Century Gothic" w:hAnsi="Century Gothic"/>
          <w:sz w:val="20"/>
        </w:rPr>
      </w:pPr>
      <w:r>
        <w:rPr>
          <w:rFonts w:ascii="Century Gothic" w:hAnsi="Century Gothic"/>
          <w:b/>
          <w:color w:val="3C747F"/>
          <w:sz w:val="20"/>
        </w:rPr>
        <w:t>Promote</w:t>
      </w:r>
      <w:r>
        <w:rPr>
          <w:rFonts w:ascii="Century Gothic" w:hAnsi="Century Gothic"/>
          <w:color w:val="3C747F"/>
          <w:sz w:val="20"/>
        </w:rPr>
        <w:t xml:space="preserve"> the development and application of </w:t>
      </w:r>
      <w:r>
        <w:rPr>
          <w:rFonts w:ascii="Century Gothic" w:hAnsi="Century Gothic"/>
          <w:b/>
          <w:color w:val="3C747F"/>
          <w:sz w:val="20"/>
        </w:rPr>
        <w:t>standards</w:t>
      </w:r>
      <w:r>
        <w:rPr>
          <w:rFonts w:ascii="Century Gothic" w:hAnsi="Century Gothic"/>
          <w:color w:val="3C747F"/>
          <w:sz w:val="20"/>
        </w:rPr>
        <w:t xml:space="preserve"> for </w:t>
      </w:r>
      <w:r>
        <w:rPr>
          <w:rFonts w:ascii="Century Gothic" w:hAnsi="Century Gothic"/>
          <w:b/>
          <w:color w:val="3C747F"/>
          <w:sz w:val="20"/>
        </w:rPr>
        <w:t>interoperability</w:t>
      </w:r>
      <w:r>
        <w:rPr>
          <w:rFonts w:ascii="Century Gothic" w:hAnsi="Century Gothic"/>
          <w:color w:val="3C747F"/>
          <w:sz w:val="20"/>
        </w:rPr>
        <w:t xml:space="preserve"> of spatial information</w:t>
      </w:r>
      <w:r w:rsidRPr="003609C3">
        <w:rPr>
          <w:rFonts w:ascii="Century Gothic" w:hAnsi="Century Gothic"/>
          <w:color w:val="3C747F"/>
          <w:sz w:val="20"/>
        </w:rPr>
        <w:t>.</w:t>
      </w:r>
    </w:p>
    <w:p w:rsidR="00AD25D5" w:rsidRPr="008C490D" w:rsidRDefault="00D95CD8" w:rsidP="00D045E9">
      <w:pPr>
        <w:pStyle w:val="Heading4"/>
        <w:spacing w:before="72" w:line="240" w:lineRule="exact"/>
        <w:ind w:left="567" w:right="233" w:firstLine="9"/>
        <w:jc w:val="center"/>
        <w:rPr>
          <w:rFonts w:ascii="Century Gothic" w:hAnsi="Century Gothic"/>
          <w:b w:val="0"/>
          <w:bCs w:val="0"/>
        </w:rPr>
      </w:pPr>
      <w:r>
        <w:rPr>
          <w:noProof/>
          <w:lang w:val="en-AU" w:eastAsia="en-AU"/>
        </w:rPr>
        <w:drawing>
          <wp:anchor distT="0" distB="0" distL="114300" distR="114300" simplePos="0" relativeHeight="316" behindDoc="1" locked="0" layoutInCell="1" allowOverlap="1" wp14:anchorId="4AA0D1A1" wp14:editId="1696D905">
            <wp:simplePos x="0" y="0"/>
            <wp:positionH relativeFrom="column">
              <wp:posOffset>1101725</wp:posOffset>
            </wp:positionH>
            <wp:positionV relativeFrom="paragraph">
              <wp:posOffset>708026</wp:posOffset>
            </wp:positionV>
            <wp:extent cx="6724610" cy="6324600"/>
            <wp:effectExtent l="0" t="0" r="635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ategic Plan Pictur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25285" cy="63252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2794">
        <w:rPr>
          <w:b w:val="0"/>
          <w:w w:val="125"/>
        </w:rPr>
        <w:br w:type="column"/>
      </w:r>
      <w:r w:rsidR="00EA2794" w:rsidRPr="008C490D">
        <w:rPr>
          <w:rFonts w:ascii="Century Gothic" w:hAnsi="Century Gothic"/>
          <w:color w:val="3C747F"/>
          <w:spacing w:val="-1"/>
        </w:rPr>
        <w:lastRenderedPageBreak/>
        <w:t>Leading</w:t>
      </w:r>
      <w:r w:rsidR="00EA2794" w:rsidRPr="008C490D">
        <w:rPr>
          <w:rFonts w:ascii="Century Gothic" w:hAnsi="Century Gothic"/>
          <w:color w:val="3C747F"/>
          <w:spacing w:val="-4"/>
        </w:rPr>
        <w:t xml:space="preserve"> </w:t>
      </w:r>
      <w:r w:rsidR="00EA2794" w:rsidRPr="008C490D">
        <w:rPr>
          <w:rFonts w:ascii="Century Gothic" w:hAnsi="Century Gothic"/>
          <w:color w:val="3C747F"/>
        </w:rPr>
        <w:t>the</w:t>
      </w:r>
      <w:r w:rsidR="00EA2794" w:rsidRPr="008C490D">
        <w:rPr>
          <w:rFonts w:ascii="Century Gothic" w:hAnsi="Century Gothic"/>
          <w:color w:val="3C747F"/>
          <w:spacing w:val="-4"/>
        </w:rPr>
        <w:t xml:space="preserve"> </w:t>
      </w:r>
      <w:r w:rsidR="00EA2794" w:rsidRPr="008C490D">
        <w:rPr>
          <w:rFonts w:ascii="Century Gothic" w:hAnsi="Century Gothic"/>
          <w:color w:val="3C747F"/>
        </w:rPr>
        <w:t>digital</w:t>
      </w:r>
      <w:r w:rsidR="00EA2794" w:rsidRPr="008C490D">
        <w:rPr>
          <w:rFonts w:ascii="Century Gothic" w:hAnsi="Century Gothic"/>
          <w:color w:val="3C747F"/>
          <w:spacing w:val="-4"/>
        </w:rPr>
        <w:t xml:space="preserve"> </w:t>
      </w:r>
      <w:r w:rsidR="00EA2794" w:rsidRPr="008C490D">
        <w:rPr>
          <w:rFonts w:ascii="Century Gothic" w:hAnsi="Century Gothic"/>
          <w:color w:val="3C747F"/>
          <w:spacing w:val="-1"/>
        </w:rPr>
        <w:t>spa</w:t>
      </w:r>
      <w:r w:rsidR="00EA2794" w:rsidRPr="008C490D">
        <w:rPr>
          <w:rFonts w:ascii="Century Gothic" w:hAnsi="Century Gothic"/>
          <w:color w:val="3C747F"/>
          <w:spacing w:val="-2"/>
        </w:rPr>
        <w:t>tial</w:t>
      </w:r>
      <w:r w:rsidR="00EA2794" w:rsidRPr="008C490D">
        <w:rPr>
          <w:rFonts w:ascii="Century Gothic" w:hAnsi="Century Gothic"/>
          <w:color w:val="3C747F"/>
          <w:spacing w:val="23"/>
        </w:rPr>
        <w:t xml:space="preserve"> </w:t>
      </w:r>
      <w:r w:rsidR="00EA2794" w:rsidRPr="008C490D">
        <w:rPr>
          <w:rFonts w:ascii="Century Gothic" w:hAnsi="Century Gothic"/>
          <w:color w:val="3C747F"/>
          <w:spacing w:val="-1"/>
        </w:rPr>
        <w:t>discus</w:t>
      </w:r>
      <w:r w:rsidR="00EA2794" w:rsidRPr="008C490D">
        <w:rPr>
          <w:rFonts w:ascii="Century Gothic" w:hAnsi="Century Gothic"/>
          <w:color w:val="3C747F"/>
          <w:spacing w:val="-2"/>
        </w:rPr>
        <w:t>sion</w:t>
      </w:r>
    </w:p>
    <w:p w:rsidR="00AD25D5" w:rsidRDefault="00EA2794">
      <w:pPr>
        <w:pStyle w:val="BodyText"/>
        <w:spacing w:before="97" w:line="240" w:lineRule="exact"/>
        <w:ind w:left="318" w:right="32"/>
      </w:pPr>
      <w:r w:rsidRPr="008C490D">
        <w:rPr>
          <w:b/>
          <w:color w:val="3C747F"/>
          <w:spacing w:val="-2"/>
        </w:rPr>
        <w:t>GOAL:</w:t>
      </w:r>
      <w:r w:rsidRPr="008C490D">
        <w:rPr>
          <w:b/>
          <w:color w:val="3C747F"/>
        </w:rPr>
        <w:t xml:space="preserve"> </w:t>
      </w:r>
      <w:r>
        <w:rPr>
          <w:rFonts w:ascii="Calibri"/>
          <w:b/>
          <w:color w:val="3C747F"/>
          <w:spacing w:val="15"/>
          <w:w w:val="105"/>
        </w:rPr>
        <w:t xml:space="preserve"> </w:t>
      </w:r>
      <w:r>
        <w:rPr>
          <w:color w:val="3C747F"/>
          <w:spacing w:val="-1"/>
          <w:w w:val="105"/>
        </w:rPr>
        <w:t>Deliver</w:t>
      </w:r>
      <w:r>
        <w:rPr>
          <w:color w:val="3C747F"/>
          <w:spacing w:val="52"/>
          <w:w w:val="105"/>
        </w:rPr>
        <w:t xml:space="preserve"> </w:t>
      </w:r>
      <w:r>
        <w:rPr>
          <w:color w:val="3C747F"/>
          <w:w w:val="105"/>
        </w:rPr>
        <w:t>the</w:t>
      </w:r>
      <w:r>
        <w:rPr>
          <w:color w:val="3C747F"/>
          <w:spacing w:val="52"/>
          <w:w w:val="105"/>
        </w:rPr>
        <w:t xml:space="preserve"> </w:t>
      </w:r>
      <w:r>
        <w:rPr>
          <w:color w:val="3C747F"/>
          <w:w w:val="105"/>
        </w:rPr>
        <w:t>ANZLIC</w:t>
      </w:r>
      <w:r>
        <w:rPr>
          <w:color w:val="3C747F"/>
          <w:spacing w:val="22"/>
          <w:w w:val="113"/>
        </w:rPr>
        <w:t xml:space="preserve"> </w:t>
      </w:r>
      <w:r>
        <w:rPr>
          <w:color w:val="3C747F"/>
          <w:w w:val="105"/>
        </w:rPr>
        <w:t>vision</w:t>
      </w:r>
      <w:r>
        <w:rPr>
          <w:color w:val="3C747F"/>
          <w:spacing w:val="2"/>
          <w:w w:val="105"/>
        </w:rPr>
        <w:t xml:space="preserve"> </w:t>
      </w:r>
      <w:r>
        <w:rPr>
          <w:color w:val="3C747F"/>
          <w:spacing w:val="-1"/>
          <w:w w:val="105"/>
        </w:rPr>
        <w:t>for</w:t>
      </w:r>
      <w:r>
        <w:rPr>
          <w:color w:val="3C747F"/>
          <w:spacing w:val="3"/>
          <w:w w:val="105"/>
        </w:rPr>
        <w:t xml:space="preserve"> </w:t>
      </w:r>
      <w:r>
        <w:rPr>
          <w:color w:val="3C747F"/>
          <w:w w:val="105"/>
        </w:rPr>
        <w:t>a</w:t>
      </w:r>
      <w:r>
        <w:rPr>
          <w:color w:val="3C747F"/>
          <w:spacing w:val="3"/>
          <w:w w:val="105"/>
        </w:rPr>
        <w:t xml:space="preserve"> </w:t>
      </w:r>
      <w:r>
        <w:rPr>
          <w:color w:val="3C747F"/>
          <w:w w:val="105"/>
        </w:rPr>
        <w:t>digital</w:t>
      </w:r>
      <w:r>
        <w:rPr>
          <w:color w:val="3C747F"/>
          <w:spacing w:val="2"/>
          <w:w w:val="105"/>
        </w:rPr>
        <w:t xml:space="preserve"> </w:t>
      </w:r>
      <w:r>
        <w:rPr>
          <w:color w:val="3C747F"/>
          <w:spacing w:val="-1"/>
          <w:w w:val="105"/>
        </w:rPr>
        <w:t>futur</w:t>
      </w:r>
      <w:r>
        <w:rPr>
          <w:color w:val="3C747F"/>
          <w:spacing w:val="-2"/>
          <w:w w:val="105"/>
        </w:rPr>
        <w:t>e</w:t>
      </w:r>
      <w:r>
        <w:rPr>
          <w:color w:val="3C747F"/>
          <w:spacing w:val="3"/>
          <w:w w:val="105"/>
        </w:rPr>
        <w:t xml:space="preserve"> </w:t>
      </w:r>
      <w:r>
        <w:rPr>
          <w:color w:val="3C747F"/>
          <w:spacing w:val="-1"/>
          <w:w w:val="105"/>
        </w:rPr>
        <w:t>link</w:t>
      </w:r>
      <w:r>
        <w:rPr>
          <w:color w:val="3C747F"/>
          <w:spacing w:val="-2"/>
          <w:w w:val="105"/>
        </w:rPr>
        <w:t>ed</w:t>
      </w:r>
      <w:r>
        <w:rPr>
          <w:color w:val="3C747F"/>
          <w:spacing w:val="23"/>
          <w:w w:val="94"/>
        </w:rPr>
        <w:t xml:space="preserve"> </w:t>
      </w:r>
      <w:r>
        <w:rPr>
          <w:color w:val="3C747F"/>
          <w:spacing w:val="-2"/>
          <w:w w:val="105"/>
        </w:rPr>
        <w:t>t</w:t>
      </w:r>
      <w:r>
        <w:rPr>
          <w:color w:val="3C747F"/>
          <w:spacing w:val="-3"/>
          <w:w w:val="105"/>
        </w:rPr>
        <w:t>o</w:t>
      </w:r>
      <w:r>
        <w:rPr>
          <w:color w:val="3C747F"/>
          <w:spacing w:val="4"/>
          <w:w w:val="105"/>
        </w:rPr>
        <w:t xml:space="preserve"> </w:t>
      </w:r>
      <w:r>
        <w:rPr>
          <w:color w:val="3C747F"/>
          <w:w w:val="105"/>
        </w:rPr>
        <w:t>the</w:t>
      </w:r>
      <w:r>
        <w:rPr>
          <w:color w:val="3C747F"/>
          <w:spacing w:val="5"/>
          <w:w w:val="105"/>
        </w:rPr>
        <w:t xml:space="preserve"> </w:t>
      </w:r>
      <w:r>
        <w:rPr>
          <w:color w:val="3C747F"/>
          <w:w w:val="105"/>
        </w:rPr>
        <w:t>ANZLIC</w:t>
      </w:r>
      <w:r>
        <w:rPr>
          <w:color w:val="3C747F"/>
          <w:spacing w:val="4"/>
          <w:w w:val="105"/>
        </w:rPr>
        <w:t xml:space="preserve"> </w:t>
      </w:r>
      <w:r>
        <w:rPr>
          <w:color w:val="3C747F"/>
          <w:spacing w:val="-2"/>
          <w:w w:val="105"/>
        </w:rPr>
        <w:t>Str</w:t>
      </w:r>
      <w:r>
        <w:rPr>
          <w:color w:val="3C747F"/>
          <w:spacing w:val="-3"/>
          <w:w w:val="105"/>
        </w:rPr>
        <w:t>a</w:t>
      </w:r>
      <w:r>
        <w:rPr>
          <w:color w:val="3C747F"/>
          <w:spacing w:val="-2"/>
          <w:w w:val="105"/>
        </w:rPr>
        <w:t>t</w:t>
      </w:r>
      <w:r>
        <w:rPr>
          <w:color w:val="3C747F"/>
          <w:spacing w:val="-3"/>
          <w:w w:val="105"/>
        </w:rPr>
        <w:t>egic</w:t>
      </w:r>
      <w:r>
        <w:rPr>
          <w:color w:val="3C747F"/>
          <w:spacing w:val="5"/>
          <w:w w:val="105"/>
        </w:rPr>
        <w:t xml:space="preserve"> </w:t>
      </w:r>
      <w:r>
        <w:rPr>
          <w:color w:val="3C747F"/>
          <w:w w:val="105"/>
        </w:rPr>
        <w:t>Plan.</w:t>
      </w:r>
    </w:p>
    <w:p w:rsidR="00AD25D5" w:rsidRPr="008C490D" w:rsidRDefault="008C490D" w:rsidP="00033158">
      <w:pPr>
        <w:spacing w:before="115"/>
        <w:ind w:left="284"/>
        <w:rPr>
          <w:rFonts w:ascii="Century Gothic" w:eastAsia="Calibri" w:hAnsi="Century Gothic" w:cs="Calibri"/>
          <w:sz w:val="20"/>
          <w:szCs w:val="20"/>
        </w:rPr>
      </w:pPr>
      <w:r w:rsidRPr="008C490D">
        <w:rPr>
          <w:rFonts w:ascii="Century Gothic" w:hAnsi="Century Gothic"/>
          <w:b/>
          <w:color w:val="3C747F"/>
          <w:spacing w:val="-2"/>
          <w:sz w:val="20"/>
        </w:rPr>
        <w:t>ACTIONS:</w:t>
      </w:r>
    </w:p>
    <w:p w:rsidR="002F688C" w:rsidRPr="002F688C" w:rsidRDefault="002F688C" w:rsidP="002F688C">
      <w:pPr>
        <w:pStyle w:val="BodyText"/>
        <w:numPr>
          <w:ilvl w:val="0"/>
          <w:numId w:val="4"/>
        </w:numPr>
        <w:tabs>
          <w:tab w:val="left" w:pos="679"/>
        </w:tabs>
        <w:spacing w:line="240" w:lineRule="exact"/>
        <w:ind w:right="237"/>
        <w:rPr>
          <w:rFonts w:eastAsia="Calibri" w:cs="Calibri"/>
        </w:rPr>
      </w:pPr>
      <w:r>
        <w:rPr>
          <w:color w:val="3C747F"/>
        </w:rPr>
        <w:t xml:space="preserve">Deliver the </w:t>
      </w:r>
      <w:r>
        <w:rPr>
          <w:b/>
          <w:color w:val="3C747F"/>
        </w:rPr>
        <w:t xml:space="preserve">Foundation Spatial Data Framework </w:t>
      </w:r>
      <w:r>
        <w:rPr>
          <w:color w:val="3C747F"/>
        </w:rPr>
        <w:t>as open web services.</w:t>
      </w:r>
    </w:p>
    <w:p w:rsidR="002F688C" w:rsidRPr="002F688C" w:rsidRDefault="002F688C" w:rsidP="006F4DA7">
      <w:pPr>
        <w:pStyle w:val="BodyText"/>
        <w:numPr>
          <w:ilvl w:val="0"/>
          <w:numId w:val="4"/>
        </w:numPr>
        <w:tabs>
          <w:tab w:val="left" w:pos="679"/>
        </w:tabs>
        <w:spacing w:line="240" w:lineRule="exact"/>
        <w:ind w:right="96"/>
        <w:rPr>
          <w:rFonts w:eastAsia="Calibri" w:cs="Calibri"/>
        </w:rPr>
      </w:pPr>
      <w:r>
        <w:rPr>
          <w:color w:val="3C747F"/>
        </w:rPr>
        <w:t xml:space="preserve">Drive the digital transformation of </w:t>
      </w:r>
      <w:r>
        <w:rPr>
          <w:b/>
          <w:color w:val="3C747F"/>
        </w:rPr>
        <w:t>national land administration</w:t>
      </w:r>
      <w:r>
        <w:rPr>
          <w:color w:val="3C747F"/>
        </w:rPr>
        <w:t>.</w:t>
      </w:r>
    </w:p>
    <w:p w:rsidR="002F688C" w:rsidRPr="003609C3" w:rsidRDefault="002F688C" w:rsidP="006F4DA7">
      <w:pPr>
        <w:pStyle w:val="BodyText"/>
        <w:numPr>
          <w:ilvl w:val="0"/>
          <w:numId w:val="4"/>
        </w:numPr>
        <w:tabs>
          <w:tab w:val="left" w:pos="679"/>
        </w:tabs>
        <w:spacing w:line="240" w:lineRule="exact"/>
        <w:ind w:right="96"/>
        <w:rPr>
          <w:rFonts w:eastAsia="Calibri" w:cs="Calibri"/>
        </w:rPr>
      </w:pPr>
      <w:r>
        <w:rPr>
          <w:color w:val="3C747F"/>
        </w:rPr>
        <w:t xml:space="preserve">Deliver increased functionality and more timely, accurate and persistent </w:t>
      </w:r>
      <w:r>
        <w:rPr>
          <w:b/>
          <w:color w:val="3C747F"/>
        </w:rPr>
        <w:t>location data and services</w:t>
      </w:r>
      <w:r>
        <w:rPr>
          <w:color w:val="3C747F"/>
        </w:rPr>
        <w:t>.</w:t>
      </w:r>
    </w:p>
    <w:p w:rsidR="002F688C" w:rsidRPr="003609C3" w:rsidRDefault="002F688C" w:rsidP="002F688C">
      <w:pPr>
        <w:numPr>
          <w:ilvl w:val="0"/>
          <w:numId w:val="4"/>
        </w:numPr>
        <w:tabs>
          <w:tab w:val="left" w:pos="679"/>
        </w:tabs>
        <w:spacing w:line="240" w:lineRule="exact"/>
        <w:ind w:right="-46"/>
        <w:rPr>
          <w:rFonts w:ascii="Century Gothic" w:hAnsi="Century Gothic"/>
          <w:sz w:val="20"/>
        </w:rPr>
      </w:pPr>
      <w:r w:rsidRPr="003609C3">
        <w:rPr>
          <w:rFonts w:ascii="Century Gothic" w:hAnsi="Century Gothic"/>
          <w:color w:val="3C747F"/>
          <w:sz w:val="20"/>
        </w:rPr>
        <w:t xml:space="preserve">Unlock the value of </w:t>
      </w:r>
      <w:r w:rsidRPr="0001785F">
        <w:rPr>
          <w:rFonts w:ascii="Century Gothic" w:hAnsi="Century Gothic"/>
          <w:b/>
          <w:color w:val="3C747F"/>
          <w:sz w:val="20"/>
        </w:rPr>
        <w:t>imagery</w:t>
      </w:r>
      <w:r w:rsidRPr="003609C3">
        <w:rPr>
          <w:rFonts w:ascii="Century Gothic" w:hAnsi="Century Gothic"/>
          <w:color w:val="3C747F"/>
          <w:sz w:val="20"/>
        </w:rPr>
        <w:t xml:space="preserve"> via whole of government approach for data analysis and access.</w:t>
      </w:r>
    </w:p>
    <w:p w:rsidR="00AD25D5" w:rsidRPr="008C490D" w:rsidRDefault="00EA2794" w:rsidP="00D045E9">
      <w:pPr>
        <w:pStyle w:val="Heading4"/>
        <w:spacing w:before="64"/>
        <w:ind w:left="388" w:right="266" w:firstLine="38"/>
        <w:jc w:val="center"/>
        <w:rPr>
          <w:rFonts w:ascii="Century Gothic" w:hAnsi="Century Gothic"/>
          <w:b w:val="0"/>
          <w:bCs w:val="0"/>
        </w:rPr>
      </w:pPr>
      <w:r>
        <w:rPr>
          <w:b w:val="0"/>
          <w:w w:val="120"/>
        </w:rPr>
        <w:br w:type="column"/>
      </w:r>
      <w:r w:rsidRPr="008C490D">
        <w:rPr>
          <w:rFonts w:ascii="Century Gothic" w:hAnsi="Century Gothic"/>
          <w:color w:val="3C747F"/>
          <w:spacing w:val="-2"/>
        </w:rPr>
        <w:lastRenderedPageBreak/>
        <w:t>Improved</w:t>
      </w:r>
      <w:r w:rsidRPr="008C490D">
        <w:rPr>
          <w:rFonts w:ascii="Century Gothic" w:hAnsi="Century Gothic"/>
          <w:color w:val="3C747F"/>
          <w:spacing w:val="19"/>
        </w:rPr>
        <w:t xml:space="preserve"> </w:t>
      </w:r>
      <w:r w:rsidRPr="008C490D">
        <w:rPr>
          <w:rFonts w:ascii="Century Gothic" w:hAnsi="Century Gothic"/>
          <w:color w:val="3C747F"/>
          <w:spacing w:val="-5"/>
        </w:rPr>
        <w:t>w</w:t>
      </w:r>
      <w:r w:rsidRPr="008C490D">
        <w:rPr>
          <w:rFonts w:ascii="Century Gothic" w:hAnsi="Century Gothic"/>
          <w:color w:val="3C747F"/>
          <w:spacing w:val="-4"/>
        </w:rPr>
        <w:t>ays</w:t>
      </w:r>
      <w:r w:rsidRPr="008C490D">
        <w:rPr>
          <w:rFonts w:ascii="Century Gothic" w:hAnsi="Century Gothic"/>
          <w:color w:val="3C747F"/>
          <w:spacing w:val="20"/>
        </w:rPr>
        <w:t xml:space="preserve"> </w:t>
      </w:r>
      <w:r w:rsidRPr="008C490D">
        <w:rPr>
          <w:rFonts w:ascii="Century Gothic" w:hAnsi="Century Gothic"/>
          <w:color w:val="3C747F"/>
        </w:rPr>
        <w:t>of</w:t>
      </w:r>
      <w:r w:rsidRPr="008C490D">
        <w:rPr>
          <w:rFonts w:ascii="Century Gothic" w:hAnsi="Century Gothic"/>
          <w:color w:val="3C747F"/>
          <w:spacing w:val="20"/>
        </w:rPr>
        <w:t xml:space="preserve"> </w:t>
      </w:r>
      <w:r w:rsidRPr="008C490D">
        <w:rPr>
          <w:rFonts w:ascii="Century Gothic" w:hAnsi="Century Gothic"/>
          <w:color w:val="3C747F"/>
        </w:rPr>
        <w:t>doing</w:t>
      </w:r>
      <w:r w:rsidRPr="008C490D">
        <w:rPr>
          <w:rFonts w:ascii="Century Gothic" w:hAnsi="Century Gothic"/>
          <w:color w:val="3C747F"/>
          <w:spacing w:val="19"/>
        </w:rPr>
        <w:t xml:space="preserve"> </w:t>
      </w:r>
      <w:r w:rsidRPr="008C490D">
        <w:rPr>
          <w:rFonts w:ascii="Century Gothic" w:hAnsi="Century Gothic"/>
          <w:color w:val="3C747F"/>
          <w:spacing w:val="-1"/>
        </w:rPr>
        <w:t>business</w:t>
      </w:r>
    </w:p>
    <w:p w:rsidR="00AD25D5" w:rsidRDefault="00AD25D5">
      <w:pPr>
        <w:spacing w:before="2"/>
        <w:rPr>
          <w:rFonts w:ascii="Calibri" w:eastAsia="Calibri" w:hAnsi="Calibri" w:cs="Calibri"/>
          <w:b/>
          <w:bCs/>
          <w:sz w:val="27"/>
          <w:szCs w:val="27"/>
        </w:rPr>
      </w:pPr>
    </w:p>
    <w:p w:rsidR="00AD25D5" w:rsidRDefault="00EA2794">
      <w:pPr>
        <w:pStyle w:val="BodyText"/>
        <w:spacing w:line="240" w:lineRule="exact"/>
        <w:ind w:left="388" w:right="240"/>
      </w:pPr>
      <w:r w:rsidRPr="008C490D">
        <w:rPr>
          <w:b/>
          <w:color w:val="3C747F"/>
          <w:spacing w:val="-2"/>
        </w:rPr>
        <w:t>GOAL:</w:t>
      </w:r>
      <w:r w:rsidRPr="008C490D">
        <w:rPr>
          <w:b/>
          <w:color w:val="3C747F"/>
          <w:spacing w:val="4"/>
        </w:rPr>
        <w:t xml:space="preserve"> </w:t>
      </w:r>
      <w:r>
        <w:rPr>
          <w:color w:val="3C747F"/>
          <w:w w:val="105"/>
        </w:rPr>
        <w:t>Embed</w:t>
      </w:r>
      <w:r>
        <w:rPr>
          <w:color w:val="3C747F"/>
          <w:spacing w:val="-7"/>
          <w:w w:val="105"/>
        </w:rPr>
        <w:t xml:space="preserve"> </w:t>
      </w:r>
      <w:r>
        <w:rPr>
          <w:color w:val="3C747F"/>
          <w:spacing w:val="-3"/>
          <w:w w:val="105"/>
        </w:rPr>
        <w:t>new</w:t>
      </w:r>
      <w:r>
        <w:rPr>
          <w:color w:val="3C747F"/>
          <w:spacing w:val="-6"/>
          <w:w w:val="105"/>
        </w:rPr>
        <w:t xml:space="preserve"> </w:t>
      </w:r>
      <w:r>
        <w:rPr>
          <w:color w:val="3C747F"/>
          <w:spacing w:val="-1"/>
          <w:w w:val="105"/>
        </w:rPr>
        <w:t>pr</w:t>
      </w:r>
      <w:r>
        <w:rPr>
          <w:color w:val="3C747F"/>
          <w:spacing w:val="-2"/>
          <w:w w:val="105"/>
        </w:rPr>
        <w:t>actic</w:t>
      </w:r>
      <w:r>
        <w:rPr>
          <w:color w:val="3C747F"/>
          <w:spacing w:val="-1"/>
          <w:w w:val="105"/>
        </w:rPr>
        <w:t>es</w:t>
      </w:r>
      <w:r>
        <w:rPr>
          <w:color w:val="3C747F"/>
          <w:spacing w:val="-6"/>
          <w:w w:val="105"/>
        </w:rPr>
        <w:t xml:space="preserve"> </w:t>
      </w:r>
      <w:r>
        <w:rPr>
          <w:color w:val="3C747F"/>
          <w:w w:val="105"/>
        </w:rPr>
        <w:t>and</w:t>
      </w:r>
      <w:r>
        <w:rPr>
          <w:color w:val="3C747F"/>
          <w:spacing w:val="23"/>
          <w:w w:val="93"/>
        </w:rPr>
        <w:t xml:space="preserve"> </w:t>
      </w:r>
      <w:r>
        <w:rPr>
          <w:color w:val="3C747F"/>
          <w:spacing w:val="-2"/>
          <w:w w:val="105"/>
        </w:rPr>
        <w:t>prot</w:t>
      </w:r>
      <w:r>
        <w:rPr>
          <w:color w:val="3C747F"/>
          <w:spacing w:val="-3"/>
          <w:w w:val="105"/>
        </w:rPr>
        <w:t>oc</w:t>
      </w:r>
      <w:r>
        <w:rPr>
          <w:color w:val="3C747F"/>
          <w:spacing w:val="-2"/>
          <w:w w:val="105"/>
        </w:rPr>
        <w:t>ols</w:t>
      </w:r>
      <w:r>
        <w:rPr>
          <w:color w:val="3C747F"/>
          <w:spacing w:val="3"/>
          <w:w w:val="105"/>
        </w:rPr>
        <w:t xml:space="preserve"> </w:t>
      </w:r>
      <w:r>
        <w:rPr>
          <w:color w:val="3C747F"/>
          <w:spacing w:val="-3"/>
          <w:w w:val="105"/>
        </w:rPr>
        <w:t>acr</w:t>
      </w:r>
      <w:r>
        <w:rPr>
          <w:color w:val="3C747F"/>
          <w:spacing w:val="-2"/>
          <w:w w:val="105"/>
        </w:rPr>
        <w:t>oss</w:t>
      </w:r>
      <w:r>
        <w:rPr>
          <w:color w:val="3C747F"/>
          <w:spacing w:val="4"/>
          <w:w w:val="105"/>
        </w:rPr>
        <w:t xml:space="preserve"> </w:t>
      </w:r>
      <w:r>
        <w:rPr>
          <w:color w:val="3C747F"/>
          <w:w w:val="105"/>
        </w:rPr>
        <w:t>jurisdictional</w:t>
      </w:r>
      <w:r>
        <w:rPr>
          <w:color w:val="3C747F"/>
          <w:spacing w:val="25"/>
          <w:w w:val="106"/>
        </w:rPr>
        <w:t xml:space="preserve"> </w:t>
      </w:r>
      <w:r>
        <w:rPr>
          <w:color w:val="3C747F"/>
          <w:w w:val="105"/>
        </w:rPr>
        <w:t>and</w:t>
      </w:r>
      <w:r>
        <w:rPr>
          <w:color w:val="3C747F"/>
          <w:spacing w:val="-35"/>
          <w:w w:val="105"/>
        </w:rPr>
        <w:t xml:space="preserve"> </w:t>
      </w:r>
      <w:r>
        <w:rPr>
          <w:color w:val="3C747F"/>
          <w:spacing w:val="-2"/>
          <w:w w:val="105"/>
        </w:rPr>
        <w:t>Na</w:t>
      </w:r>
      <w:r>
        <w:rPr>
          <w:color w:val="3C747F"/>
          <w:spacing w:val="-1"/>
          <w:w w:val="105"/>
        </w:rPr>
        <w:t>tional</w:t>
      </w:r>
      <w:r>
        <w:rPr>
          <w:color w:val="3C747F"/>
          <w:spacing w:val="-34"/>
          <w:w w:val="105"/>
        </w:rPr>
        <w:t xml:space="preserve"> </w:t>
      </w:r>
      <w:r>
        <w:rPr>
          <w:color w:val="3C747F"/>
          <w:spacing w:val="-3"/>
          <w:w w:val="105"/>
        </w:rPr>
        <w:t>go</w:t>
      </w:r>
      <w:r>
        <w:rPr>
          <w:color w:val="3C747F"/>
          <w:spacing w:val="-2"/>
          <w:w w:val="105"/>
        </w:rPr>
        <w:t>vernments</w:t>
      </w:r>
      <w:r>
        <w:rPr>
          <w:color w:val="3C747F"/>
          <w:spacing w:val="-34"/>
          <w:w w:val="105"/>
        </w:rPr>
        <w:t xml:space="preserve"> </w:t>
      </w:r>
      <w:r>
        <w:rPr>
          <w:color w:val="3C747F"/>
          <w:spacing w:val="-2"/>
          <w:w w:val="105"/>
        </w:rPr>
        <w:t>t</w:t>
      </w:r>
      <w:r>
        <w:rPr>
          <w:color w:val="3C747F"/>
          <w:spacing w:val="-3"/>
          <w:w w:val="105"/>
        </w:rPr>
        <w:t>o</w:t>
      </w:r>
      <w:r>
        <w:rPr>
          <w:color w:val="3C747F"/>
          <w:spacing w:val="35"/>
          <w:w w:val="98"/>
        </w:rPr>
        <w:t xml:space="preserve"> </w:t>
      </w:r>
      <w:r>
        <w:rPr>
          <w:color w:val="3C747F"/>
          <w:spacing w:val="-1"/>
          <w:w w:val="105"/>
        </w:rPr>
        <w:t>r</w:t>
      </w:r>
      <w:r>
        <w:rPr>
          <w:color w:val="3C747F"/>
          <w:spacing w:val="-2"/>
          <w:w w:val="105"/>
        </w:rPr>
        <w:t>ealise</w:t>
      </w:r>
      <w:r>
        <w:rPr>
          <w:color w:val="3C747F"/>
          <w:spacing w:val="-29"/>
          <w:w w:val="105"/>
        </w:rPr>
        <w:t xml:space="preserve"> </w:t>
      </w:r>
      <w:r>
        <w:rPr>
          <w:color w:val="3C747F"/>
          <w:w w:val="105"/>
        </w:rPr>
        <w:t>a</w:t>
      </w:r>
      <w:r>
        <w:rPr>
          <w:color w:val="3C747F"/>
          <w:spacing w:val="-29"/>
          <w:w w:val="105"/>
        </w:rPr>
        <w:t xml:space="preserve"> </w:t>
      </w:r>
      <w:r>
        <w:rPr>
          <w:color w:val="3C747F"/>
          <w:spacing w:val="-2"/>
          <w:w w:val="105"/>
        </w:rPr>
        <w:t>Na</w:t>
      </w:r>
      <w:r>
        <w:rPr>
          <w:color w:val="3C747F"/>
          <w:spacing w:val="-1"/>
          <w:w w:val="105"/>
        </w:rPr>
        <w:t>tional</w:t>
      </w:r>
      <w:r>
        <w:rPr>
          <w:color w:val="3C747F"/>
          <w:spacing w:val="-28"/>
          <w:w w:val="105"/>
        </w:rPr>
        <w:t xml:space="preserve"> </w:t>
      </w:r>
      <w:r>
        <w:rPr>
          <w:color w:val="3C747F"/>
          <w:spacing w:val="-2"/>
          <w:w w:val="105"/>
        </w:rPr>
        <w:t>Spa</w:t>
      </w:r>
      <w:r>
        <w:rPr>
          <w:color w:val="3C747F"/>
          <w:spacing w:val="-1"/>
          <w:w w:val="105"/>
        </w:rPr>
        <w:t>tial</w:t>
      </w:r>
      <w:r>
        <w:rPr>
          <w:color w:val="3C747F"/>
          <w:spacing w:val="-29"/>
          <w:w w:val="105"/>
        </w:rPr>
        <w:t xml:space="preserve"> </w:t>
      </w:r>
      <w:r>
        <w:rPr>
          <w:color w:val="3C747F"/>
          <w:spacing w:val="-2"/>
          <w:w w:val="105"/>
        </w:rPr>
        <w:t>Data</w:t>
      </w:r>
      <w:r>
        <w:rPr>
          <w:color w:val="3C747F"/>
          <w:spacing w:val="33"/>
          <w:w w:val="96"/>
        </w:rPr>
        <w:t xml:space="preserve"> </w:t>
      </w:r>
      <w:r>
        <w:rPr>
          <w:color w:val="3C747F"/>
          <w:spacing w:val="-1"/>
          <w:w w:val="105"/>
        </w:rPr>
        <w:t>Infr</w:t>
      </w:r>
      <w:r>
        <w:rPr>
          <w:color w:val="3C747F"/>
          <w:spacing w:val="-2"/>
          <w:w w:val="105"/>
        </w:rPr>
        <w:t>as</w:t>
      </w:r>
      <w:r>
        <w:rPr>
          <w:color w:val="3C747F"/>
          <w:spacing w:val="-1"/>
          <w:w w:val="105"/>
        </w:rPr>
        <w:t>tructur</w:t>
      </w:r>
      <w:r>
        <w:rPr>
          <w:color w:val="3C747F"/>
          <w:spacing w:val="-2"/>
          <w:w w:val="105"/>
        </w:rPr>
        <w:t>e.</w:t>
      </w:r>
    </w:p>
    <w:p w:rsidR="00407E2A" w:rsidRPr="008C490D" w:rsidRDefault="00407E2A" w:rsidP="00407E2A">
      <w:pPr>
        <w:spacing w:before="115"/>
        <w:ind w:left="426"/>
        <w:rPr>
          <w:rFonts w:ascii="Century Gothic" w:eastAsia="Calibri" w:hAnsi="Century Gothic" w:cs="Calibri"/>
          <w:sz w:val="20"/>
          <w:szCs w:val="20"/>
        </w:rPr>
      </w:pPr>
      <w:r w:rsidRPr="008C490D">
        <w:rPr>
          <w:rFonts w:ascii="Century Gothic" w:hAnsi="Century Gothic"/>
          <w:b/>
          <w:color w:val="3C747F"/>
          <w:spacing w:val="-2"/>
          <w:sz w:val="20"/>
        </w:rPr>
        <w:t>ACTIONS:</w:t>
      </w:r>
    </w:p>
    <w:p w:rsidR="002F688C" w:rsidRPr="006F4DA7" w:rsidRDefault="006F4DA7" w:rsidP="00BD50CB">
      <w:pPr>
        <w:pStyle w:val="BodyText"/>
        <w:numPr>
          <w:ilvl w:val="0"/>
          <w:numId w:val="4"/>
        </w:numPr>
        <w:spacing w:line="240" w:lineRule="exact"/>
        <w:ind w:left="851" w:right="266"/>
        <w:rPr>
          <w:rFonts w:eastAsia="Calibri" w:cs="Calibri"/>
        </w:rPr>
      </w:pPr>
      <w:r>
        <w:rPr>
          <w:color w:val="3C747F"/>
        </w:rPr>
        <w:t xml:space="preserve">Establish a </w:t>
      </w:r>
      <w:r>
        <w:rPr>
          <w:b/>
          <w:color w:val="3C747F"/>
        </w:rPr>
        <w:t xml:space="preserve">national Spatial Data </w:t>
      </w:r>
      <w:r w:rsidRPr="006F4DA7">
        <w:rPr>
          <w:color w:val="3C747F"/>
        </w:rPr>
        <w:t>Infrastructure</w:t>
      </w:r>
      <w:r>
        <w:rPr>
          <w:color w:val="3C747F"/>
        </w:rPr>
        <w:t>.</w:t>
      </w:r>
    </w:p>
    <w:p w:rsidR="006F4DA7" w:rsidRPr="003609C3" w:rsidRDefault="006F4DA7" w:rsidP="00BD50CB">
      <w:pPr>
        <w:pStyle w:val="BodyText"/>
        <w:numPr>
          <w:ilvl w:val="0"/>
          <w:numId w:val="4"/>
        </w:numPr>
        <w:spacing w:line="240" w:lineRule="exact"/>
        <w:ind w:left="851" w:right="266"/>
        <w:rPr>
          <w:rFonts w:eastAsia="Calibri" w:cs="Calibri"/>
        </w:rPr>
      </w:pPr>
      <w:r>
        <w:rPr>
          <w:color w:val="3C747F"/>
        </w:rPr>
        <w:t xml:space="preserve">Establish a coordinated </w:t>
      </w:r>
      <w:r>
        <w:rPr>
          <w:b/>
          <w:color w:val="3C747F"/>
        </w:rPr>
        <w:t>National Positioning Infrastructure</w:t>
      </w:r>
      <w:r>
        <w:rPr>
          <w:color w:val="3C747F"/>
        </w:rPr>
        <w:t xml:space="preserve"> to enable consistent positioning, navigation and timing services.</w:t>
      </w:r>
    </w:p>
    <w:p w:rsidR="006F4DA7" w:rsidRPr="006F4DA7" w:rsidRDefault="006F4DA7" w:rsidP="00BD50CB">
      <w:pPr>
        <w:numPr>
          <w:ilvl w:val="0"/>
          <w:numId w:val="4"/>
        </w:numPr>
        <w:spacing w:line="240" w:lineRule="exact"/>
        <w:ind w:left="851" w:right="266"/>
        <w:rPr>
          <w:rFonts w:ascii="Century Gothic" w:hAnsi="Century Gothic"/>
          <w:sz w:val="20"/>
        </w:rPr>
      </w:pPr>
      <w:r>
        <w:rPr>
          <w:rFonts w:ascii="Century Gothic" w:hAnsi="Century Gothic"/>
          <w:color w:val="3C747F"/>
          <w:sz w:val="20"/>
        </w:rPr>
        <w:t xml:space="preserve">Implement the </w:t>
      </w:r>
      <w:r>
        <w:rPr>
          <w:rFonts w:ascii="Century Gothic" w:hAnsi="Century Gothic"/>
          <w:b/>
          <w:color w:val="3C747F"/>
          <w:sz w:val="20"/>
        </w:rPr>
        <w:t>Datum Modernisation</w:t>
      </w:r>
      <w:r>
        <w:rPr>
          <w:rFonts w:ascii="Century Gothic" w:hAnsi="Century Gothic"/>
          <w:color w:val="3C747F"/>
          <w:sz w:val="20"/>
        </w:rPr>
        <w:t xml:space="preserve"> Project through a coordinated and cost efficient program to deliver national positioning needs.</w:t>
      </w:r>
    </w:p>
    <w:p w:rsidR="002F688C" w:rsidRPr="003609C3" w:rsidRDefault="006F4DA7" w:rsidP="00BD50CB">
      <w:pPr>
        <w:numPr>
          <w:ilvl w:val="0"/>
          <w:numId w:val="4"/>
        </w:numPr>
        <w:spacing w:line="240" w:lineRule="exact"/>
        <w:ind w:left="851" w:right="266"/>
        <w:rPr>
          <w:rFonts w:ascii="Century Gothic" w:hAnsi="Century Gothic"/>
          <w:sz w:val="20"/>
        </w:rPr>
      </w:pPr>
      <w:r>
        <w:rPr>
          <w:rFonts w:ascii="Century Gothic" w:hAnsi="Century Gothic"/>
          <w:color w:val="3C747F"/>
          <w:sz w:val="20"/>
        </w:rPr>
        <w:t xml:space="preserve">Implement affordable and </w:t>
      </w:r>
      <w:r>
        <w:rPr>
          <w:rFonts w:ascii="Century Gothic" w:hAnsi="Century Gothic"/>
          <w:b/>
          <w:color w:val="3C747F"/>
          <w:sz w:val="20"/>
        </w:rPr>
        <w:t>scalable cloud based solutions</w:t>
      </w:r>
      <w:r>
        <w:rPr>
          <w:rFonts w:ascii="Century Gothic" w:hAnsi="Century Gothic"/>
          <w:color w:val="3C747F"/>
          <w:sz w:val="20"/>
        </w:rPr>
        <w:t xml:space="preserve"> for the delivery of federated spatial data</w:t>
      </w:r>
      <w:r w:rsidR="002F688C" w:rsidRPr="003609C3">
        <w:rPr>
          <w:rFonts w:ascii="Century Gothic" w:hAnsi="Century Gothic"/>
          <w:color w:val="3C747F"/>
          <w:sz w:val="20"/>
        </w:rPr>
        <w:t>.</w:t>
      </w:r>
    </w:p>
    <w:p w:rsidR="00AD25D5" w:rsidRDefault="00AD25D5">
      <w:pPr>
        <w:spacing w:line="231" w:lineRule="exact"/>
        <w:sectPr w:rsidR="00AD25D5">
          <w:type w:val="continuous"/>
          <w:pgSz w:w="16840" w:h="23820"/>
          <w:pgMar w:top="240" w:right="220" w:bottom="0" w:left="220" w:header="720" w:footer="720" w:gutter="0"/>
          <w:cols w:num="4" w:space="720" w:equalWidth="0">
            <w:col w:w="3747" w:space="388"/>
            <w:col w:w="3529" w:space="725"/>
            <w:col w:w="3498" w:space="561"/>
            <w:col w:w="3952"/>
          </w:cols>
        </w:sectPr>
      </w:pPr>
    </w:p>
    <w:p w:rsidR="00AD25D5" w:rsidRPr="0001785F" w:rsidRDefault="00EA2794">
      <w:pPr>
        <w:pStyle w:val="BodyText"/>
        <w:numPr>
          <w:ilvl w:val="0"/>
          <w:numId w:val="2"/>
        </w:numPr>
        <w:tabs>
          <w:tab w:val="left" w:pos="619"/>
        </w:tabs>
        <w:spacing w:before="103" w:line="236" w:lineRule="exact"/>
        <w:ind w:right="216" w:hanging="303"/>
      </w:pPr>
      <w:r w:rsidRPr="0001785F">
        <w:rPr>
          <w:color w:val="30959E"/>
        </w:rPr>
        <w:lastRenderedPageBreak/>
        <w:t>Better, more informed policy and investment decisions for government, industry and the wider community.</w:t>
      </w:r>
    </w:p>
    <w:p w:rsidR="00AD25D5" w:rsidRPr="0001785F" w:rsidRDefault="00EA2794">
      <w:pPr>
        <w:pStyle w:val="BodyText"/>
        <w:numPr>
          <w:ilvl w:val="0"/>
          <w:numId w:val="2"/>
        </w:numPr>
        <w:tabs>
          <w:tab w:val="left" w:pos="619"/>
        </w:tabs>
        <w:spacing w:before="48" w:line="236" w:lineRule="exact"/>
        <w:ind w:hanging="303"/>
      </w:pPr>
      <w:r w:rsidRPr="0001785F">
        <w:rPr>
          <w:color w:val="30959E"/>
        </w:rPr>
        <w:t>Cost efficient and effective capture, maintenance and delivery of high quality, standardised spatial data that is timely, current and accurate.</w:t>
      </w:r>
    </w:p>
    <w:p w:rsidR="00AD25D5" w:rsidRPr="0001785F" w:rsidRDefault="00EA2794">
      <w:pPr>
        <w:pStyle w:val="BodyText"/>
        <w:numPr>
          <w:ilvl w:val="0"/>
          <w:numId w:val="2"/>
        </w:numPr>
        <w:tabs>
          <w:tab w:val="left" w:pos="619"/>
        </w:tabs>
        <w:spacing w:before="48" w:line="236" w:lineRule="exact"/>
        <w:ind w:right="49" w:hanging="303"/>
      </w:pPr>
      <w:r w:rsidRPr="0001785F">
        <w:rPr>
          <w:color w:val="30959E"/>
        </w:rPr>
        <w:t>Reduced time to market for foundation spatial data.</w:t>
      </w:r>
    </w:p>
    <w:p w:rsidR="00AD25D5" w:rsidRPr="0001785F" w:rsidRDefault="00EA2794">
      <w:pPr>
        <w:pStyle w:val="BodyText"/>
        <w:numPr>
          <w:ilvl w:val="0"/>
          <w:numId w:val="2"/>
        </w:numPr>
        <w:tabs>
          <w:tab w:val="left" w:pos="619"/>
        </w:tabs>
        <w:spacing w:before="47" w:line="236" w:lineRule="exact"/>
        <w:ind w:right="17" w:hanging="303"/>
      </w:pPr>
      <w:r w:rsidRPr="0001785F">
        <w:rPr>
          <w:color w:val="30959E"/>
        </w:rPr>
        <w:t>A robust foundation for a positionally accurate society.</w:t>
      </w:r>
    </w:p>
    <w:p w:rsidR="00AD25D5" w:rsidRDefault="00AD25D5">
      <w:pPr>
        <w:rPr>
          <w:rFonts w:ascii="Century Gothic" w:eastAsia="Century Gothic" w:hAnsi="Century Gothic" w:cs="Century Gothic"/>
          <w:sz w:val="20"/>
          <w:szCs w:val="20"/>
        </w:rPr>
      </w:pPr>
    </w:p>
    <w:p w:rsidR="00AD25D5" w:rsidRDefault="00AD25D5">
      <w:pPr>
        <w:spacing w:before="1"/>
        <w:rPr>
          <w:rFonts w:ascii="Century Gothic" w:eastAsia="Century Gothic" w:hAnsi="Century Gothic" w:cs="Century Gothic"/>
        </w:rPr>
      </w:pPr>
    </w:p>
    <w:p w:rsidR="00AD25D5" w:rsidRPr="0001785F" w:rsidRDefault="00EA2794">
      <w:pPr>
        <w:pStyle w:val="Heading3"/>
        <w:rPr>
          <w:rFonts w:ascii="Century Gothic" w:hAnsi="Century Gothic"/>
          <w:b w:val="0"/>
          <w:bCs w:val="0"/>
          <w:sz w:val="28"/>
        </w:rPr>
      </w:pPr>
      <w:r w:rsidRPr="0001785F">
        <w:rPr>
          <w:rFonts w:ascii="Century Gothic" w:hAnsi="Century Gothic"/>
          <w:color w:val="30959E"/>
          <w:sz w:val="28"/>
        </w:rPr>
        <w:t>VALUE</w:t>
      </w:r>
    </w:p>
    <w:p w:rsidR="00AD25D5" w:rsidRPr="0001785F" w:rsidRDefault="00EA2794">
      <w:pPr>
        <w:spacing w:before="73"/>
        <w:ind w:left="297"/>
        <w:rPr>
          <w:rFonts w:ascii="Century Gothic" w:eastAsia="Century Gothic" w:hAnsi="Century Gothic" w:cs="Century Gothic"/>
          <w:sz w:val="20"/>
          <w:szCs w:val="16"/>
        </w:rPr>
      </w:pPr>
      <w:r w:rsidRPr="0001785F">
        <w:rPr>
          <w:rFonts w:ascii="Century Gothic" w:hAnsi="Century Gothic"/>
          <w:color w:val="30959E"/>
          <w:sz w:val="20"/>
        </w:rPr>
        <w:t>MEASURABLE IMPROVEMENTS FROM OUTCOMES</w:t>
      </w:r>
    </w:p>
    <w:p w:rsidR="00AD25D5" w:rsidRPr="0001785F" w:rsidRDefault="00EA2794">
      <w:pPr>
        <w:pStyle w:val="BodyText"/>
        <w:numPr>
          <w:ilvl w:val="0"/>
          <w:numId w:val="2"/>
        </w:numPr>
        <w:tabs>
          <w:tab w:val="left" w:pos="631"/>
        </w:tabs>
        <w:spacing w:before="120" w:line="236" w:lineRule="exact"/>
        <w:ind w:left="630" w:right="921" w:hanging="331"/>
      </w:pPr>
      <w:r w:rsidRPr="0001785F">
        <w:rPr>
          <w:color w:val="30959E"/>
        </w:rPr>
        <w:t>Reduced cost to government in the production of foundation spatial data</w:t>
      </w:r>
    </w:p>
    <w:p w:rsidR="00AD25D5" w:rsidRPr="0001785F" w:rsidRDefault="00EA2794">
      <w:pPr>
        <w:pStyle w:val="BodyText"/>
        <w:numPr>
          <w:ilvl w:val="0"/>
          <w:numId w:val="2"/>
        </w:numPr>
        <w:tabs>
          <w:tab w:val="left" w:pos="631"/>
        </w:tabs>
        <w:spacing w:before="52" w:line="236" w:lineRule="exact"/>
        <w:ind w:left="630" w:right="120" w:hanging="331"/>
      </w:pPr>
      <w:r w:rsidRPr="0001785F">
        <w:rPr>
          <w:color w:val="30959E"/>
        </w:rPr>
        <w:t>Contribution to the Australian &amp; New Zealand economies by providing authoritative spatial datasets and spatial services.</w:t>
      </w:r>
    </w:p>
    <w:p w:rsidR="00AD25D5" w:rsidRPr="0001785F" w:rsidRDefault="00EA2794">
      <w:pPr>
        <w:pStyle w:val="BodyText"/>
        <w:numPr>
          <w:ilvl w:val="0"/>
          <w:numId w:val="2"/>
        </w:numPr>
        <w:tabs>
          <w:tab w:val="left" w:pos="631"/>
        </w:tabs>
        <w:spacing w:before="52" w:line="236" w:lineRule="exact"/>
        <w:ind w:left="630" w:right="17" w:hanging="331"/>
      </w:pPr>
      <w:r w:rsidRPr="0001785F">
        <w:rPr>
          <w:color w:val="30959E"/>
        </w:rPr>
        <w:t>Leadership in the production and maintenance of precise spatial datasets and products.</w:t>
      </w:r>
    </w:p>
    <w:p w:rsidR="00AD25D5" w:rsidRPr="0001785F" w:rsidRDefault="00EA2794">
      <w:pPr>
        <w:pStyle w:val="BodyText"/>
        <w:numPr>
          <w:ilvl w:val="0"/>
          <w:numId w:val="2"/>
        </w:numPr>
        <w:tabs>
          <w:tab w:val="left" w:pos="631"/>
        </w:tabs>
        <w:spacing w:before="52" w:line="236" w:lineRule="exact"/>
        <w:ind w:left="630" w:right="305" w:hanging="331"/>
      </w:pPr>
      <w:r w:rsidRPr="0001785F">
        <w:rPr>
          <w:color w:val="30959E"/>
        </w:rPr>
        <w:t>Reduced cost and time spent by users discovering and consuming spatial datasets and services.</w:t>
      </w:r>
    </w:p>
    <w:p w:rsidR="00AD25D5" w:rsidRDefault="00AD25D5">
      <w:pPr>
        <w:rPr>
          <w:rFonts w:ascii="Century Gothic" w:eastAsia="Century Gothic" w:hAnsi="Century Gothic" w:cs="Century Gothic"/>
          <w:sz w:val="20"/>
          <w:szCs w:val="20"/>
        </w:rPr>
      </w:pPr>
    </w:p>
    <w:p w:rsidR="00AD25D5" w:rsidRDefault="00AD25D5">
      <w:pPr>
        <w:spacing w:before="2"/>
        <w:rPr>
          <w:rFonts w:ascii="Century Gothic" w:eastAsia="Century Gothic" w:hAnsi="Century Gothic" w:cs="Century Gothic"/>
          <w:sz w:val="24"/>
          <w:szCs w:val="24"/>
        </w:rPr>
      </w:pPr>
    </w:p>
    <w:p w:rsidR="00AD25D5" w:rsidRPr="0001785F" w:rsidRDefault="00EA2794">
      <w:pPr>
        <w:ind w:left="126"/>
        <w:rPr>
          <w:rFonts w:ascii="Calibri" w:eastAsia="Calibri" w:hAnsi="Calibri" w:cs="Calibri"/>
          <w:sz w:val="36"/>
          <w:szCs w:val="34"/>
        </w:rPr>
      </w:pPr>
      <w:r w:rsidRPr="0001785F">
        <w:rPr>
          <w:rFonts w:ascii="Calibri" w:hAnsi="Calibri"/>
          <w:b/>
          <w:color w:val="3C747F"/>
          <w:sz w:val="36"/>
        </w:rPr>
        <w:t>AREAS OF INFLUENCE</w:t>
      </w:r>
    </w:p>
    <w:p w:rsidR="00AD25D5" w:rsidRPr="00A83CAE" w:rsidRDefault="00EA2794">
      <w:pPr>
        <w:spacing w:before="8"/>
        <w:rPr>
          <w:rFonts w:ascii="Calibri" w:eastAsia="Calibri" w:hAnsi="Calibri" w:cs="Calibri"/>
          <w:b/>
          <w:bCs/>
          <w:szCs w:val="57"/>
        </w:rPr>
      </w:pPr>
      <w:r>
        <w:br w:type="column"/>
      </w:r>
      <w:r w:rsidR="00A83CAE" w:rsidRPr="00A83CAE">
        <w:rPr>
          <w:sz w:val="16"/>
        </w:rPr>
        <w:lastRenderedPageBreak/>
        <w:t xml:space="preserve"> </w:t>
      </w:r>
    </w:p>
    <w:p w:rsidR="00AD25D5" w:rsidRDefault="00EA2794">
      <w:pPr>
        <w:pStyle w:val="Heading1"/>
        <w:spacing w:line="540" w:lineRule="exact"/>
        <w:ind w:left="126"/>
        <w:jc w:val="center"/>
        <w:rPr>
          <w:b w:val="0"/>
          <w:bCs w:val="0"/>
        </w:rPr>
      </w:pPr>
      <w:r>
        <w:rPr>
          <w:color w:val="FFFFFF"/>
          <w:w w:val="125"/>
        </w:rPr>
        <w:t>INTEGR</w:t>
      </w:r>
      <w:r>
        <w:rPr>
          <w:color w:val="FFFFFF"/>
          <w:spacing w:val="-40"/>
          <w:w w:val="125"/>
        </w:rPr>
        <w:t>A</w:t>
      </w:r>
      <w:r>
        <w:rPr>
          <w:color w:val="FFFFFF"/>
          <w:w w:val="125"/>
        </w:rPr>
        <w:t>TING</w:t>
      </w:r>
      <w:r>
        <w:rPr>
          <w:color w:val="FFFFFF"/>
          <w:w w:val="124"/>
        </w:rPr>
        <w:t xml:space="preserve"> </w:t>
      </w:r>
      <w:r>
        <w:rPr>
          <w:color w:val="FFFFFF"/>
          <w:w w:val="125"/>
        </w:rPr>
        <w:t>JURISDICTIONAL</w:t>
      </w:r>
      <w:r>
        <w:rPr>
          <w:color w:val="FFFFFF"/>
          <w:spacing w:val="75"/>
          <w:w w:val="125"/>
        </w:rPr>
        <w:t xml:space="preserve"> </w:t>
      </w:r>
      <w:r>
        <w:rPr>
          <w:color w:val="FFFFFF"/>
          <w:w w:val="125"/>
        </w:rPr>
        <w:t>&amp;</w:t>
      </w:r>
      <w:r>
        <w:rPr>
          <w:color w:val="FFFFFF"/>
          <w:w w:val="98"/>
        </w:rPr>
        <w:t xml:space="preserve"> </w:t>
      </w:r>
      <w:r>
        <w:rPr>
          <w:color w:val="FFFFFF"/>
          <w:w w:val="125"/>
        </w:rPr>
        <w:t>N</w:t>
      </w:r>
      <w:r>
        <w:rPr>
          <w:color w:val="FFFFFF"/>
          <w:spacing w:val="-40"/>
          <w:w w:val="125"/>
        </w:rPr>
        <w:t>A</w:t>
      </w:r>
      <w:r>
        <w:rPr>
          <w:color w:val="FFFFFF"/>
          <w:w w:val="125"/>
        </w:rPr>
        <w:t>TIONAL CA</w:t>
      </w:r>
      <w:r>
        <w:rPr>
          <w:color w:val="FFFFFF"/>
          <w:spacing w:val="-32"/>
          <w:w w:val="125"/>
        </w:rPr>
        <w:t>P</w:t>
      </w:r>
      <w:r>
        <w:rPr>
          <w:color w:val="FFFFFF"/>
          <w:w w:val="125"/>
        </w:rPr>
        <w:t>ABILITIES</w:t>
      </w:r>
    </w:p>
    <w:p w:rsidR="00AD25D5" w:rsidRPr="0001785F" w:rsidRDefault="00EA2794" w:rsidP="006F4DA7">
      <w:pPr>
        <w:spacing w:line="214" w:lineRule="exact"/>
        <w:rPr>
          <w:rFonts w:ascii="Century Gothic" w:hAnsi="Century Gothic"/>
          <w:sz w:val="20"/>
        </w:rPr>
      </w:pPr>
      <w:r>
        <w:rPr>
          <w:w w:val="110"/>
        </w:rPr>
        <w:br w:type="column"/>
      </w:r>
    </w:p>
    <w:p w:rsidR="00AD25D5" w:rsidRDefault="00AD25D5">
      <w:pPr>
        <w:rPr>
          <w:rFonts w:ascii="Century Gothic" w:eastAsia="Century Gothic" w:hAnsi="Century Gothic" w:cs="Century Gothic"/>
          <w:sz w:val="20"/>
          <w:szCs w:val="20"/>
        </w:rPr>
      </w:pPr>
    </w:p>
    <w:p w:rsidR="00AD25D5" w:rsidRDefault="00AD25D5">
      <w:pPr>
        <w:rPr>
          <w:rFonts w:ascii="Century Gothic" w:eastAsia="Century Gothic" w:hAnsi="Century Gothic" w:cs="Century Gothic"/>
          <w:sz w:val="20"/>
          <w:szCs w:val="20"/>
        </w:rPr>
      </w:pPr>
    </w:p>
    <w:p w:rsidR="00AD25D5" w:rsidRDefault="00AD25D5">
      <w:pPr>
        <w:rPr>
          <w:rFonts w:ascii="Century Gothic" w:eastAsia="Century Gothic" w:hAnsi="Century Gothic" w:cs="Century Gothic"/>
          <w:sz w:val="20"/>
          <w:szCs w:val="20"/>
        </w:rPr>
      </w:pPr>
    </w:p>
    <w:p w:rsidR="00AD25D5" w:rsidRDefault="00AD25D5">
      <w:pPr>
        <w:rPr>
          <w:rFonts w:ascii="Century Gothic" w:eastAsia="Century Gothic" w:hAnsi="Century Gothic" w:cs="Century Gothic"/>
          <w:sz w:val="20"/>
          <w:szCs w:val="20"/>
        </w:rPr>
      </w:pPr>
    </w:p>
    <w:p w:rsidR="00AD25D5" w:rsidRPr="00A83CAE" w:rsidRDefault="00AD25D5">
      <w:pPr>
        <w:spacing w:before="2"/>
        <w:rPr>
          <w:rFonts w:ascii="Century Gothic" w:eastAsia="Century Gothic" w:hAnsi="Century Gothic" w:cs="Century Gothic"/>
          <w:sz w:val="14"/>
          <w:szCs w:val="29"/>
        </w:rPr>
      </w:pPr>
    </w:p>
    <w:p w:rsidR="00AD25D5" w:rsidRDefault="00EA2794">
      <w:pPr>
        <w:pStyle w:val="Heading1"/>
        <w:ind w:firstLine="0"/>
        <w:rPr>
          <w:b w:val="0"/>
          <w:bCs w:val="0"/>
        </w:rPr>
      </w:pPr>
      <w:r>
        <w:rPr>
          <w:color w:val="FFFFFF"/>
          <w:spacing w:val="-8"/>
          <w:w w:val="130"/>
        </w:rPr>
        <w:t>B</w:t>
      </w:r>
      <w:r>
        <w:rPr>
          <w:color w:val="FFFFFF"/>
          <w:spacing w:val="-7"/>
          <w:w w:val="130"/>
        </w:rPr>
        <w:t>Y</w:t>
      </w:r>
      <w:r>
        <w:rPr>
          <w:color w:val="FFFFFF"/>
          <w:spacing w:val="-15"/>
          <w:w w:val="130"/>
        </w:rPr>
        <w:t xml:space="preserve"> </w:t>
      </w:r>
      <w:r>
        <w:rPr>
          <w:color w:val="FFFFFF"/>
          <w:spacing w:val="-3"/>
          <w:w w:val="130"/>
        </w:rPr>
        <w:t>LEVERA</w:t>
      </w:r>
      <w:r>
        <w:rPr>
          <w:color w:val="FFFFFF"/>
          <w:spacing w:val="-4"/>
          <w:w w:val="130"/>
        </w:rPr>
        <w:t>GING</w:t>
      </w:r>
    </w:p>
    <w:p w:rsidR="00AD25D5" w:rsidRPr="0001785F" w:rsidRDefault="00EA2794" w:rsidP="0001785F">
      <w:pPr>
        <w:spacing w:before="182" w:line="270" w:lineRule="exact"/>
        <w:ind w:left="1084" w:right="299"/>
        <w:rPr>
          <w:rFonts w:ascii="Calibri"/>
          <w:b/>
          <w:color w:val="FFFFFF"/>
          <w:spacing w:val="26"/>
          <w:w w:val="117"/>
        </w:rPr>
      </w:pPr>
      <w:r w:rsidRPr="00AB098B">
        <w:rPr>
          <w:rFonts w:ascii="Century Gothic" w:hAnsi="Century Gothic"/>
          <w:b/>
          <w:color w:val="FFFFFF"/>
          <w:spacing w:val="-1"/>
        </w:rPr>
        <w:t>People</w:t>
      </w:r>
      <w:r w:rsidR="00AB098B" w:rsidRPr="00AB098B">
        <w:rPr>
          <w:rFonts w:ascii="Century Gothic" w:hAnsi="Century Gothic"/>
          <w:b/>
          <w:color w:val="FFFFFF"/>
        </w:rPr>
        <w:t xml:space="preserve"> </w:t>
      </w:r>
      <w:r w:rsidRPr="00AB098B">
        <w:rPr>
          <w:rFonts w:ascii="Century Gothic" w:hAnsi="Century Gothic"/>
          <w:b/>
          <w:color w:val="FFFFFF"/>
        </w:rPr>
        <w:t>+</w:t>
      </w:r>
      <w:r w:rsidRPr="00AB098B">
        <w:rPr>
          <w:rFonts w:ascii="Century Gothic" w:hAnsi="Century Gothic"/>
          <w:b/>
          <w:color w:val="FFFFFF"/>
          <w:spacing w:val="26"/>
        </w:rPr>
        <w:t xml:space="preserve"> </w:t>
      </w:r>
      <w:r w:rsidRPr="00AB098B">
        <w:rPr>
          <w:rFonts w:ascii="Century Gothic" w:hAnsi="Century Gothic"/>
          <w:b/>
          <w:color w:val="FFFFFF"/>
          <w:spacing w:val="-2"/>
        </w:rPr>
        <w:t>know-how</w:t>
      </w:r>
      <w:r w:rsidRPr="0001785F">
        <w:rPr>
          <w:rFonts w:ascii="Century Gothic" w:hAnsi="Century Gothic"/>
          <w:b/>
          <w:color w:val="FFFFFF"/>
          <w:spacing w:val="26"/>
          <w:w w:val="117"/>
        </w:rPr>
        <w:t xml:space="preserve"> </w:t>
      </w:r>
      <w:r w:rsidR="0001785F">
        <w:rPr>
          <w:rFonts w:ascii="Calibri"/>
          <w:b/>
          <w:color w:val="FFFFFF"/>
          <w:spacing w:val="26"/>
          <w:w w:val="117"/>
        </w:rPr>
        <w:br/>
      </w:r>
      <w:r>
        <w:rPr>
          <w:rFonts w:ascii="Century Gothic"/>
          <w:color w:val="FFFFFF"/>
          <w:w w:val="110"/>
        </w:rPr>
        <w:t>Sharing</w:t>
      </w:r>
      <w:r>
        <w:rPr>
          <w:rFonts w:ascii="Century Gothic"/>
          <w:color w:val="FFFFFF"/>
          <w:spacing w:val="-25"/>
          <w:w w:val="110"/>
        </w:rPr>
        <w:t xml:space="preserve"> </w:t>
      </w:r>
      <w:r>
        <w:rPr>
          <w:rFonts w:ascii="Century Gothic"/>
          <w:color w:val="FFFFFF"/>
          <w:spacing w:val="-2"/>
          <w:w w:val="110"/>
        </w:rPr>
        <w:t>knowledge,</w:t>
      </w:r>
      <w:r>
        <w:rPr>
          <w:rFonts w:ascii="Century Gothic"/>
          <w:color w:val="FFFFFF"/>
          <w:spacing w:val="-24"/>
          <w:w w:val="110"/>
        </w:rPr>
        <w:t xml:space="preserve"> </w:t>
      </w:r>
      <w:r>
        <w:rPr>
          <w:rFonts w:ascii="Century Gothic"/>
          <w:color w:val="FFFFFF"/>
          <w:w w:val="110"/>
        </w:rPr>
        <w:t>skills</w:t>
      </w:r>
      <w:r>
        <w:rPr>
          <w:rFonts w:ascii="Century Gothic"/>
          <w:color w:val="FFFFFF"/>
          <w:spacing w:val="21"/>
          <w:w w:val="127"/>
        </w:rPr>
        <w:t xml:space="preserve"> </w:t>
      </w:r>
      <w:r>
        <w:rPr>
          <w:rFonts w:ascii="Century Gothic"/>
          <w:color w:val="FFFFFF"/>
          <w:w w:val="105"/>
        </w:rPr>
        <w:t>and</w:t>
      </w:r>
      <w:r>
        <w:rPr>
          <w:rFonts w:ascii="Century Gothic"/>
          <w:color w:val="FFFFFF"/>
          <w:spacing w:val="-18"/>
          <w:w w:val="105"/>
        </w:rPr>
        <w:t xml:space="preserve"> </w:t>
      </w:r>
      <w:r>
        <w:rPr>
          <w:rFonts w:ascii="Century Gothic"/>
          <w:color w:val="FFFFFF"/>
          <w:spacing w:val="-2"/>
          <w:w w:val="105"/>
        </w:rPr>
        <w:t>e</w:t>
      </w:r>
      <w:r>
        <w:rPr>
          <w:rFonts w:ascii="Century Gothic"/>
          <w:color w:val="FFFFFF"/>
          <w:spacing w:val="-1"/>
          <w:w w:val="105"/>
        </w:rPr>
        <w:t>xpertise</w:t>
      </w:r>
    </w:p>
    <w:p w:rsidR="00AD25D5" w:rsidRDefault="00AD25D5">
      <w:pPr>
        <w:rPr>
          <w:rFonts w:ascii="Century Gothic" w:eastAsia="Century Gothic" w:hAnsi="Century Gothic" w:cs="Century Gothic"/>
        </w:rPr>
      </w:pPr>
    </w:p>
    <w:p w:rsidR="00AD25D5" w:rsidRDefault="00AD25D5">
      <w:pPr>
        <w:spacing w:before="5"/>
        <w:rPr>
          <w:rFonts w:ascii="Century Gothic" w:eastAsia="Century Gothic" w:hAnsi="Century Gothic" w:cs="Century Gothic"/>
          <w:sz w:val="16"/>
          <w:szCs w:val="16"/>
        </w:rPr>
      </w:pPr>
    </w:p>
    <w:p w:rsidR="00AD25D5" w:rsidRDefault="00EA2794">
      <w:pPr>
        <w:spacing w:line="270" w:lineRule="exact"/>
        <w:ind w:left="1084"/>
        <w:rPr>
          <w:rFonts w:ascii="Century Gothic" w:eastAsia="Century Gothic" w:hAnsi="Century Gothic" w:cs="Century Gothic"/>
        </w:rPr>
      </w:pPr>
      <w:r w:rsidRPr="00AB098B">
        <w:rPr>
          <w:rFonts w:ascii="Century Gothic" w:hAnsi="Century Gothic"/>
          <w:b/>
          <w:color w:val="FFFFFF"/>
          <w:spacing w:val="-2"/>
        </w:rPr>
        <w:t>Innovation</w:t>
      </w:r>
      <w:r w:rsidR="0001785F" w:rsidRPr="00AB098B">
        <w:rPr>
          <w:rFonts w:ascii="Century Gothic" w:hAnsi="Century Gothic"/>
          <w:b/>
          <w:color w:val="FFFFFF"/>
        </w:rPr>
        <w:t xml:space="preserve"> </w:t>
      </w:r>
      <w:r w:rsidRPr="00AB098B">
        <w:rPr>
          <w:rFonts w:ascii="Century Gothic" w:hAnsi="Century Gothic"/>
          <w:b/>
          <w:color w:val="FFFFFF"/>
        </w:rPr>
        <w:t xml:space="preserve">+ </w:t>
      </w:r>
      <w:r w:rsidR="0001785F" w:rsidRPr="00AB098B">
        <w:rPr>
          <w:rFonts w:ascii="Century Gothic" w:hAnsi="Century Gothic"/>
          <w:b/>
          <w:color w:val="FFFFFF"/>
        </w:rPr>
        <w:t>a</w:t>
      </w:r>
      <w:r w:rsidRPr="00AB098B">
        <w:rPr>
          <w:rFonts w:ascii="Century Gothic" w:hAnsi="Century Gothic"/>
          <w:b/>
          <w:color w:val="FFFFFF"/>
        </w:rPr>
        <w:t>pplied R&amp;D</w:t>
      </w:r>
      <w:r>
        <w:rPr>
          <w:rFonts w:ascii="Calibri"/>
          <w:b/>
          <w:color w:val="FFFFFF"/>
          <w:spacing w:val="25"/>
          <w:w w:val="118"/>
        </w:rPr>
        <w:t xml:space="preserve"> </w:t>
      </w:r>
      <w:r>
        <w:rPr>
          <w:rFonts w:ascii="Century Gothic"/>
          <w:color w:val="FFFFFF"/>
          <w:spacing w:val="-1"/>
          <w:w w:val="105"/>
        </w:rPr>
        <w:t>Cr</w:t>
      </w:r>
      <w:r>
        <w:rPr>
          <w:rFonts w:ascii="Century Gothic"/>
          <w:color w:val="FFFFFF"/>
          <w:spacing w:val="-2"/>
          <w:w w:val="105"/>
        </w:rPr>
        <w:t>ea</w:t>
      </w:r>
      <w:r>
        <w:rPr>
          <w:rFonts w:ascii="Century Gothic"/>
          <w:color w:val="FFFFFF"/>
          <w:spacing w:val="-1"/>
          <w:w w:val="105"/>
        </w:rPr>
        <w:t>ting</w:t>
      </w:r>
      <w:r>
        <w:rPr>
          <w:rFonts w:ascii="Century Gothic"/>
          <w:color w:val="FFFFFF"/>
          <w:spacing w:val="-39"/>
          <w:w w:val="105"/>
        </w:rPr>
        <w:t xml:space="preserve"> </w:t>
      </w:r>
      <w:r>
        <w:rPr>
          <w:rFonts w:ascii="Century Gothic"/>
          <w:color w:val="FFFFFF"/>
          <w:spacing w:val="-3"/>
          <w:w w:val="105"/>
        </w:rPr>
        <w:t>ne</w:t>
      </w:r>
      <w:r>
        <w:rPr>
          <w:rFonts w:ascii="Century Gothic"/>
          <w:color w:val="FFFFFF"/>
          <w:spacing w:val="-2"/>
          <w:w w:val="105"/>
        </w:rPr>
        <w:t>w</w:t>
      </w:r>
      <w:r>
        <w:rPr>
          <w:rFonts w:ascii="Century Gothic"/>
          <w:color w:val="FFFFFF"/>
          <w:spacing w:val="-39"/>
          <w:w w:val="105"/>
        </w:rPr>
        <w:t xml:space="preserve"> </w:t>
      </w:r>
      <w:r>
        <w:rPr>
          <w:rFonts w:ascii="Century Gothic"/>
          <w:color w:val="FFFFFF"/>
          <w:spacing w:val="-2"/>
          <w:w w:val="105"/>
        </w:rPr>
        <w:t>v</w:t>
      </w:r>
      <w:r>
        <w:rPr>
          <w:rFonts w:ascii="Century Gothic"/>
          <w:color w:val="FFFFFF"/>
          <w:spacing w:val="-3"/>
          <w:w w:val="105"/>
        </w:rPr>
        <w:t>alue</w:t>
      </w:r>
      <w:r>
        <w:rPr>
          <w:rFonts w:ascii="Century Gothic"/>
          <w:color w:val="FFFFFF"/>
          <w:spacing w:val="-39"/>
          <w:w w:val="105"/>
        </w:rPr>
        <w:t xml:space="preserve"> </w:t>
      </w:r>
      <w:r>
        <w:rPr>
          <w:rFonts w:ascii="Century Gothic"/>
          <w:color w:val="FFFFFF"/>
          <w:w w:val="105"/>
        </w:rPr>
        <w:t>and</w:t>
      </w:r>
      <w:r>
        <w:rPr>
          <w:rFonts w:ascii="Century Gothic"/>
          <w:color w:val="FFFFFF"/>
          <w:spacing w:val="25"/>
          <w:w w:val="95"/>
        </w:rPr>
        <w:t xml:space="preserve"> </w:t>
      </w:r>
      <w:r>
        <w:rPr>
          <w:rFonts w:ascii="Century Gothic"/>
          <w:color w:val="FFFFFF"/>
          <w:spacing w:val="-1"/>
          <w:w w:val="110"/>
        </w:rPr>
        <w:t>sho</w:t>
      </w:r>
      <w:r>
        <w:rPr>
          <w:rFonts w:ascii="Century Gothic"/>
          <w:color w:val="FFFFFF"/>
          <w:spacing w:val="-2"/>
          <w:w w:val="110"/>
        </w:rPr>
        <w:t>wing</w:t>
      </w:r>
      <w:r>
        <w:rPr>
          <w:rFonts w:ascii="Century Gothic"/>
          <w:color w:val="FFFFFF"/>
          <w:spacing w:val="-43"/>
          <w:w w:val="110"/>
        </w:rPr>
        <w:t xml:space="preserve"> </w:t>
      </w:r>
      <w:r>
        <w:rPr>
          <w:rFonts w:ascii="Century Gothic"/>
          <w:color w:val="FFFFFF"/>
          <w:spacing w:val="-1"/>
          <w:w w:val="110"/>
        </w:rPr>
        <w:t>industry</w:t>
      </w:r>
      <w:r>
        <w:rPr>
          <w:rFonts w:ascii="Century Gothic"/>
          <w:color w:val="FFFFFF"/>
          <w:spacing w:val="-42"/>
          <w:w w:val="110"/>
        </w:rPr>
        <w:t xml:space="preserve"> </w:t>
      </w:r>
      <w:r>
        <w:rPr>
          <w:rFonts w:ascii="Century Gothic"/>
          <w:color w:val="FFFFFF"/>
          <w:w w:val="110"/>
        </w:rPr>
        <w:t>leadership</w:t>
      </w:r>
    </w:p>
    <w:p w:rsidR="00AD25D5" w:rsidRDefault="00AD25D5">
      <w:pPr>
        <w:rPr>
          <w:rFonts w:ascii="Century Gothic" w:eastAsia="Century Gothic" w:hAnsi="Century Gothic" w:cs="Century Gothic"/>
        </w:rPr>
      </w:pPr>
    </w:p>
    <w:p w:rsidR="00AD25D5" w:rsidRDefault="00AD25D5">
      <w:pPr>
        <w:spacing w:before="6"/>
        <w:rPr>
          <w:rFonts w:ascii="Century Gothic" w:eastAsia="Century Gothic" w:hAnsi="Century Gothic" w:cs="Century Gothic"/>
          <w:sz w:val="23"/>
          <w:szCs w:val="23"/>
        </w:rPr>
      </w:pPr>
    </w:p>
    <w:p w:rsidR="00AD25D5" w:rsidRDefault="00EA2794">
      <w:pPr>
        <w:spacing w:line="270" w:lineRule="exact"/>
        <w:ind w:left="1100" w:right="308" w:firstLine="3"/>
        <w:rPr>
          <w:rFonts w:ascii="Century Gothic" w:eastAsia="Century Gothic" w:hAnsi="Century Gothic" w:cs="Century Gothic"/>
        </w:rPr>
      </w:pPr>
      <w:r w:rsidRPr="00AB098B">
        <w:rPr>
          <w:rFonts w:ascii="Century Gothic" w:hAnsi="Century Gothic"/>
          <w:b/>
          <w:color w:val="FFFFFF"/>
          <w:spacing w:val="-1"/>
        </w:rPr>
        <w:t>Stakeholders</w:t>
      </w:r>
      <w:r w:rsidRPr="00AB098B">
        <w:rPr>
          <w:rFonts w:ascii="Century Gothic" w:hAnsi="Century Gothic"/>
          <w:b/>
          <w:color w:val="FFFFFF"/>
        </w:rPr>
        <w:t xml:space="preserve"> + partners</w:t>
      </w:r>
      <w:r>
        <w:rPr>
          <w:rFonts w:ascii="Calibri"/>
          <w:b/>
          <w:color w:val="FFFFFF"/>
          <w:spacing w:val="24"/>
          <w:w w:val="123"/>
        </w:rPr>
        <w:t xml:space="preserve"> </w:t>
      </w:r>
      <w:r>
        <w:rPr>
          <w:rFonts w:ascii="Century Gothic"/>
          <w:color w:val="FFFFFF"/>
          <w:spacing w:val="-1"/>
          <w:w w:val="105"/>
        </w:rPr>
        <w:t>Unders</w:t>
      </w:r>
      <w:r>
        <w:rPr>
          <w:rFonts w:ascii="Century Gothic"/>
          <w:color w:val="FFFFFF"/>
          <w:spacing w:val="-2"/>
          <w:w w:val="105"/>
        </w:rPr>
        <w:t>tanding</w:t>
      </w:r>
      <w:r>
        <w:rPr>
          <w:rFonts w:ascii="Century Gothic"/>
          <w:color w:val="FFFFFF"/>
          <w:spacing w:val="-30"/>
          <w:w w:val="105"/>
        </w:rPr>
        <w:t xml:space="preserve"> </w:t>
      </w:r>
      <w:r>
        <w:rPr>
          <w:rFonts w:ascii="Century Gothic"/>
          <w:color w:val="FFFFFF"/>
          <w:w w:val="105"/>
        </w:rPr>
        <w:t>and</w:t>
      </w:r>
      <w:r>
        <w:rPr>
          <w:rFonts w:ascii="Century Gothic"/>
          <w:color w:val="FFFFFF"/>
          <w:spacing w:val="21"/>
          <w:w w:val="95"/>
        </w:rPr>
        <w:t xml:space="preserve"> </w:t>
      </w:r>
      <w:r>
        <w:rPr>
          <w:rFonts w:ascii="Century Gothic"/>
          <w:color w:val="FFFFFF"/>
          <w:spacing w:val="-1"/>
          <w:w w:val="105"/>
        </w:rPr>
        <w:t>focusi</w:t>
      </w:r>
      <w:bookmarkStart w:id="0" w:name="_GoBack"/>
      <w:bookmarkEnd w:id="0"/>
      <w:r>
        <w:rPr>
          <w:rFonts w:ascii="Century Gothic"/>
          <w:color w:val="FFFFFF"/>
          <w:spacing w:val="-1"/>
          <w:w w:val="105"/>
        </w:rPr>
        <w:t>ng</w:t>
      </w:r>
      <w:r>
        <w:rPr>
          <w:rFonts w:ascii="Century Gothic"/>
          <w:color w:val="FFFFFF"/>
          <w:spacing w:val="-10"/>
          <w:w w:val="105"/>
        </w:rPr>
        <w:t xml:space="preserve"> </w:t>
      </w:r>
      <w:r>
        <w:rPr>
          <w:rFonts w:ascii="Century Gothic"/>
          <w:color w:val="FFFFFF"/>
          <w:w w:val="105"/>
        </w:rPr>
        <w:t>on</w:t>
      </w:r>
      <w:r>
        <w:rPr>
          <w:rFonts w:ascii="Century Gothic"/>
          <w:color w:val="FFFFFF"/>
          <w:spacing w:val="-9"/>
          <w:w w:val="105"/>
        </w:rPr>
        <w:t xml:space="preserve"> </w:t>
      </w:r>
      <w:r>
        <w:rPr>
          <w:rFonts w:ascii="Century Gothic"/>
          <w:color w:val="FFFFFF"/>
          <w:spacing w:val="-3"/>
          <w:w w:val="105"/>
        </w:rPr>
        <w:t>e</w:t>
      </w:r>
      <w:r>
        <w:rPr>
          <w:rFonts w:ascii="Century Gothic"/>
          <w:color w:val="FFFFFF"/>
          <w:spacing w:val="-2"/>
          <w:w w:val="105"/>
        </w:rPr>
        <w:t>xt</w:t>
      </w:r>
      <w:r>
        <w:rPr>
          <w:rFonts w:ascii="Century Gothic"/>
          <w:color w:val="FFFFFF"/>
          <w:spacing w:val="-3"/>
          <w:w w:val="105"/>
        </w:rPr>
        <w:t>ernal</w:t>
      </w:r>
      <w:r>
        <w:rPr>
          <w:rFonts w:ascii="Century Gothic"/>
          <w:color w:val="FFFFFF"/>
          <w:spacing w:val="-9"/>
          <w:w w:val="105"/>
        </w:rPr>
        <w:t xml:space="preserve"> </w:t>
      </w:r>
      <w:r>
        <w:rPr>
          <w:rFonts w:ascii="Century Gothic"/>
          <w:color w:val="FFFFFF"/>
          <w:w w:val="105"/>
        </w:rPr>
        <w:t>needs</w:t>
      </w:r>
    </w:p>
    <w:p w:rsidR="00AD25D5" w:rsidRDefault="00AD25D5">
      <w:pPr>
        <w:rPr>
          <w:rFonts w:ascii="Century Gothic" w:eastAsia="Century Gothic" w:hAnsi="Century Gothic" w:cs="Century Gothic"/>
        </w:rPr>
      </w:pPr>
    </w:p>
    <w:p w:rsidR="00AD25D5" w:rsidRDefault="00AD25D5">
      <w:pPr>
        <w:spacing w:before="9"/>
        <w:rPr>
          <w:rFonts w:ascii="Century Gothic" w:eastAsia="Century Gothic" w:hAnsi="Century Gothic" w:cs="Century Gothic"/>
          <w:sz w:val="18"/>
          <w:szCs w:val="18"/>
        </w:rPr>
      </w:pPr>
    </w:p>
    <w:p w:rsidR="00AD25D5" w:rsidRDefault="00EA2794">
      <w:pPr>
        <w:spacing w:line="270" w:lineRule="exact"/>
        <w:ind w:left="1090" w:right="19" w:firstLine="9"/>
        <w:rPr>
          <w:rFonts w:ascii="Century Gothic" w:eastAsia="Century Gothic" w:hAnsi="Century Gothic" w:cs="Century Gothic"/>
        </w:rPr>
      </w:pPr>
      <w:r w:rsidRPr="00AB098B">
        <w:rPr>
          <w:rFonts w:ascii="Century Gothic" w:hAnsi="Century Gothic"/>
          <w:b/>
          <w:color w:val="FFFFFF"/>
          <w:spacing w:val="-7"/>
        </w:rPr>
        <w:t>Projects,</w:t>
      </w:r>
      <w:r w:rsidRPr="00AB098B">
        <w:rPr>
          <w:rFonts w:ascii="Century Gothic" w:hAnsi="Century Gothic"/>
          <w:b/>
          <w:color w:val="FFFFFF"/>
        </w:rPr>
        <w:t xml:space="preserve"> </w:t>
      </w:r>
      <w:r w:rsidRPr="00AB098B">
        <w:rPr>
          <w:rFonts w:ascii="Century Gothic" w:hAnsi="Century Gothic"/>
          <w:b/>
          <w:color w:val="FFFFFF"/>
          <w:spacing w:val="-7"/>
        </w:rPr>
        <w:t>products</w:t>
      </w:r>
      <w:r w:rsidRPr="00AB098B">
        <w:rPr>
          <w:rFonts w:ascii="Century Gothic" w:hAnsi="Century Gothic"/>
          <w:b/>
          <w:color w:val="FFFFFF"/>
        </w:rPr>
        <w:t xml:space="preserve"> + </w:t>
      </w:r>
      <w:r w:rsidRPr="00AB098B">
        <w:rPr>
          <w:rFonts w:ascii="Century Gothic" w:hAnsi="Century Gothic"/>
          <w:b/>
          <w:color w:val="FFFFFF"/>
          <w:spacing w:val="-8"/>
        </w:rPr>
        <w:t>services</w:t>
      </w:r>
      <w:r>
        <w:rPr>
          <w:rFonts w:ascii="Calibri"/>
          <w:b/>
          <w:color w:val="FFFFFF"/>
          <w:spacing w:val="14"/>
          <w:w w:val="126"/>
        </w:rPr>
        <w:t xml:space="preserve"> </w:t>
      </w:r>
      <w:r>
        <w:rPr>
          <w:rFonts w:ascii="Century Gothic"/>
          <w:color w:val="FFFFFF"/>
          <w:spacing w:val="-1"/>
          <w:w w:val="105"/>
        </w:rPr>
        <w:t>Delivering</w:t>
      </w:r>
      <w:r>
        <w:rPr>
          <w:rFonts w:ascii="Century Gothic"/>
          <w:color w:val="FFFFFF"/>
          <w:spacing w:val="-3"/>
          <w:w w:val="105"/>
        </w:rPr>
        <w:t xml:space="preserve"> e</w:t>
      </w:r>
      <w:r>
        <w:rPr>
          <w:rFonts w:ascii="Century Gothic"/>
          <w:color w:val="FFFFFF"/>
          <w:spacing w:val="-2"/>
          <w:w w:val="105"/>
        </w:rPr>
        <w:t>x</w:t>
      </w:r>
      <w:r>
        <w:rPr>
          <w:rFonts w:ascii="Century Gothic"/>
          <w:color w:val="FFFFFF"/>
          <w:spacing w:val="-3"/>
          <w:w w:val="105"/>
        </w:rPr>
        <w:t>cellent,</w:t>
      </w:r>
      <w:r>
        <w:rPr>
          <w:rFonts w:ascii="Century Gothic"/>
          <w:color w:val="FFFFFF"/>
          <w:spacing w:val="25"/>
          <w:w w:val="103"/>
        </w:rPr>
        <w:t xml:space="preserve"> </w:t>
      </w:r>
      <w:r>
        <w:rPr>
          <w:rFonts w:ascii="Century Gothic"/>
          <w:color w:val="FFFFFF"/>
          <w:spacing w:val="-2"/>
          <w:w w:val="105"/>
        </w:rPr>
        <w:t>responsiv</w:t>
      </w:r>
      <w:r>
        <w:rPr>
          <w:rFonts w:ascii="Century Gothic"/>
          <w:color w:val="FFFFFF"/>
          <w:spacing w:val="-3"/>
          <w:w w:val="105"/>
        </w:rPr>
        <w:t>e</w:t>
      </w:r>
      <w:r>
        <w:rPr>
          <w:rFonts w:ascii="Century Gothic"/>
          <w:color w:val="FFFFFF"/>
          <w:spacing w:val="2"/>
          <w:w w:val="105"/>
        </w:rPr>
        <w:t xml:space="preserve"> </w:t>
      </w:r>
      <w:r>
        <w:rPr>
          <w:rFonts w:ascii="Century Gothic"/>
          <w:color w:val="FFFFFF"/>
          <w:spacing w:val="-1"/>
          <w:w w:val="105"/>
        </w:rPr>
        <w:t>out</w:t>
      </w:r>
      <w:r>
        <w:rPr>
          <w:rFonts w:ascii="Century Gothic"/>
          <w:color w:val="FFFFFF"/>
          <w:spacing w:val="-2"/>
          <w:w w:val="105"/>
        </w:rPr>
        <w:t>c</w:t>
      </w:r>
      <w:r>
        <w:rPr>
          <w:rFonts w:ascii="Century Gothic"/>
          <w:color w:val="FFFFFF"/>
          <w:spacing w:val="-1"/>
          <w:w w:val="105"/>
        </w:rPr>
        <w:t>omes</w:t>
      </w:r>
    </w:p>
    <w:p w:rsidR="00AD25D5" w:rsidRDefault="00AD25D5">
      <w:pPr>
        <w:rPr>
          <w:rFonts w:ascii="Century Gothic" w:eastAsia="Century Gothic" w:hAnsi="Century Gothic" w:cs="Century Gothic"/>
        </w:rPr>
      </w:pPr>
    </w:p>
    <w:p w:rsidR="00AD25D5" w:rsidRDefault="00AD25D5">
      <w:pPr>
        <w:spacing w:before="2"/>
        <w:rPr>
          <w:rFonts w:ascii="Century Gothic" w:eastAsia="Century Gothic" w:hAnsi="Century Gothic" w:cs="Century Gothic"/>
          <w:sz w:val="16"/>
          <w:szCs w:val="16"/>
        </w:rPr>
      </w:pPr>
    </w:p>
    <w:p w:rsidR="00AD25D5" w:rsidRPr="00224BB2" w:rsidRDefault="00EA2794">
      <w:pPr>
        <w:ind w:left="1090"/>
        <w:rPr>
          <w:rFonts w:ascii="Century Gothic" w:eastAsia="Calibri" w:hAnsi="Century Gothic" w:cs="Calibri"/>
        </w:rPr>
      </w:pPr>
      <w:r w:rsidRPr="00224BB2">
        <w:rPr>
          <w:rFonts w:ascii="Century Gothic" w:hAnsi="Century Gothic"/>
          <w:b/>
          <w:color w:val="FFFFFF"/>
        </w:rPr>
        <w:t>Workplace processes + tools</w:t>
      </w:r>
    </w:p>
    <w:p w:rsidR="00AD25D5" w:rsidRDefault="00AD25D5">
      <w:pPr>
        <w:rPr>
          <w:rFonts w:ascii="Calibri" w:eastAsia="Calibri" w:hAnsi="Calibri" w:cs="Calibri"/>
        </w:rPr>
        <w:sectPr w:rsidR="00AD25D5">
          <w:type w:val="continuous"/>
          <w:pgSz w:w="16840" w:h="23820"/>
          <w:pgMar w:top="240" w:right="220" w:bottom="0" w:left="220" w:header="720" w:footer="720" w:gutter="0"/>
          <w:cols w:num="3" w:space="720" w:equalWidth="0">
            <w:col w:w="5266" w:space="638"/>
            <w:col w:w="5997" w:space="40"/>
            <w:col w:w="4459"/>
          </w:cols>
        </w:sectPr>
      </w:pPr>
    </w:p>
    <w:p w:rsidR="00AD25D5" w:rsidRPr="00033158" w:rsidRDefault="00224BB2">
      <w:pPr>
        <w:pStyle w:val="Heading4"/>
        <w:spacing w:line="235" w:lineRule="auto"/>
        <w:ind w:left="4749" w:right="101"/>
        <w:jc w:val="center"/>
        <w:rPr>
          <w:b w:val="0"/>
          <w:bCs w:val="0"/>
        </w:rPr>
      </w:pPr>
      <w:r w:rsidRPr="00033158">
        <w:rPr>
          <w:noProof/>
          <w:lang w:val="en-AU" w:eastAsia="en-AU"/>
        </w:rPr>
        <w:lastRenderedPageBreak/>
        <mc:AlternateContent>
          <mc:Choice Requires="wpg">
            <w:drawing>
              <wp:anchor distT="0" distB="0" distL="114300" distR="114300" simplePos="0" relativeHeight="1360" behindDoc="0" locked="0" layoutInCell="1" allowOverlap="1" wp14:anchorId="1B17CFA9" wp14:editId="7B863CDD">
                <wp:simplePos x="0" y="0"/>
                <wp:positionH relativeFrom="page">
                  <wp:posOffset>219710</wp:posOffset>
                </wp:positionH>
                <wp:positionV relativeFrom="paragraph">
                  <wp:posOffset>-24765</wp:posOffset>
                </wp:positionV>
                <wp:extent cx="2783840" cy="518795"/>
                <wp:effectExtent l="635" t="3810" r="6350" b="1270"/>
                <wp:wrapNone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83840" cy="518795"/>
                          <a:chOff x="346" y="-39"/>
                          <a:chExt cx="4384" cy="817"/>
                        </a:xfrm>
                      </wpg:grpSpPr>
                      <wpg:grpSp>
                        <wpg:cNvPr id="6" name="Group 7"/>
                        <wpg:cNvGrpSpPr>
                          <a:grpSpLocks/>
                        </wpg:cNvGrpSpPr>
                        <wpg:grpSpPr bwMode="auto">
                          <a:xfrm>
                            <a:off x="346" y="-39"/>
                            <a:ext cx="4384" cy="817"/>
                            <a:chOff x="346" y="-39"/>
                            <a:chExt cx="4384" cy="817"/>
                          </a:xfrm>
                        </wpg:grpSpPr>
                        <wps:wsp>
                          <wps:cNvPr id="7" name="Freeform 9"/>
                          <wps:cNvSpPr>
                            <a:spLocks/>
                          </wps:cNvSpPr>
                          <wps:spPr bwMode="auto">
                            <a:xfrm>
                              <a:off x="346" y="-39"/>
                              <a:ext cx="4384" cy="817"/>
                            </a:xfrm>
                            <a:custGeom>
                              <a:avLst/>
                              <a:gdLst>
                                <a:gd name="T0" fmla="+- 0 459 346"/>
                                <a:gd name="T1" fmla="*/ T0 w 4384"/>
                                <a:gd name="T2" fmla="+- 0 -39 -39"/>
                                <a:gd name="T3" fmla="*/ -39 h 817"/>
                                <a:gd name="T4" fmla="+- 0 394 346"/>
                                <a:gd name="T5" fmla="*/ T4 w 4384"/>
                                <a:gd name="T6" fmla="+- 0 -37 -39"/>
                                <a:gd name="T7" fmla="*/ -37 h 817"/>
                                <a:gd name="T8" fmla="+- 0 348 346"/>
                                <a:gd name="T9" fmla="*/ T8 w 4384"/>
                                <a:gd name="T10" fmla="+- 0 9 -39"/>
                                <a:gd name="T11" fmla="*/ 9 h 817"/>
                                <a:gd name="T12" fmla="+- 0 346 346"/>
                                <a:gd name="T13" fmla="*/ T12 w 4384"/>
                                <a:gd name="T14" fmla="+- 0 74 -39"/>
                                <a:gd name="T15" fmla="*/ 74 h 817"/>
                                <a:gd name="T16" fmla="+- 0 346 346"/>
                                <a:gd name="T17" fmla="*/ T16 w 4384"/>
                                <a:gd name="T18" fmla="+- 0 665 -39"/>
                                <a:gd name="T19" fmla="*/ 665 h 817"/>
                                <a:gd name="T20" fmla="+- 0 347 346"/>
                                <a:gd name="T21" fmla="*/ T20 w 4384"/>
                                <a:gd name="T22" fmla="+- 0 730 -39"/>
                                <a:gd name="T23" fmla="*/ 730 h 817"/>
                                <a:gd name="T24" fmla="+- 0 393 346"/>
                                <a:gd name="T25" fmla="*/ T24 w 4384"/>
                                <a:gd name="T26" fmla="+- 0 776 -39"/>
                                <a:gd name="T27" fmla="*/ 776 h 817"/>
                                <a:gd name="T28" fmla="+- 0 4616 346"/>
                                <a:gd name="T29" fmla="*/ T28 w 4384"/>
                                <a:gd name="T30" fmla="+- 0 778 -39"/>
                                <a:gd name="T31" fmla="*/ 778 h 817"/>
                                <a:gd name="T32" fmla="+- 0 4653 346"/>
                                <a:gd name="T33" fmla="*/ T32 w 4384"/>
                                <a:gd name="T34" fmla="+- 0 778 -39"/>
                                <a:gd name="T35" fmla="*/ 778 h 817"/>
                                <a:gd name="T36" fmla="+- 0 4715 346"/>
                                <a:gd name="T37" fmla="*/ T36 w 4384"/>
                                <a:gd name="T38" fmla="+- 0 764 -39"/>
                                <a:gd name="T39" fmla="*/ 764 h 817"/>
                                <a:gd name="T40" fmla="+- 0 4729 346"/>
                                <a:gd name="T41" fmla="*/ T40 w 4384"/>
                                <a:gd name="T42" fmla="+- 0 702 -39"/>
                                <a:gd name="T43" fmla="*/ 702 h 817"/>
                                <a:gd name="T44" fmla="+- 0 4729 346"/>
                                <a:gd name="T45" fmla="*/ T44 w 4384"/>
                                <a:gd name="T46" fmla="+- 0 665 -39"/>
                                <a:gd name="T47" fmla="*/ 665 h 817"/>
                                <a:gd name="T48" fmla="+- 0 4729 346"/>
                                <a:gd name="T49" fmla="*/ T48 w 4384"/>
                                <a:gd name="T50" fmla="+- 0 74 -39"/>
                                <a:gd name="T51" fmla="*/ 74 h 817"/>
                                <a:gd name="T52" fmla="+- 0 4727 346"/>
                                <a:gd name="T53" fmla="*/ T52 w 4384"/>
                                <a:gd name="T54" fmla="+- 0 9 -39"/>
                                <a:gd name="T55" fmla="*/ 9 h 817"/>
                                <a:gd name="T56" fmla="+- 0 4681 346"/>
                                <a:gd name="T57" fmla="*/ T56 w 4384"/>
                                <a:gd name="T58" fmla="+- 0 -37 -39"/>
                                <a:gd name="T59" fmla="*/ -37 h 817"/>
                                <a:gd name="T60" fmla="+- 0 459 346"/>
                                <a:gd name="T61" fmla="*/ T60 w 4384"/>
                                <a:gd name="T62" fmla="+- 0 -39 -39"/>
                                <a:gd name="T63" fmla="*/ -39 h 8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4384" h="817">
                                  <a:moveTo>
                                    <a:pt x="113" y="0"/>
                                  </a:moveTo>
                                  <a:lnTo>
                                    <a:pt x="48" y="2"/>
                                  </a:lnTo>
                                  <a:lnTo>
                                    <a:pt x="2" y="48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704"/>
                                  </a:lnTo>
                                  <a:lnTo>
                                    <a:pt x="1" y="769"/>
                                  </a:lnTo>
                                  <a:lnTo>
                                    <a:pt x="47" y="815"/>
                                  </a:lnTo>
                                  <a:lnTo>
                                    <a:pt x="4270" y="817"/>
                                  </a:lnTo>
                                  <a:lnTo>
                                    <a:pt x="4307" y="817"/>
                                  </a:lnTo>
                                  <a:lnTo>
                                    <a:pt x="4369" y="803"/>
                                  </a:lnTo>
                                  <a:lnTo>
                                    <a:pt x="4383" y="741"/>
                                  </a:lnTo>
                                  <a:lnTo>
                                    <a:pt x="4383" y="704"/>
                                  </a:lnTo>
                                  <a:lnTo>
                                    <a:pt x="4383" y="113"/>
                                  </a:lnTo>
                                  <a:lnTo>
                                    <a:pt x="4381" y="48"/>
                                  </a:lnTo>
                                  <a:lnTo>
                                    <a:pt x="4335" y="2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9CA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6" y="-39"/>
                              <a:ext cx="4384" cy="8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D25D5" w:rsidRPr="00AB098B" w:rsidRDefault="00EA2794">
                                <w:pPr>
                                  <w:spacing w:before="41" w:line="240" w:lineRule="exact"/>
                                  <w:ind w:left="239" w:right="201"/>
                                  <w:jc w:val="center"/>
                                  <w:rPr>
                                    <w:rFonts w:ascii="Calibri" w:eastAsia="Calibri" w:hAnsi="Calibri" w:cs="Calibri"/>
                                    <w:sz w:val="20"/>
                                    <w:szCs w:val="20"/>
                                  </w:rPr>
                                </w:pPr>
                                <w:r w:rsidRPr="00AB098B">
                                  <w:rPr>
                                    <w:rFonts w:ascii="Calibri" w:hAnsi="Calibri"/>
                                    <w:b/>
                                    <w:color w:val="FFFFFF"/>
                                    <w:spacing w:val="-1"/>
                                    <w:sz w:val="20"/>
                                  </w:rPr>
                                  <w:t>Spatial</w:t>
                                </w:r>
                                <w:r w:rsidRPr="00AB098B">
                                  <w:rPr>
                                    <w:rFonts w:ascii="Calibri" w:hAnsi="Calibri"/>
                                    <w:b/>
                                    <w:color w:val="FFFFFF"/>
                                    <w:spacing w:val="31"/>
                                    <w:sz w:val="20"/>
                                  </w:rPr>
                                  <w:t xml:space="preserve"> </w:t>
                                </w:r>
                                <w:r w:rsidRPr="00AB098B">
                                  <w:rPr>
                                    <w:rFonts w:ascii="Calibri" w:hAnsi="Calibri"/>
                                    <w:b/>
                                    <w:color w:val="FFFFFF"/>
                                    <w:spacing w:val="-1"/>
                                    <w:sz w:val="20"/>
                                  </w:rPr>
                                  <w:t>Industries</w:t>
                                </w:r>
                                <w:r w:rsidRPr="00AB098B">
                                  <w:rPr>
                                    <w:rFonts w:ascii="Calibri" w:hAnsi="Calibri"/>
                                    <w:b/>
                                    <w:color w:val="FFFFFF"/>
                                    <w:spacing w:val="32"/>
                                    <w:sz w:val="20"/>
                                  </w:rPr>
                                  <w:t xml:space="preserve"> </w:t>
                                </w:r>
                                <w:r w:rsidRPr="00AB098B">
                                  <w:rPr>
                                    <w:rFonts w:ascii="Calibri" w:hAnsi="Calibri"/>
                                    <w:b/>
                                    <w:color w:val="FFFFFF"/>
                                    <w:spacing w:val="-1"/>
                                    <w:sz w:val="20"/>
                                  </w:rPr>
                                  <w:t>Business</w:t>
                                </w:r>
                                <w:r w:rsidRPr="00AB098B">
                                  <w:rPr>
                                    <w:rFonts w:ascii="Calibri" w:hAnsi="Calibri"/>
                                    <w:b/>
                                    <w:color w:val="FFFFFF"/>
                                    <w:spacing w:val="31"/>
                                    <w:sz w:val="20"/>
                                  </w:rPr>
                                  <w:t xml:space="preserve"> </w:t>
                                </w:r>
                                <w:r w:rsidRPr="00AB098B">
                                  <w:rPr>
                                    <w:rFonts w:ascii="Calibri" w:hAnsi="Calibri"/>
                                    <w:b/>
                                    <w:color w:val="FFFFFF"/>
                                    <w:spacing w:val="-1"/>
                                    <w:sz w:val="20"/>
                                  </w:rPr>
                                  <w:t>Association</w:t>
                                </w:r>
                                <w:r w:rsidRPr="00AB098B">
                                  <w:rPr>
                                    <w:rFonts w:ascii="Calibri" w:hAnsi="Calibri"/>
                                    <w:b/>
                                    <w:color w:val="FFFFFF"/>
                                    <w:spacing w:val="57"/>
                                    <w:sz w:val="20"/>
                                  </w:rPr>
                                  <w:t xml:space="preserve"> </w:t>
                                </w:r>
                                <w:r w:rsidRPr="00AB098B">
                                  <w:rPr>
                                    <w:rFonts w:ascii="Calibri" w:hAnsi="Calibri"/>
                                    <w:b/>
                                    <w:color w:val="FFFFFF"/>
                                    <w:sz w:val="20"/>
                                  </w:rPr>
                                  <w:t>and</w:t>
                                </w:r>
                                <w:r w:rsidRPr="00AB098B">
                                  <w:rPr>
                                    <w:rFonts w:ascii="Calibri" w:hAnsi="Calibri"/>
                                    <w:b/>
                                    <w:color w:val="FFFFFF"/>
                                    <w:spacing w:val="8"/>
                                    <w:sz w:val="20"/>
                                  </w:rPr>
                                  <w:t xml:space="preserve"> </w:t>
                                </w:r>
                                <w:r w:rsidRPr="00AB098B">
                                  <w:rPr>
                                    <w:rFonts w:ascii="Calibri" w:hAnsi="Calibri"/>
                                    <w:b/>
                                    <w:color w:val="FFFFFF"/>
                                    <w:spacing w:val="-1"/>
                                    <w:sz w:val="20"/>
                                  </w:rPr>
                                  <w:t>Geospatial</w:t>
                                </w:r>
                                <w:r w:rsidRPr="00AB098B">
                                  <w:rPr>
                                    <w:rFonts w:ascii="Calibri" w:hAnsi="Calibri"/>
                                    <w:b/>
                                    <w:color w:val="FFFFFF"/>
                                    <w:spacing w:val="9"/>
                                    <w:sz w:val="20"/>
                                  </w:rPr>
                                  <w:t xml:space="preserve"> </w:t>
                                </w:r>
                                <w:r w:rsidRPr="00AB098B">
                                  <w:rPr>
                                    <w:rFonts w:ascii="Calibri" w:hAnsi="Calibri"/>
                                    <w:b/>
                                    <w:color w:val="FFFFFF"/>
                                    <w:spacing w:val="-1"/>
                                    <w:sz w:val="20"/>
                                  </w:rPr>
                                  <w:t>Information</w:t>
                                </w:r>
                                <w:r w:rsidRPr="00AB098B">
                                  <w:rPr>
                                    <w:rFonts w:ascii="Calibri" w:hAnsi="Calibri"/>
                                    <w:b/>
                                    <w:color w:val="FFFFFF"/>
                                    <w:spacing w:val="9"/>
                                    <w:sz w:val="20"/>
                                  </w:rPr>
                                  <w:t xml:space="preserve"> </w:t>
                                </w:r>
                                <w:r w:rsidRPr="00AB098B">
                                  <w:rPr>
                                    <w:rFonts w:ascii="Calibri" w:hAnsi="Calibri"/>
                                    <w:b/>
                                    <w:color w:val="FFFFFF"/>
                                    <w:sz w:val="20"/>
                                  </w:rPr>
                                  <w:t>and</w:t>
                                </w:r>
                                <w:r w:rsidRPr="00AB098B">
                                  <w:rPr>
                                    <w:rFonts w:ascii="Calibri" w:hAnsi="Calibri"/>
                                    <w:b/>
                                    <w:color w:val="FFFFFF"/>
                                    <w:spacing w:val="33"/>
                                    <w:sz w:val="20"/>
                                  </w:rPr>
                                  <w:t xml:space="preserve"> </w:t>
                                </w:r>
                                <w:r w:rsidR="00AB098B" w:rsidRPr="00AB098B">
                                  <w:rPr>
                                    <w:rFonts w:ascii="Calibri" w:hAnsi="Calibri"/>
                                    <w:b/>
                                    <w:color w:val="FFFFFF"/>
                                    <w:spacing w:val="-3"/>
                                    <w:sz w:val="20"/>
                                  </w:rPr>
                                  <w:t>Technology</w:t>
                                </w:r>
                                <w:r w:rsidR="00AB098B" w:rsidRPr="00AB098B">
                                  <w:rPr>
                                    <w:rFonts w:ascii="Calibri" w:hAnsi="Calibri"/>
                                    <w:b/>
                                    <w:color w:val="FFFFFF"/>
                                    <w:sz w:val="20"/>
                                  </w:rPr>
                                  <w:t xml:space="preserve"> Association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49" style="position:absolute;left:0;text-align:left;margin-left:17.3pt;margin-top:-1.95pt;width:219.2pt;height:40.85pt;z-index:1360;mso-position-horizontal-relative:page;mso-position-vertical-relative:text" coordorigin="346,-39" coordsize="4384,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">
                <v:group id="Group 7" o:spid="_x0000_s1050" style="position:absolute;left:346;top:-39;width:4384;height:817" coordorigin="346,-39" coordsize="4384,8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9" o:spid="_x0000_s1051" style="position:absolute;left:346;top:-39;width:4384;height:817;visibility:visible;mso-wrap-style:square;v-text-anchor:top" coordsize="4384,8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PDUL4A&#10;AADaAAAADwAAAGRycy9kb3ducmV2LnhtbESPwQrCMBBE74L/EFbwIprqQaUaRRTFk2DtB6zN2hab&#10;TWmi1r83guBxmJk3zHLdmko8qXGlZQXjUQSCOLO65FxBetkP5yCcR9ZYWSYFb3KwXnU7S4y1ffGZ&#10;nonPRYCwi1FB4X0dS+myggy6ka2Jg3ezjUEfZJNL3eArwE0lJ1E0lQZLDgsF1rQtKLsnD6NAX1s6&#10;JIk/7B732WlgTZnafKtUv9duFiA8tf4f/rWPWsEMvlfCDZCr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eTw1C+AAAA2gAAAA8AAAAAAAAAAAAAAAAAmAIAAGRycy9kb3ducmV2&#10;LnhtbFBLBQYAAAAABAAEAPUAAACDAwAAAAA=&#10;" path="m113,l48,2,2,48,,113,,704r1,65l47,815r4223,2l4307,817r62,-14l4383,741r,-37l4383,113r-2,-65l4335,2,113,xe" fillcolor="#009ca7" stroked="f">
                    <v:path arrowok="t" o:connecttype="custom" o:connectlocs="113,-39;48,-37;2,9;0,74;0,665;1,730;47,776;4270,778;4307,778;4369,764;4383,702;4383,665;4383,74;4381,9;4335,-37;113,-39" o:connectangles="0,0,0,0,0,0,0,0,0,0,0,0,0,0,0,0"/>
                  </v:shape>
                  <v:shape id="Text Box 8" o:spid="_x0000_s1052" type="#_x0000_t202" style="position:absolute;left:346;top:-39;width:4384;height:8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  <v:textbox inset="0,0,0,0">
                      <w:txbxContent>
                        <w:p w:rsidR="00AD25D5" w:rsidRPr="00AB098B" w:rsidRDefault="00EA2794">
                          <w:pPr>
                            <w:spacing w:before="41" w:line="240" w:lineRule="exact"/>
                            <w:ind w:left="239" w:right="201"/>
                            <w:jc w:val="center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r w:rsidRPr="00AB098B">
                            <w:rPr>
                              <w:rFonts w:ascii="Calibri" w:hAnsi="Calibri"/>
                              <w:b/>
                              <w:color w:val="FFFFFF"/>
                              <w:spacing w:val="-1"/>
                              <w:sz w:val="20"/>
                            </w:rPr>
                            <w:t>Spatial</w:t>
                          </w:r>
                          <w:r w:rsidRPr="00AB098B">
                            <w:rPr>
                              <w:rFonts w:ascii="Calibri" w:hAnsi="Calibri"/>
                              <w:b/>
                              <w:color w:val="FFFFFF"/>
                              <w:spacing w:val="31"/>
                              <w:sz w:val="20"/>
                            </w:rPr>
                            <w:t xml:space="preserve"> </w:t>
                          </w:r>
                          <w:r w:rsidRPr="00AB098B">
                            <w:rPr>
                              <w:rFonts w:ascii="Calibri" w:hAnsi="Calibri"/>
                              <w:b/>
                              <w:color w:val="FFFFFF"/>
                              <w:spacing w:val="-1"/>
                              <w:sz w:val="20"/>
                            </w:rPr>
                            <w:t>Industries</w:t>
                          </w:r>
                          <w:r w:rsidRPr="00AB098B">
                            <w:rPr>
                              <w:rFonts w:ascii="Calibri" w:hAnsi="Calibri"/>
                              <w:b/>
                              <w:color w:val="FFFFFF"/>
                              <w:spacing w:val="32"/>
                              <w:sz w:val="20"/>
                            </w:rPr>
                            <w:t xml:space="preserve"> </w:t>
                          </w:r>
                          <w:r w:rsidRPr="00AB098B">
                            <w:rPr>
                              <w:rFonts w:ascii="Calibri" w:hAnsi="Calibri"/>
                              <w:b/>
                              <w:color w:val="FFFFFF"/>
                              <w:spacing w:val="-1"/>
                              <w:sz w:val="20"/>
                            </w:rPr>
                            <w:t>Business</w:t>
                          </w:r>
                          <w:r w:rsidRPr="00AB098B">
                            <w:rPr>
                              <w:rFonts w:ascii="Calibri" w:hAnsi="Calibri"/>
                              <w:b/>
                              <w:color w:val="FFFFFF"/>
                              <w:spacing w:val="31"/>
                              <w:sz w:val="20"/>
                            </w:rPr>
                            <w:t xml:space="preserve"> </w:t>
                          </w:r>
                          <w:r w:rsidRPr="00AB098B">
                            <w:rPr>
                              <w:rFonts w:ascii="Calibri" w:hAnsi="Calibri"/>
                              <w:b/>
                              <w:color w:val="FFFFFF"/>
                              <w:spacing w:val="-1"/>
                              <w:sz w:val="20"/>
                            </w:rPr>
                            <w:t>Association</w:t>
                          </w:r>
                          <w:r w:rsidRPr="00AB098B">
                            <w:rPr>
                              <w:rFonts w:ascii="Calibri" w:hAnsi="Calibri"/>
                              <w:b/>
                              <w:color w:val="FFFFFF"/>
                              <w:spacing w:val="57"/>
                              <w:sz w:val="20"/>
                            </w:rPr>
                            <w:t xml:space="preserve"> </w:t>
                          </w:r>
                          <w:r w:rsidRPr="00AB098B">
                            <w:rPr>
                              <w:rFonts w:ascii="Calibri" w:hAnsi="Calibri"/>
                              <w:b/>
                              <w:color w:val="FFFFFF"/>
                              <w:sz w:val="20"/>
                            </w:rPr>
                            <w:t>and</w:t>
                          </w:r>
                          <w:r w:rsidRPr="00AB098B">
                            <w:rPr>
                              <w:rFonts w:ascii="Calibri" w:hAnsi="Calibri"/>
                              <w:b/>
                              <w:color w:val="FFFFFF"/>
                              <w:spacing w:val="8"/>
                              <w:sz w:val="20"/>
                            </w:rPr>
                            <w:t xml:space="preserve"> </w:t>
                          </w:r>
                          <w:r w:rsidRPr="00AB098B">
                            <w:rPr>
                              <w:rFonts w:ascii="Calibri" w:hAnsi="Calibri"/>
                              <w:b/>
                              <w:color w:val="FFFFFF"/>
                              <w:spacing w:val="-1"/>
                              <w:sz w:val="20"/>
                            </w:rPr>
                            <w:t>Geospatial</w:t>
                          </w:r>
                          <w:r w:rsidRPr="00AB098B">
                            <w:rPr>
                              <w:rFonts w:ascii="Calibri" w:hAnsi="Calibri"/>
                              <w:b/>
                              <w:color w:val="FFFFFF"/>
                              <w:spacing w:val="9"/>
                              <w:sz w:val="20"/>
                            </w:rPr>
                            <w:t xml:space="preserve"> </w:t>
                          </w:r>
                          <w:r w:rsidRPr="00AB098B">
                            <w:rPr>
                              <w:rFonts w:ascii="Calibri" w:hAnsi="Calibri"/>
                              <w:b/>
                              <w:color w:val="FFFFFF"/>
                              <w:spacing w:val="-1"/>
                              <w:sz w:val="20"/>
                            </w:rPr>
                            <w:t>Information</w:t>
                          </w:r>
                          <w:r w:rsidRPr="00AB098B">
                            <w:rPr>
                              <w:rFonts w:ascii="Calibri" w:hAnsi="Calibri"/>
                              <w:b/>
                              <w:color w:val="FFFFFF"/>
                              <w:spacing w:val="9"/>
                              <w:sz w:val="20"/>
                            </w:rPr>
                            <w:t xml:space="preserve"> </w:t>
                          </w:r>
                          <w:r w:rsidRPr="00AB098B">
                            <w:rPr>
                              <w:rFonts w:ascii="Calibri" w:hAnsi="Calibri"/>
                              <w:b/>
                              <w:color w:val="FFFFFF"/>
                              <w:sz w:val="20"/>
                            </w:rPr>
                            <w:t>and</w:t>
                          </w:r>
                          <w:r w:rsidRPr="00AB098B">
                            <w:rPr>
                              <w:rFonts w:ascii="Calibri" w:hAnsi="Calibri"/>
                              <w:b/>
                              <w:color w:val="FFFFFF"/>
                              <w:spacing w:val="33"/>
                              <w:sz w:val="20"/>
                            </w:rPr>
                            <w:t xml:space="preserve"> </w:t>
                          </w:r>
                          <w:r w:rsidR="00AB098B" w:rsidRPr="00AB098B">
                            <w:rPr>
                              <w:rFonts w:ascii="Calibri" w:hAnsi="Calibri"/>
                              <w:b/>
                              <w:color w:val="FFFFFF"/>
                              <w:spacing w:val="-3"/>
                              <w:sz w:val="20"/>
                            </w:rPr>
                            <w:t>Technology</w:t>
                          </w:r>
                          <w:r w:rsidR="00AB098B" w:rsidRPr="00AB098B">
                            <w:rPr>
                              <w:rFonts w:ascii="Calibri" w:hAnsi="Calibri"/>
                              <w:b/>
                              <w:color w:val="FFFFFF"/>
                              <w:sz w:val="20"/>
                            </w:rPr>
                            <w:t xml:space="preserve"> Association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="00EA2794" w:rsidRPr="00033158">
        <w:rPr>
          <w:color w:val="FFFFFF"/>
          <w:spacing w:val="-1"/>
        </w:rPr>
        <w:t>Commercial</w:t>
      </w:r>
      <w:r w:rsidR="00EA2794" w:rsidRPr="00033158">
        <w:rPr>
          <w:color w:val="FFFFFF"/>
          <w:spacing w:val="48"/>
        </w:rPr>
        <w:t xml:space="preserve"> </w:t>
      </w:r>
      <w:r w:rsidR="00EA2794" w:rsidRPr="00033158">
        <w:rPr>
          <w:color w:val="FFFFFF"/>
          <w:spacing w:val="-2"/>
        </w:rPr>
        <w:t>providers</w:t>
      </w:r>
      <w:r w:rsidR="00EA2794" w:rsidRPr="00033158">
        <w:rPr>
          <w:color w:val="FFFFFF"/>
          <w:spacing w:val="27"/>
        </w:rPr>
        <w:t xml:space="preserve"> </w:t>
      </w:r>
      <w:r w:rsidR="00EA2794" w:rsidRPr="00033158">
        <w:rPr>
          <w:color w:val="FFFFFF"/>
        </w:rPr>
        <w:t>of</w:t>
      </w:r>
      <w:r w:rsidR="00EA2794" w:rsidRPr="00033158">
        <w:rPr>
          <w:color w:val="FFFFFF"/>
          <w:spacing w:val="-1"/>
        </w:rPr>
        <w:t xml:space="preserve"> spatial data</w:t>
      </w:r>
      <w:r w:rsidR="00EA2794" w:rsidRPr="00033158">
        <w:rPr>
          <w:color w:val="FFFFFF"/>
        </w:rPr>
        <w:t xml:space="preserve"> &amp;</w:t>
      </w:r>
      <w:r w:rsidR="00EA2794" w:rsidRPr="00033158">
        <w:rPr>
          <w:color w:val="FFFFFF"/>
          <w:spacing w:val="29"/>
        </w:rPr>
        <w:t xml:space="preserve"> </w:t>
      </w:r>
      <w:r w:rsidR="00807B11" w:rsidRPr="00033158">
        <w:rPr>
          <w:color w:val="FFFFFF"/>
        </w:rPr>
        <w:t xml:space="preserve">digital </w:t>
      </w:r>
      <w:r w:rsidR="00807B11" w:rsidRPr="00033158">
        <w:rPr>
          <w:color w:val="FFFFFF"/>
          <w:spacing w:val="5"/>
        </w:rPr>
        <w:t>services</w:t>
      </w:r>
    </w:p>
    <w:p w:rsidR="00AD25D5" w:rsidRDefault="00AD25D5">
      <w:pPr>
        <w:spacing w:before="2"/>
        <w:rPr>
          <w:rFonts w:ascii="Calibri" w:eastAsia="Calibri" w:hAnsi="Calibri" w:cs="Calibri"/>
          <w:b/>
          <w:bCs/>
          <w:sz w:val="24"/>
          <w:szCs w:val="24"/>
        </w:rPr>
      </w:pPr>
    </w:p>
    <w:p w:rsidR="00AD25D5" w:rsidRPr="00033158" w:rsidRDefault="00EA2794">
      <w:pPr>
        <w:spacing w:line="240" w:lineRule="exact"/>
        <w:ind w:left="201" w:hanging="1"/>
        <w:jc w:val="center"/>
        <w:rPr>
          <w:rFonts w:ascii="Calibri" w:eastAsia="Calibri" w:hAnsi="Calibri" w:cs="Calibri"/>
          <w:sz w:val="20"/>
          <w:szCs w:val="20"/>
        </w:rPr>
      </w:pPr>
      <w:r w:rsidRPr="00033158">
        <w:rPr>
          <w:rFonts w:ascii="Calibri" w:hAnsi="Calibri"/>
          <w:b/>
          <w:color w:val="FFFFFF"/>
          <w:spacing w:val="-1"/>
          <w:sz w:val="20"/>
        </w:rPr>
        <w:t>Standards</w:t>
      </w:r>
      <w:r w:rsidRPr="00033158">
        <w:rPr>
          <w:rFonts w:ascii="Calibri" w:hAnsi="Calibri"/>
          <w:b/>
          <w:color w:val="FFFFFF"/>
          <w:spacing w:val="31"/>
          <w:sz w:val="20"/>
        </w:rPr>
        <w:t xml:space="preserve"> </w:t>
      </w:r>
      <w:r w:rsidRPr="00033158">
        <w:rPr>
          <w:rFonts w:ascii="Calibri" w:hAnsi="Calibri"/>
          <w:b/>
          <w:color w:val="FFFFFF"/>
          <w:spacing w:val="-1"/>
          <w:sz w:val="20"/>
        </w:rPr>
        <w:t>organisations</w:t>
      </w:r>
      <w:r w:rsidRPr="00033158">
        <w:rPr>
          <w:rFonts w:ascii="Calibri" w:hAnsi="Calibri"/>
          <w:b/>
          <w:color w:val="FFFFFF"/>
          <w:spacing w:val="31"/>
          <w:sz w:val="20"/>
        </w:rPr>
        <w:t xml:space="preserve"> </w:t>
      </w:r>
      <w:r w:rsidRPr="00033158">
        <w:rPr>
          <w:rFonts w:ascii="Calibri" w:hAnsi="Calibri"/>
          <w:b/>
          <w:color w:val="FFFFFF"/>
          <w:sz w:val="20"/>
        </w:rPr>
        <w:t>including</w:t>
      </w:r>
      <w:r w:rsidRPr="00033158">
        <w:rPr>
          <w:rFonts w:ascii="Calibri" w:hAnsi="Calibri"/>
          <w:b/>
          <w:color w:val="FFFFFF"/>
          <w:spacing w:val="31"/>
          <w:sz w:val="20"/>
        </w:rPr>
        <w:t xml:space="preserve"> </w:t>
      </w:r>
      <w:r w:rsidRPr="00033158">
        <w:rPr>
          <w:rFonts w:ascii="Calibri" w:hAnsi="Calibri"/>
          <w:b/>
          <w:color w:val="FFFFFF"/>
          <w:spacing w:val="-1"/>
          <w:sz w:val="20"/>
        </w:rPr>
        <w:t>Standards</w:t>
      </w:r>
      <w:r w:rsidRPr="00033158">
        <w:rPr>
          <w:rFonts w:ascii="Calibri" w:hAnsi="Calibri"/>
          <w:b/>
          <w:color w:val="FFFFFF"/>
          <w:spacing w:val="31"/>
          <w:sz w:val="20"/>
        </w:rPr>
        <w:t xml:space="preserve"> </w:t>
      </w:r>
      <w:r w:rsidRPr="00033158">
        <w:rPr>
          <w:rFonts w:ascii="Calibri" w:hAnsi="Calibri"/>
          <w:b/>
          <w:color w:val="FFFFFF"/>
          <w:spacing w:val="-2"/>
          <w:sz w:val="20"/>
        </w:rPr>
        <w:t>Aus</w:t>
      </w:r>
      <w:r w:rsidRPr="00033158">
        <w:rPr>
          <w:rFonts w:ascii="Calibri" w:hAnsi="Calibri"/>
          <w:b/>
          <w:color w:val="FFFFFF"/>
          <w:spacing w:val="-3"/>
          <w:sz w:val="20"/>
        </w:rPr>
        <w:t>tr</w:t>
      </w:r>
      <w:r w:rsidRPr="00033158">
        <w:rPr>
          <w:rFonts w:ascii="Calibri" w:hAnsi="Calibri"/>
          <w:b/>
          <w:color w:val="FFFFFF"/>
          <w:spacing w:val="-2"/>
          <w:sz w:val="20"/>
        </w:rPr>
        <w:t>alia/Ne</w:t>
      </w:r>
      <w:r w:rsidRPr="00033158">
        <w:rPr>
          <w:rFonts w:ascii="Calibri" w:hAnsi="Calibri"/>
          <w:b/>
          <w:color w:val="FFFFFF"/>
          <w:spacing w:val="-3"/>
          <w:sz w:val="20"/>
        </w:rPr>
        <w:t>w</w:t>
      </w:r>
      <w:r w:rsidRPr="00033158">
        <w:rPr>
          <w:rFonts w:ascii="Calibri" w:hAnsi="Calibri"/>
          <w:b/>
          <w:color w:val="FFFFFF"/>
          <w:spacing w:val="67"/>
          <w:sz w:val="20"/>
        </w:rPr>
        <w:t xml:space="preserve"> </w:t>
      </w:r>
      <w:r w:rsidRPr="00033158">
        <w:rPr>
          <w:rFonts w:ascii="Calibri" w:hAnsi="Calibri"/>
          <w:b/>
          <w:color w:val="FFFFFF"/>
          <w:spacing w:val="-1"/>
          <w:sz w:val="20"/>
        </w:rPr>
        <w:t>Zealand,</w:t>
      </w:r>
      <w:r w:rsidRPr="00033158">
        <w:rPr>
          <w:rFonts w:ascii="Calibri" w:hAnsi="Calibri"/>
          <w:b/>
          <w:color w:val="FFFFFF"/>
          <w:spacing w:val="17"/>
          <w:sz w:val="20"/>
        </w:rPr>
        <w:t xml:space="preserve"> </w:t>
      </w:r>
      <w:r w:rsidRPr="00033158">
        <w:rPr>
          <w:rFonts w:ascii="Calibri" w:hAnsi="Calibri"/>
          <w:b/>
          <w:color w:val="FFFFFF"/>
          <w:sz w:val="20"/>
        </w:rPr>
        <w:t>the</w:t>
      </w:r>
      <w:r w:rsidRPr="00033158">
        <w:rPr>
          <w:rFonts w:ascii="Calibri" w:hAnsi="Calibri"/>
          <w:b/>
          <w:color w:val="FFFFFF"/>
          <w:spacing w:val="18"/>
          <w:sz w:val="20"/>
        </w:rPr>
        <w:t xml:space="preserve"> </w:t>
      </w:r>
      <w:r w:rsidRPr="00033158">
        <w:rPr>
          <w:rFonts w:ascii="Calibri" w:hAnsi="Calibri"/>
          <w:b/>
          <w:color w:val="FFFFFF"/>
          <w:spacing w:val="-1"/>
          <w:sz w:val="20"/>
        </w:rPr>
        <w:t>International</w:t>
      </w:r>
      <w:r w:rsidRPr="00033158">
        <w:rPr>
          <w:rFonts w:ascii="Calibri" w:hAnsi="Calibri"/>
          <w:b/>
          <w:color w:val="FFFFFF"/>
          <w:spacing w:val="18"/>
          <w:sz w:val="20"/>
        </w:rPr>
        <w:t xml:space="preserve"> </w:t>
      </w:r>
      <w:r w:rsidRPr="00033158">
        <w:rPr>
          <w:rFonts w:ascii="Calibri" w:hAnsi="Calibri"/>
          <w:b/>
          <w:color w:val="FFFFFF"/>
          <w:spacing w:val="-1"/>
          <w:sz w:val="20"/>
        </w:rPr>
        <w:t>Standards</w:t>
      </w:r>
      <w:r w:rsidRPr="00033158">
        <w:rPr>
          <w:rFonts w:ascii="Calibri" w:hAnsi="Calibri"/>
          <w:b/>
          <w:color w:val="FFFFFF"/>
          <w:spacing w:val="18"/>
          <w:sz w:val="20"/>
        </w:rPr>
        <w:t xml:space="preserve"> </w:t>
      </w:r>
      <w:r w:rsidRPr="00033158">
        <w:rPr>
          <w:rFonts w:ascii="Calibri" w:hAnsi="Calibri"/>
          <w:b/>
          <w:color w:val="FFFFFF"/>
          <w:spacing w:val="-1"/>
          <w:sz w:val="20"/>
        </w:rPr>
        <w:t>Organisation,</w:t>
      </w:r>
      <w:r w:rsidRPr="00033158">
        <w:rPr>
          <w:rFonts w:ascii="Calibri" w:hAnsi="Calibri"/>
          <w:b/>
          <w:color w:val="FFFFFF"/>
          <w:spacing w:val="18"/>
          <w:sz w:val="20"/>
        </w:rPr>
        <w:t xml:space="preserve"> </w:t>
      </w:r>
      <w:r w:rsidRPr="00033158">
        <w:rPr>
          <w:rFonts w:ascii="Calibri" w:hAnsi="Calibri"/>
          <w:b/>
          <w:color w:val="FFFFFF"/>
          <w:sz w:val="20"/>
        </w:rPr>
        <w:t>Open</w:t>
      </w:r>
      <w:r w:rsidRPr="00033158">
        <w:rPr>
          <w:rFonts w:ascii="Calibri" w:hAnsi="Calibri"/>
          <w:b/>
          <w:color w:val="FFFFFF"/>
          <w:spacing w:val="18"/>
          <w:sz w:val="20"/>
        </w:rPr>
        <w:t xml:space="preserve"> </w:t>
      </w:r>
      <w:r w:rsidRPr="00033158">
        <w:rPr>
          <w:rFonts w:ascii="Calibri" w:hAnsi="Calibri"/>
          <w:b/>
          <w:color w:val="FFFFFF"/>
          <w:spacing w:val="-1"/>
          <w:sz w:val="20"/>
        </w:rPr>
        <w:t>Geospatial</w:t>
      </w:r>
      <w:r w:rsidRPr="00033158">
        <w:rPr>
          <w:rFonts w:ascii="Calibri" w:hAnsi="Calibri"/>
          <w:b/>
          <w:color w:val="FFFFFF"/>
          <w:spacing w:val="71"/>
          <w:sz w:val="20"/>
        </w:rPr>
        <w:t xml:space="preserve"> </w:t>
      </w:r>
      <w:r w:rsidRPr="00033158">
        <w:rPr>
          <w:rFonts w:ascii="Calibri" w:hAnsi="Calibri"/>
          <w:b/>
          <w:color w:val="FFFFFF"/>
          <w:spacing w:val="-1"/>
          <w:sz w:val="20"/>
        </w:rPr>
        <w:t>Consortium</w:t>
      </w:r>
    </w:p>
    <w:p w:rsidR="00AD25D5" w:rsidRPr="00033158" w:rsidRDefault="00EA2794" w:rsidP="00BD50CB">
      <w:pPr>
        <w:spacing w:line="235" w:lineRule="auto"/>
        <w:ind w:left="201" w:right="-50" w:firstLine="96"/>
        <w:jc w:val="center"/>
        <w:rPr>
          <w:rFonts w:ascii="Calibri" w:eastAsia="Calibri" w:hAnsi="Calibri" w:cs="Calibri"/>
          <w:sz w:val="20"/>
          <w:szCs w:val="20"/>
        </w:rPr>
      </w:pPr>
      <w:r w:rsidRPr="00BD50CB">
        <w:rPr>
          <w:w w:val="120"/>
        </w:rPr>
        <w:br w:type="column"/>
      </w:r>
      <w:r w:rsidRPr="00033158">
        <w:rPr>
          <w:rFonts w:ascii="Calibri" w:hAnsi="Calibri"/>
          <w:b/>
          <w:color w:val="FFFFFF"/>
          <w:sz w:val="20"/>
        </w:rPr>
        <w:lastRenderedPageBreak/>
        <w:t>Academic</w:t>
      </w:r>
      <w:r w:rsidR="00033158">
        <w:rPr>
          <w:rFonts w:ascii="Calibri" w:hAnsi="Calibri"/>
          <w:b/>
          <w:color w:val="FFFFFF"/>
          <w:sz w:val="20"/>
        </w:rPr>
        <w:t xml:space="preserve"> </w:t>
      </w:r>
      <w:r w:rsidRPr="00033158">
        <w:rPr>
          <w:rFonts w:ascii="Calibri" w:hAnsi="Calibri"/>
          <w:b/>
          <w:color w:val="FFFFFF"/>
          <w:sz w:val="20"/>
        </w:rPr>
        <w:t>and research organisations and other catalysts for innovation</w:t>
      </w:r>
    </w:p>
    <w:p w:rsidR="00AD25D5" w:rsidRPr="00A83CAE" w:rsidRDefault="00A83CAE">
      <w:pPr>
        <w:spacing w:before="11"/>
        <w:rPr>
          <w:rFonts w:ascii="Calibri" w:eastAsia="Calibri" w:hAnsi="Calibri" w:cs="Calibri"/>
          <w:b/>
          <w:bCs/>
          <w:sz w:val="18"/>
        </w:rPr>
      </w:pPr>
      <w:r w:rsidRPr="00A83CAE">
        <w:rPr>
          <w:rFonts w:ascii="Calibri" w:eastAsia="Calibri" w:hAnsi="Calibri" w:cs="Calibri"/>
          <w:b/>
          <w:bCs/>
          <w:sz w:val="18"/>
        </w:rPr>
        <w:t xml:space="preserve"> </w:t>
      </w:r>
    </w:p>
    <w:p w:rsidR="00AD25D5" w:rsidRPr="00033158" w:rsidRDefault="00EA2794" w:rsidP="00033158">
      <w:pPr>
        <w:spacing w:line="240" w:lineRule="exact"/>
        <w:ind w:left="219" w:hanging="18"/>
        <w:jc w:val="center"/>
        <w:rPr>
          <w:rFonts w:ascii="Calibri" w:eastAsia="Calibri" w:hAnsi="Calibri" w:cs="Calibri"/>
          <w:sz w:val="20"/>
          <w:szCs w:val="20"/>
        </w:rPr>
      </w:pPr>
      <w:r w:rsidRPr="00033158">
        <w:rPr>
          <w:rFonts w:ascii="Calibri" w:hAnsi="Calibri"/>
          <w:b/>
          <w:color w:val="FFFFFF"/>
          <w:sz w:val="20"/>
        </w:rPr>
        <w:t>All</w:t>
      </w:r>
      <w:r w:rsidR="00033158">
        <w:rPr>
          <w:rFonts w:ascii="Calibri" w:hAnsi="Calibri"/>
          <w:b/>
          <w:color w:val="FFFFFF"/>
          <w:sz w:val="20"/>
        </w:rPr>
        <w:t xml:space="preserve"> </w:t>
      </w:r>
      <w:r w:rsidRPr="00033158">
        <w:rPr>
          <w:rFonts w:ascii="Calibri" w:hAnsi="Calibri"/>
          <w:b/>
          <w:color w:val="FFFFFF"/>
          <w:sz w:val="20"/>
        </w:rPr>
        <w:t>government agencies: Federal, State &amp; Territory</w:t>
      </w:r>
    </w:p>
    <w:p w:rsidR="00AD25D5" w:rsidRPr="00033158" w:rsidRDefault="00EA2794">
      <w:pPr>
        <w:spacing w:before="1"/>
        <w:ind w:left="201"/>
        <w:jc w:val="center"/>
        <w:rPr>
          <w:rFonts w:ascii="Calibri" w:eastAsia="Calibri" w:hAnsi="Calibri" w:cs="Calibri"/>
          <w:sz w:val="20"/>
          <w:szCs w:val="20"/>
        </w:rPr>
      </w:pPr>
      <w:r w:rsidRPr="00033158">
        <w:rPr>
          <w:rFonts w:ascii="Calibri" w:hAnsi="Calibri"/>
          <w:b/>
          <w:color w:val="FFFFFF"/>
          <w:sz w:val="20"/>
        </w:rPr>
        <w:t>&amp; Local</w:t>
      </w:r>
    </w:p>
    <w:p w:rsidR="00AD25D5" w:rsidRDefault="00EA2794">
      <w:pPr>
        <w:spacing w:line="239" w:lineRule="auto"/>
        <w:ind w:left="201" w:right="494" w:firstLine="2"/>
        <w:rPr>
          <w:rFonts w:ascii="Century Gothic" w:eastAsia="Century Gothic" w:hAnsi="Century Gothic" w:cs="Century Gothic"/>
        </w:rPr>
      </w:pPr>
      <w:r>
        <w:br w:type="column"/>
      </w:r>
      <w:r>
        <w:rPr>
          <w:rFonts w:ascii="Century Gothic"/>
          <w:color w:val="FFFFFF"/>
        </w:rPr>
        <w:lastRenderedPageBreak/>
        <w:t>Shaping</w:t>
      </w:r>
      <w:r>
        <w:rPr>
          <w:rFonts w:ascii="Century Gothic"/>
          <w:color w:val="FFFFFF"/>
          <w:spacing w:val="11"/>
        </w:rPr>
        <w:t xml:space="preserve"> </w:t>
      </w:r>
      <w:r>
        <w:rPr>
          <w:rFonts w:ascii="Century Gothic"/>
          <w:color w:val="FFFFFF"/>
        </w:rPr>
        <w:t>an</w:t>
      </w:r>
      <w:r>
        <w:rPr>
          <w:rFonts w:ascii="Century Gothic"/>
          <w:color w:val="FFFFFF"/>
          <w:spacing w:val="11"/>
        </w:rPr>
        <w:t xml:space="preserve"> </w:t>
      </w:r>
      <w:r>
        <w:rPr>
          <w:rFonts w:ascii="Century Gothic"/>
          <w:color w:val="FFFFFF"/>
          <w:spacing w:val="-2"/>
        </w:rPr>
        <w:t>effectiv</w:t>
      </w:r>
      <w:r>
        <w:rPr>
          <w:rFonts w:ascii="Century Gothic"/>
          <w:color w:val="FFFFFF"/>
          <w:spacing w:val="-3"/>
        </w:rPr>
        <w:t>e</w:t>
      </w:r>
      <w:r>
        <w:rPr>
          <w:rFonts w:ascii="Century Gothic"/>
          <w:color w:val="FFFFFF"/>
          <w:spacing w:val="11"/>
        </w:rPr>
        <w:t xml:space="preserve"> </w:t>
      </w:r>
      <w:r>
        <w:rPr>
          <w:rFonts w:ascii="Century Gothic"/>
          <w:color w:val="FFFFFF"/>
        </w:rPr>
        <w:t>and</w:t>
      </w:r>
      <w:r>
        <w:rPr>
          <w:rFonts w:ascii="Century Gothic"/>
          <w:color w:val="FFFFFF"/>
          <w:spacing w:val="28"/>
          <w:w w:val="95"/>
        </w:rPr>
        <w:t xml:space="preserve"> </w:t>
      </w:r>
      <w:r w:rsidR="00033158">
        <w:rPr>
          <w:rFonts w:ascii="Century Gothic"/>
          <w:color w:val="FFFFFF"/>
          <w:spacing w:val="-2"/>
        </w:rPr>
        <w:t>productiv</w:t>
      </w:r>
      <w:r w:rsidR="00033158">
        <w:rPr>
          <w:rFonts w:ascii="Century Gothic"/>
          <w:color w:val="FFFFFF"/>
          <w:spacing w:val="-3"/>
        </w:rPr>
        <w:t>e</w:t>
      </w:r>
      <w:r w:rsidR="00033158" w:rsidRPr="00033158">
        <w:rPr>
          <w:rFonts w:ascii="Century Gothic" w:hAnsi="Century Gothic"/>
          <w:color w:val="FFFFFF"/>
        </w:rPr>
        <w:t xml:space="preserve"> enterprise</w:t>
      </w:r>
    </w:p>
    <w:p w:rsidR="006F4DA7" w:rsidRDefault="006F4DA7">
      <w:pPr>
        <w:spacing w:before="6"/>
        <w:rPr>
          <w:rFonts w:ascii="Century Gothic" w:eastAsia="Century Gothic" w:hAnsi="Century Gothic" w:cs="Century Gothic"/>
          <w:sz w:val="16"/>
          <w:szCs w:val="16"/>
        </w:rPr>
      </w:pPr>
    </w:p>
    <w:p w:rsidR="006F4DA7" w:rsidRPr="00AB098B" w:rsidRDefault="006F4DA7">
      <w:pPr>
        <w:spacing w:before="6"/>
        <w:rPr>
          <w:rFonts w:ascii="Century Gothic" w:eastAsia="Century Gothic" w:hAnsi="Century Gothic" w:cs="Century Gothic"/>
          <w:sz w:val="16"/>
          <w:szCs w:val="16"/>
        </w:rPr>
      </w:pPr>
    </w:p>
    <w:p w:rsidR="00AD25D5" w:rsidRDefault="00EA2794">
      <w:pPr>
        <w:spacing w:line="270" w:lineRule="exact"/>
        <w:ind w:left="201" w:right="328"/>
        <w:rPr>
          <w:rFonts w:ascii="Century Gothic" w:eastAsia="Century Gothic" w:hAnsi="Century Gothic" w:cs="Century Gothic"/>
        </w:rPr>
      </w:pPr>
      <w:r w:rsidRPr="00AB098B">
        <w:rPr>
          <w:rFonts w:ascii="Century Gothic" w:hAnsi="Century Gothic"/>
          <w:b/>
          <w:color w:val="FFFFFF"/>
          <w:spacing w:val="-1"/>
        </w:rPr>
        <w:t>Communication</w:t>
      </w:r>
      <w:r w:rsidRPr="00AB098B">
        <w:rPr>
          <w:rFonts w:ascii="Century Gothic" w:hAnsi="Century Gothic"/>
          <w:b/>
          <w:color w:val="FFFFFF"/>
        </w:rPr>
        <w:t xml:space="preserve"> + </w:t>
      </w:r>
      <w:r w:rsidRPr="00AB098B">
        <w:rPr>
          <w:rFonts w:ascii="Century Gothic" w:hAnsi="Century Gothic"/>
          <w:b/>
          <w:color w:val="FFFFFF"/>
          <w:spacing w:val="-1"/>
        </w:rPr>
        <w:t>culture</w:t>
      </w:r>
      <w:r w:rsidRPr="00224BB2">
        <w:rPr>
          <w:rFonts w:ascii="Century Gothic" w:hAnsi="Century Gothic"/>
          <w:b/>
          <w:color w:val="FFFFFF"/>
          <w:spacing w:val="23"/>
          <w:w w:val="124"/>
        </w:rPr>
        <w:t xml:space="preserve"> </w:t>
      </w:r>
      <w:r>
        <w:rPr>
          <w:rFonts w:ascii="Century Gothic"/>
          <w:color w:val="FFFFFF"/>
          <w:spacing w:val="-2"/>
        </w:rPr>
        <w:t>C</w:t>
      </w:r>
      <w:r>
        <w:rPr>
          <w:rFonts w:ascii="Century Gothic"/>
          <w:color w:val="FFFFFF"/>
          <w:spacing w:val="-1"/>
        </w:rPr>
        <w:t>onnecting</w:t>
      </w:r>
      <w:r>
        <w:rPr>
          <w:rFonts w:ascii="Century Gothic"/>
          <w:color w:val="FFFFFF"/>
          <w:spacing w:val="15"/>
        </w:rPr>
        <w:t xml:space="preserve"> </w:t>
      </w:r>
      <w:r>
        <w:rPr>
          <w:rFonts w:ascii="Century Gothic"/>
          <w:color w:val="FFFFFF"/>
        </w:rPr>
        <w:t>&amp;</w:t>
      </w:r>
      <w:r>
        <w:rPr>
          <w:rFonts w:ascii="Century Gothic"/>
          <w:color w:val="FFFFFF"/>
          <w:spacing w:val="15"/>
        </w:rPr>
        <w:t xml:space="preserve"> </w:t>
      </w:r>
      <w:r>
        <w:rPr>
          <w:rFonts w:ascii="Century Gothic"/>
          <w:color w:val="FFFFFF"/>
          <w:spacing w:val="-2"/>
        </w:rPr>
        <w:t>c</w:t>
      </w:r>
      <w:r>
        <w:rPr>
          <w:rFonts w:ascii="Century Gothic"/>
          <w:color w:val="FFFFFF"/>
          <w:spacing w:val="-1"/>
        </w:rPr>
        <w:t>ollabor</w:t>
      </w:r>
      <w:r>
        <w:rPr>
          <w:rFonts w:ascii="Century Gothic"/>
          <w:color w:val="FFFFFF"/>
          <w:spacing w:val="-2"/>
        </w:rPr>
        <w:t>a</w:t>
      </w:r>
      <w:r>
        <w:rPr>
          <w:rFonts w:ascii="Century Gothic"/>
          <w:color w:val="FFFFFF"/>
          <w:spacing w:val="-1"/>
        </w:rPr>
        <w:t>ting</w:t>
      </w:r>
      <w:r>
        <w:rPr>
          <w:rFonts w:ascii="Century Gothic"/>
          <w:color w:val="FFFFFF"/>
          <w:spacing w:val="29"/>
          <w:w w:val="109"/>
        </w:rPr>
        <w:t xml:space="preserve"> </w:t>
      </w:r>
      <w:r>
        <w:rPr>
          <w:rFonts w:ascii="Century Gothic"/>
          <w:color w:val="FFFFFF"/>
          <w:spacing w:val="-1"/>
          <w:w w:val="110"/>
        </w:rPr>
        <w:t>for</w:t>
      </w:r>
      <w:r>
        <w:rPr>
          <w:rFonts w:ascii="Century Gothic"/>
          <w:color w:val="FFFFFF"/>
          <w:spacing w:val="-43"/>
          <w:w w:val="110"/>
        </w:rPr>
        <w:t xml:space="preserve"> </w:t>
      </w:r>
      <w:r>
        <w:rPr>
          <w:rFonts w:ascii="Century Gothic"/>
          <w:color w:val="FFFFFF"/>
          <w:spacing w:val="-2"/>
          <w:w w:val="110"/>
        </w:rPr>
        <w:t>better</w:t>
      </w:r>
      <w:r>
        <w:rPr>
          <w:rFonts w:ascii="Century Gothic"/>
          <w:color w:val="FFFFFF"/>
          <w:spacing w:val="-43"/>
          <w:w w:val="110"/>
        </w:rPr>
        <w:t xml:space="preserve"> </w:t>
      </w:r>
      <w:r>
        <w:rPr>
          <w:rFonts w:ascii="Century Gothic"/>
          <w:color w:val="FFFFFF"/>
          <w:spacing w:val="-2"/>
          <w:w w:val="110"/>
        </w:rPr>
        <w:t>outcomes</w:t>
      </w:r>
    </w:p>
    <w:p w:rsidR="00AD25D5" w:rsidRDefault="00AD25D5">
      <w:pPr>
        <w:spacing w:line="270" w:lineRule="exact"/>
        <w:rPr>
          <w:rFonts w:ascii="Century Gothic" w:eastAsia="Century Gothic" w:hAnsi="Century Gothic" w:cs="Century Gothic"/>
        </w:rPr>
        <w:sectPr w:rsidR="00AD25D5">
          <w:type w:val="continuous"/>
          <w:pgSz w:w="16840" w:h="23820"/>
          <w:pgMar w:top="240" w:right="220" w:bottom="0" w:left="220" w:header="720" w:footer="720" w:gutter="0"/>
          <w:cols w:num="3" w:space="720" w:equalWidth="0">
            <w:col w:w="7093" w:space="154"/>
            <w:col w:w="2785" w:space="2796"/>
            <w:col w:w="3572"/>
          </w:cols>
        </w:sectPr>
      </w:pPr>
    </w:p>
    <w:p w:rsidR="00AD25D5" w:rsidRDefault="00AD25D5">
      <w:pPr>
        <w:spacing w:before="6"/>
        <w:rPr>
          <w:rFonts w:ascii="Century Gothic" w:eastAsia="Century Gothic" w:hAnsi="Century Gothic" w:cs="Century Gothic"/>
          <w:sz w:val="10"/>
          <w:szCs w:val="10"/>
        </w:rPr>
      </w:pPr>
    </w:p>
    <w:p w:rsidR="00AD25D5" w:rsidRDefault="00AD25D5">
      <w:pPr>
        <w:rPr>
          <w:rFonts w:ascii="Century Gothic" w:eastAsia="Century Gothic" w:hAnsi="Century Gothic" w:cs="Century Gothic"/>
          <w:sz w:val="10"/>
          <w:szCs w:val="10"/>
        </w:rPr>
        <w:sectPr w:rsidR="00AD25D5">
          <w:type w:val="continuous"/>
          <w:pgSz w:w="16840" w:h="23820"/>
          <w:pgMar w:top="240" w:right="220" w:bottom="0" w:left="220" w:header="720" w:footer="720" w:gutter="0"/>
          <w:cols w:space="720"/>
        </w:sectPr>
      </w:pPr>
    </w:p>
    <w:p w:rsidR="00AD25D5" w:rsidRPr="00033158" w:rsidRDefault="00224BB2">
      <w:pPr>
        <w:pStyle w:val="Heading4"/>
        <w:spacing w:before="62" w:line="240" w:lineRule="exact"/>
        <w:ind w:left="6096"/>
        <w:jc w:val="center"/>
        <w:rPr>
          <w:b w:val="0"/>
          <w:bCs w:val="0"/>
        </w:rPr>
      </w:pPr>
      <w:r w:rsidRPr="00033158">
        <w:rPr>
          <w:noProof/>
          <w:lang w:val="en-AU" w:eastAsia="en-AU"/>
        </w:rPr>
        <w:lastRenderedPageBreak/>
        <mc:AlternateContent>
          <mc:Choice Requires="wpg">
            <w:drawing>
              <wp:anchor distT="0" distB="0" distL="114300" distR="114300" simplePos="0" relativeHeight="1312" behindDoc="0" locked="0" layoutInCell="1" allowOverlap="1" wp14:anchorId="32030BC2" wp14:editId="39E6CCF8">
                <wp:simplePos x="0" y="0"/>
                <wp:positionH relativeFrom="page">
                  <wp:posOffset>219075</wp:posOffset>
                </wp:positionH>
                <wp:positionV relativeFrom="paragraph">
                  <wp:posOffset>-2540</wp:posOffset>
                </wp:positionV>
                <wp:extent cx="3555365" cy="552450"/>
                <wp:effectExtent l="0" t="6985" r="6985" b="254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55365" cy="552450"/>
                          <a:chOff x="345" y="-4"/>
                          <a:chExt cx="5599" cy="870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345" y="-4"/>
                            <a:ext cx="5599" cy="870"/>
                            <a:chOff x="345" y="-4"/>
                            <a:chExt cx="5599" cy="870"/>
                          </a:xfrm>
                        </wpg:grpSpPr>
                        <wps:wsp>
                          <wps:cNvPr id="3" name="Freeform 5"/>
                          <wps:cNvSpPr>
                            <a:spLocks/>
                          </wps:cNvSpPr>
                          <wps:spPr bwMode="auto">
                            <a:xfrm>
                              <a:off x="345" y="-4"/>
                              <a:ext cx="5599" cy="870"/>
                            </a:xfrm>
                            <a:custGeom>
                              <a:avLst/>
                              <a:gdLst>
                                <a:gd name="T0" fmla="+- 0 458 345"/>
                                <a:gd name="T1" fmla="*/ T0 w 5599"/>
                                <a:gd name="T2" fmla="+- 0 -4 -4"/>
                                <a:gd name="T3" fmla="*/ -4 h 870"/>
                                <a:gd name="T4" fmla="+- 0 393 345"/>
                                <a:gd name="T5" fmla="*/ T4 w 5599"/>
                                <a:gd name="T6" fmla="+- 0 -3 -4"/>
                                <a:gd name="T7" fmla="*/ -3 h 870"/>
                                <a:gd name="T8" fmla="+- 0 347 345"/>
                                <a:gd name="T9" fmla="*/ T8 w 5599"/>
                                <a:gd name="T10" fmla="+- 0 43 -4"/>
                                <a:gd name="T11" fmla="*/ 43 h 870"/>
                                <a:gd name="T12" fmla="+- 0 345 345"/>
                                <a:gd name="T13" fmla="*/ T12 w 5599"/>
                                <a:gd name="T14" fmla="+- 0 108 -4"/>
                                <a:gd name="T15" fmla="*/ 108 h 870"/>
                                <a:gd name="T16" fmla="+- 0 345 345"/>
                                <a:gd name="T17" fmla="*/ T16 w 5599"/>
                                <a:gd name="T18" fmla="+- 0 753 -4"/>
                                <a:gd name="T19" fmla="*/ 753 h 870"/>
                                <a:gd name="T20" fmla="+- 0 347 345"/>
                                <a:gd name="T21" fmla="*/ T20 w 5599"/>
                                <a:gd name="T22" fmla="+- 0 817 -4"/>
                                <a:gd name="T23" fmla="*/ 817 h 870"/>
                                <a:gd name="T24" fmla="+- 0 393 345"/>
                                <a:gd name="T25" fmla="*/ T24 w 5599"/>
                                <a:gd name="T26" fmla="+- 0 863 -4"/>
                                <a:gd name="T27" fmla="*/ 863 h 870"/>
                                <a:gd name="T28" fmla="+- 0 5830 345"/>
                                <a:gd name="T29" fmla="*/ T28 w 5599"/>
                                <a:gd name="T30" fmla="+- 0 865 -4"/>
                                <a:gd name="T31" fmla="*/ 865 h 870"/>
                                <a:gd name="T32" fmla="+- 0 5867 345"/>
                                <a:gd name="T33" fmla="*/ T32 w 5599"/>
                                <a:gd name="T34" fmla="+- 0 865 -4"/>
                                <a:gd name="T35" fmla="*/ 865 h 870"/>
                                <a:gd name="T36" fmla="+- 0 5929 345"/>
                                <a:gd name="T37" fmla="*/ T36 w 5599"/>
                                <a:gd name="T38" fmla="+- 0 851 -4"/>
                                <a:gd name="T39" fmla="*/ 851 h 870"/>
                                <a:gd name="T40" fmla="+- 0 5943 345"/>
                                <a:gd name="T41" fmla="*/ T40 w 5599"/>
                                <a:gd name="T42" fmla="+- 0 790 -4"/>
                                <a:gd name="T43" fmla="*/ 790 h 870"/>
                                <a:gd name="T44" fmla="+- 0 5943 345"/>
                                <a:gd name="T45" fmla="*/ T44 w 5599"/>
                                <a:gd name="T46" fmla="+- 0 753 -4"/>
                                <a:gd name="T47" fmla="*/ 753 h 870"/>
                                <a:gd name="T48" fmla="+- 0 5943 345"/>
                                <a:gd name="T49" fmla="*/ T48 w 5599"/>
                                <a:gd name="T50" fmla="+- 0 108 -4"/>
                                <a:gd name="T51" fmla="*/ 108 h 870"/>
                                <a:gd name="T52" fmla="+- 0 5941 345"/>
                                <a:gd name="T53" fmla="*/ T52 w 5599"/>
                                <a:gd name="T54" fmla="+- 0 44 -4"/>
                                <a:gd name="T55" fmla="*/ 44 h 870"/>
                                <a:gd name="T56" fmla="+- 0 5896 345"/>
                                <a:gd name="T57" fmla="*/ T56 w 5599"/>
                                <a:gd name="T58" fmla="+- 0 -3 -4"/>
                                <a:gd name="T59" fmla="*/ -3 h 870"/>
                                <a:gd name="T60" fmla="+- 0 458 345"/>
                                <a:gd name="T61" fmla="*/ T60 w 5599"/>
                                <a:gd name="T62" fmla="+- 0 -4 -4"/>
                                <a:gd name="T63" fmla="*/ -4 h 8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5599" h="870">
                                  <a:moveTo>
                                    <a:pt x="113" y="0"/>
                                  </a:moveTo>
                                  <a:lnTo>
                                    <a:pt x="48" y="1"/>
                                  </a:lnTo>
                                  <a:lnTo>
                                    <a:pt x="2" y="47"/>
                                  </a:lnTo>
                                  <a:lnTo>
                                    <a:pt x="0" y="112"/>
                                  </a:lnTo>
                                  <a:lnTo>
                                    <a:pt x="0" y="757"/>
                                  </a:lnTo>
                                  <a:lnTo>
                                    <a:pt x="2" y="821"/>
                                  </a:lnTo>
                                  <a:lnTo>
                                    <a:pt x="48" y="867"/>
                                  </a:lnTo>
                                  <a:lnTo>
                                    <a:pt x="5485" y="869"/>
                                  </a:lnTo>
                                  <a:lnTo>
                                    <a:pt x="5522" y="869"/>
                                  </a:lnTo>
                                  <a:lnTo>
                                    <a:pt x="5584" y="855"/>
                                  </a:lnTo>
                                  <a:lnTo>
                                    <a:pt x="5598" y="794"/>
                                  </a:lnTo>
                                  <a:lnTo>
                                    <a:pt x="5598" y="757"/>
                                  </a:lnTo>
                                  <a:lnTo>
                                    <a:pt x="5598" y="112"/>
                                  </a:lnTo>
                                  <a:lnTo>
                                    <a:pt x="5596" y="48"/>
                                  </a:lnTo>
                                  <a:lnTo>
                                    <a:pt x="5551" y="1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EB3B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5" y="-4"/>
                              <a:ext cx="5599" cy="8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D25D5" w:rsidRPr="00033158" w:rsidRDefault="00EA2794">
                                <w:pPr>
                                  <w:spacing w:before="58" w:line="240" w:lineRule="exact"/>
                                  <w:ind w:left="188" w:right="143"/>
                                  <w:jc w:val="center"/>
                                  <w:rPr>
                                    <w:rFonts w:ascii="Calibri" w:eastAsia="Calibri" w:hAnsi="Calibri" w:cs="Calibri"/>
                                    <w:sz w:val="20"/>
                                    <w:szCs w:val="20"/>
                                  </w:rPr>
                                </w:pPr>
                                <w:r w:rsidRPr="00033158">
                                  <w:rPr>
                                    <w:rFonts w:ascii="Calibri" w:hAnsi="Calibri"/>
                                    <w:b/>
                                    <w:color w:val="FFFFFF"/>
                                    <w:sz w:val="20"/>
                                  </w:rPr>
                                  <w:t>Other</w:t>
                                </w:r>
                                <w:r w:rsidRPr="00033158">
                                  <w:rPr>
                                    <w:rFonts w:ascii="Calibri" w:hAnsi="Calibri"/>
                                    <w:b/>
                                    <w:color w:val="FFFFFF"/>
                                    <w:spacing w:val="18"/>
                                    <w:sz w:val="20"/>
                                  </w:rPr>
                                  <w:t xml:space="preserve"> </w:t>
                                </w:r>
                                <w:r w:rsidRPr="00033158">
                                  <w:rPr>
                                    <w:rFonts w:ascii="Calibri" w:hAnsi="Calibri"/>
                                    <w:b/>
                                    <w:color w:val="FFFFFF"/>
                                    <w:spacing w:val="-1"/>
                                    <w:sz w:val="20"/>
                                  </w:rPr>
                                  <w:t>industry</w:t>
                                </w:r>
                                <w:r w:rsidRPr="00033158">
                                  <w:rPr>
                                    <w:rFonts w:ascii="Calibri" w:hAnsi="Calibri"/>
                                    <w:b/>
                                    <w:color w:val="FFFFFF"/>
                                    <w:spacing w:val="19"/>
                                    <w:sz w:val="20"/>
                                  </w:rPr>
                                  <w:t xml:space="preserve"> </w:t>
                                </w:r>
                                <w:r w:rsidRPr="00033158">
                                  <w:rPr>
                                    <w:rFonts w:ascii="Calibri" w:hAnsi="Calibri"/>
                                    <w:b/>
                                    <w:color w:val="FFFFFF"/>
                                    <w:spacing w:val="-1"/>
                                    <w:sz w:val="20"/>
                                  </w:rPr>
                                  <w:t>associations</w:t>
                                </w:r>
                                <w:r w:rsidRPr="00033158">
                                  <w:rPr>
                                    <w:rFonts w:ascii="Calibri" w:hAnsi="Calibri"/>
                                    <w:b/>
                                    <w:color w:val="FFFFFF"/>
                                    <w:spacing w:val="19"/>
                                    <w:sz w:val="20"/>
                                  </w:rPr>
                                  <w:t xml:space="preserve"> </w:t>
                                </w:r>
                                <w:r w:rsidRPr="00033158">
                                  <w:rPr>
                                    <w:rFonts w:ascii="Calibri" w:hAnsi="Calibri"/>
                                    <w:b/>
                                    <w:color w:val="FFFFFF"/>
                                    <w:sz w:val="20"/>
                                  </w:rPr>
                                  <w:t>including</w:t>
                                </w:r>
                                <w:r w:rsidRPr="00033158">
                                  <w:rPr>
                                    <w:rFonts w:ascii="Calibri" w:hAnsi="Calibri"/>
                                    <w:b/>
                                    <w:color w:val="FFFFFF"/>
                                    <w:spacing w:val="19"/>
                                    <w:sz w:val="20"/>
                                  </w:rPr>
                                  <w:t xml:space="preserve"> </w:t>
                                </w:r>
                                <w:r w:rsidRPr="00033158">
                                  <w:rPr>
                                    <w:rFonts w:ascii="Calibri" w:hAnsi="Calibri"/>
                                    <w:b/>
                                    <w:color w:val="FFFFFF"/>
                                    <w:spacing w:val="-1"/>
                                    <w:sz w:val="20"/>
                                  </w:rPr>
                                  <w:t>infrastructure</w:t>
                                </w:r>
                                <w:r w:rsidRPr="00033158">
                                  <w:rPr>
                                    <w:rFonts w:ascii="Calibri" w:hAnsi="Calibri"/>
                                    <w:b/>
                                    <w:color w:val="FFFFFF"/>
                                    <w:spacing w:val="-2"/>
                                    <w:sz w:val="20"/>
                                  </w:rPr>
                                  <w:t>,</w:t>
                                </w:r>
                                <w:r w:rsidRPr="00033158">
                                  <w:rPr>
                                    <w:rFonts w:ascii="Calibri" w:hAnsi="Calibri"/>
                                    <w:b/>
                                    <w:color w:val="FFFFFF"/>
                                    <w:spacing w:val="35"/>
                                    <w:sz w:val="20"/>
                                  </w:rPr>
                                  <w:t xml:space="preserve"> </w:t>
                                </w:r>
                                <w:r w:rsidRPr="00033158">
                                  <w:rPr>
                                    <w:rFonts w:ascii="Calibri" w:hAnsi="Calibri"/>
                                    <w:b/>
                                    <w:color w:val="FFFFFF"/>
                                    <w:spacing w:val="-1"/>
                                    <w:sz w:val="20"/>
                                  </w:rPr>
                                  <w:t>agriculture</w:t>
                                </w:r>
                                <w:r w:rsidRPr="00033158">
                                  <w:rPr>
                                    <w:rFonts w:ascii="Calibri" w:hAnsi="Calibri"/>
                                    <w:b/>
                                    <w:color w:val="FFFFFF"/>
                                    <w:spacing w:val="-2"/>
                                    <w:sz w:val="20"/>
                                  </w:rPr>
                                  <w:t>,</w:t>
                                </w:r>
                                <w:r w:rsidRPr="00033158">
                                  <w:rPr>
                                    <w:rFonts w:ascii="Calibri" w:hAnsi="Calibri"/>
                                    <w:b/>
                                    <w:color w:val="FFFFFF"/>
                                    <w:spacing w:val="17"/>
                                    <w:sz w:val="20"/>
                                  </w:rPr>
                                  <w:t xml:space="preserve"> </w:t>
                                </w:r>
                                <w:r w:rsidRPr="00033158">
                                  <w:rPr>
                                    <w:rFonts w:ascii="Calibri" w:hAnsi="Calibri"/>
                                    <w:b/>
                                    <w:color w:val="FFFFFF"/>
                                    <w:spacing w:val="-1"/>
                                    <w:sz w:val="20"/>
                                  </w:rPr>
                                  <w:t>transport,</w:t>
                                </w:r>
                                <w:r w:rsidRPr="00033158">
                                  <w:rPr>
                                    <w:rFonts w:ascii="Calibri" w:hAnsi="Calibri"/>
                                    <w:b/>
                                    <w:color w:val="FFFFFF"/>
                                    <w:spacing w:val="17"/>
                                    <w:sz w:val="20"/>
                                  </w:rPr>
                                  <w:t xml:space="preserve"> </w:t>
                                </w:r>
                                <w:r w:rsidRPr="00033158">
                                  <w:rPr>
                                    <w:rFonts w:ascii="Calibri" w:hAnsi="Calibri"/>
                                    <w:b/>
                                    <w:color w:val="FFFFFF"/>
                                    <w:sz w:val="20"/>
                                  </w:rPr>
                                  <w:t>mining,</w:t>
                                </w:r>
                                <w:r w:rsidRPr="00033158">
                                  <w:rPr>
                                    <w:rFonts w:ascii="Calibri" w:hAnsi="Calibri"/>
                                    <w:b/>
                                    <w:color w:val="FFFFFF"/>
                                    <w:spacing w:val="17"/>
                                    <w:sz w:val="20"/>
                                  </w:rPr>
                                  <w:t xml:space="preserve"> </w:t>
                                </w:r>
                                <w:r w:rsidRPr="00033158">
                                  <w:rPr>
                                    <w:rFonts w:ascii="Calibri" w:hAnsi="Calibri"/>
                                    <w:b/>
                                    <w:color w:val="FFFFFF"/>
                                    <w:sz w:val="20"/>
                                  </w:rPr>
                                  <w:t>financial</w:t>
                                </w:r>
                                <w:r w:rsidRPr="00033158">
                                  <w:rPr>
                                    <w:rFonts w:ascii="Calibri" w:hAnsi="Calibri"/>
                                    <w:b/>
                                    <w:color w:val="FFFFFF"/>
                                    <w:spacing w:val="17"/>
                                    <w:sz w:val="20"/>
                                  </w:rPr>
                                  <w:t xml:space="preserve"> </w:t>
                                </w:r>
                                <w:r w:rsidRPr="00033158">
                                  <w:rPr>
                                    <w:rFonts w:ascii="Calibri" w:hAnsi="Calibri"/>
                                    <w:b/>
                                    <w:color w:val="FFFFFF"/>
                                    <w:spacing w:val="-1"/>
                                    <w:sz w:val="20"/>
                                  </w:rPr>
                                  <w:t>services,</w:t>
                                </w:r>
                                <w:r w:rsidRPr="00033158">
                                  <w:rPr>
                                    <w:rFonts w:ascii="Calibri" w:hAnsi="Calibri"/>
                                    <w:b/>
                                    <w:color w:val="FFFFFF"/>
                                    <w:spacing w:val="35"/>
                                    <w:sz w:val="20"/>
                                  </w:rPr>
                                  <w:t xml:space="preserve"> </w:t>
                                </w:r>
                                <w:r w:rsidRPr="00033158">
                                  <w:rPr>
                                    <w:rFonts w:ascii="Calibri" w:hAnsi="Calibri"/>
                                    <w:b/>
                                    <w:color w:val="FFFFFF"/>
                                    <w:spacing w:val="-3"/>
                                    <w:sz w:val="20"/>
                                  </w:rPr>
                                  <w:t>property</w:t>
                                </w:r>
                                <w:r w:rsidRPr="00033158">
                                  <w:rPr>
                                    <w:rFonts w:ascii="Calibri" w:hAnsi="Calibri"/>
                                    <w:b/>
                                    <w:color w:val="FFFFFF"/>
                                    <w:spacing w:val="-4"/>
                                    <w:sz w:val="20"/>
                                  </w:rPr>
                                  <w:t>,</w:t>
                                </w:r>
                                <w:r w:rsidRPr="00033158">
                                  <w:rPr>
                                    <w:rFonts w:ascii="Calibri" w:hAnsi="Calibri"/>
                                    <w:b/>
                                    <w:color w:val="FFFFFF"/>
                                    <w:spacing w:val="3"/>
                                    <w:sz w:val="20"/>
                                  </w:rPr>
                                  <w:t xml:space="preserve"> </w:t>
                                </w:r>
                                <w:r w:rsidRPr="00033158">
                                  <w:rPr>
                                    <w:rFonts w:ascii="Calibri" w:hAnsi="Calibri"/>
                                    <w:b/>
                                    <w:color w:val="FFFFFF"/>
                                    <w:sz w:val="20"/>
                                  </w:rPr>
                                  <w:t>health,</w:t>
                                </w:r>
                                <w:r w:rsidRPr="00033158">
                                  <w:rPr>
                                    <w:rFonts w:ascii="Calibri" w:hAnsi="Calibri"/>
                                    <w:b/>
                                    <w:color w:val="FFFFFF"/>
                                    <w:spacing w:val="3"/>
                                    <w:sz w:val="20"/>
                                  </w:rPr>
                                  <w:t xml:space="preserve"> </w:t>
                                </w:r>
                                <w:r w:rsidRPr="00033158">
                                  <w:rPr>
                                    <w:rFonts w:ascii="Calibri" w:hAnsi="Calibri"/>
                                    <w:b/>
                                    <w:color w:val="FFFFFF"/>
                                    <w:spacing w:val="-3"/>
                                    <w:sz w:val="20"/>
                                  </w:rPr>
                                  <w:t>insur</w:t>
                                </w:r>
                                <w:r w:rsidRPr="00033158">
                                  <w:rPr>
                                    <w:rFonts w:ascii="Calibri" w:hAnsi="Calibri"/>
                                    <w:b/>
                                    <w:color w:val="FFFFFF"/>
                                    <w:spacing w:val="-2"/>
                                    <w:sz w:val="20"/>
                                  </w:rPr>
                                  <w:t>ance</w:t>
                                </w:r>
                                <w:r w:rsidRPr="00033158">
                                  <w:rPr>
                                    <w:rFonts w:ascii="Calibri" w:hAnsi="Calibri"/>
                                    <w:b/>
                                    <w:color w:val="FFFFFF"/>
                                    <w:spacing w:val="-3"/>
                                    <w:sz w:val="20"/>
                                  </w:rPr>
                                  <w:t>,</w:t>
                                </w:r>
                                <w:r w:rsidRPr="00033158">
                                  <w:rPr>
                                    <w:rFonts w:ascii="Calibri" w:hAnsi="Calibri"/>
                                    <w:b/>
                                    <w:color w:val="FFFFFF"/>
                                    <w:spacing w:val="3"/>
                                    <w:sz w:val="20"/>
                                  </w:rPr>
                                  <w:t xml:space="preserve"> </w:t>
                                </w:r>
                                <w:r w:rsidRPr="00033158">
                                  <w:rPr>
                                    <w:rFonts w:ascii="Calibri" w:hAnsi="Calibri"/>
                                    <w:b/>
                                    <w:color w:val="FFFFFF"/>
                                    <w:spacing w:val="-1"/>
                                    <w:sz w:val="20"/>
                                  </w:rPr>
                                  <w:t>tourism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53" style="position:absolute;left:0;text-align:left;margin-left:17.25pt;margin-top:-.2pt;width:279.95pt;height:43.5pt;z-index:1312;mso-position-horizontal-relative:page;mso-position-vertical-relative:text" coordorigin="345,-4" coordsize="5599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">
                <v:group id="Group 3" o:spid="_x0000_s1054" style="position:absolute;left:345;top:-4;width:5599;height:870" coordorigin="345,-4" coordsize="5599,8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5" o:spid="_x0000_s1055" style="position:absolute;left:345;top:-4;width:5599;height:870;visibility:visible;mso-wrap-style:square;v-text-anchor:top" coordsize="5599,8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l4RMMA&#10;AADaAAAADwAAAGRycy9kb3ducmV2LnhtbESPW2sCMRSE3wv+h3CEvtWsCq2sRhEvRRCkXp8Pm+Pu&#10;4uZkTVJd/70RCn0cZuYbZjRpTCVu5HxpWUG3k4AgzqwuOVdw2C8/BiB8QNZYWSYFD/IwGbfeRphq&#10;e+ct3XYhFxHCPkUFRQh1KqXPCjLoO7Ymjt7ZOoMhSpdL7fAe4aaSvST5lAZLjgsF1jQrKLvsfo2C&#10;Da+myfLRfJ/8Yr49Dq7rn+zLKfXebqZDEIGa8B/+a6+0gj68rsQbIM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Nl4RMMAAADaAAAADwAAAAAAAAAAAAAAAACYAgAAZHJzL2Rv&#10;d25yZXYueG1sUEsFBgAAAAAEAAQA9QAAAIgDAAAAAA==&#10;" path="m113,l48,1,2,47,,112,,757r2,64l48,867r5437,2l5522,869r62,-14l5598,794r,-37l5598,112r-2,-64l5551,1,113,xe" fillcolor="#5eb3bc" stroked="f">
                    <v:path arrowok="t" o:connecttype="custom" o:connectlocs="113,-4;48,-3;2,43;0,108;0,753;2,817;48,863;5485,865;5522,865;5584,851;5598,790;5598,753;5598,108;5596,44;5551,-3;113,-4" o:connectangles="0,0,0,0,0,0,0,0,0,0,0,0,0,0,0,0"/>
                  </v:shape>
                  <v:shape id="Text Box 4" o:spid="_x0000_s1056" type="#_x0000_t202" style="position:absolute;left:345;top:-4;width:5599;height: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    <v:textbox inset="0,0,0,0">
                      <w:txbxContent>
                        <w:p w:rsidR="00AD25D5" w:rsidRPr="00033158" w:rsidRDefault="00EA2794">
                          <w:pPr>
                            <w:spacing w:before="58" w:line="240" w:lineRule="exact"/>
                            <w:ind w:left="188" w:right="143"/>
                            <w:jc w:val="center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r w:rsidRPr="00033158">
                            <w:rPr>
                              <w:rFonts w:ascii="Calibri" w:hAnsi="Calibri"/>
                              <w:b/>
                              <w:color w:val="FFFFFF"/>
                              <w:sz w:val="20"/>
                            </w:rPr>
                            <w:t>Other</w:t>
                          </w:r>
                          <w:r w:rsidRPr="00033158">
                            <w:rPr>
                              <w:rFonts w:ascii="Calibri" w:hAnsi="Calibri"/>
                              <w:b/>
                              <w:color w:val="FFFFFF"/>
                              <w:spacing w:val="18"/>
                              <w:sz w:val="20"/>
                            </w:rPr>
                            <w:t xml:space="preserve"> </w:t>
                          </w:r>
                          <w:r w:rsidRPr="00033158">
                            <w:rPr>
                              <w:rFonts w:ascii="Calibri" w:hAnsi="Calibri"/>
                              <w:b/>
                              <w:color w:val="FFFFFF"/>
                              <w:spacing w:val="-1"/>
                              <w:sz w:val="20"/>
                            </w:rPr>
                            <w:t>industry</w:t>
                          </w:r>
                          <w:r w:rsidRPr="00033158">
                            <w:rPr>
                              <w:rFonts w:ascii="Calibri" w:hAnsi="Calibri"/>
                              <w:b/>
                              <w:color w:val="FFFFFF"/>
                              <w:spacing w:val="19"/>
                              <w:sz w:val="20"/>
                            </w:rPr>
                            <w:t xml:space="preserve"> </w:t>
                          </w:r>
                          <w:r w:rsidRPr="00033158">
                            <w:rPr>
                              <w:rFonts w:ascii="Calibri" w:hAnsi="Calibri"/>
                              <w:b/>
                              <w:color w:val="FFFFFF"/>
                              <w:spacing w:val="-1"/>
                              <w:sz w:val="20"/>
                            </w:rPr>
                            <w:t>associations</w:t>
                          </w:r>
                          <w:r w:rsidRPr="00033158">
                            <w:rPr>
                              <w:rFonts w:ascii="Calibri" w:hAnsi="Calibri"/>
                              <w:b/>
                              <w:color w:val="FFFFFF"/>
                              <w:spacing w:val="19"/>
                              <w:sz w:val="20"/>
                            </w:rPr>
                            <w:t xml:space="preserve"> </w:t>
                          </w:r>
                          <w:r w:rsidRPr="00033158">
                            <w:rPr>
                              <w:rFonts w:ascii="Calibri" w:hAnsi="Calibri"/>
                              <w:b/>
                              <w:color w:val="FFFFFF"/>
                              <w:sz w:val="20"/>
                            </w:rPr>
                            <w:t>including</w:t>
                          </w:r>
                          <w:r w:rsidRPr="00033158">
                            <w:rPr>
                              <w:rFonts w:ascii="Calibri" w:hAnsi="Calibri"/>
                              <w:b/>
                              <w:color w:val="FFFFFF"/>
                              <w:spacing w:val="19"/>
                              <w:sz w:val="20"/>
                            </w:rPr>
                            <w:t xml:space="preserve"> </w:t>
                          </w:r>
                          <w:r w:rsidRPr="00033158">
                            <w:rPr>
                              <w:rFonts w:ascii="Calibri" w:hAnsi="Calibri"/>
                              <w:b/>
                              <w:color w:val="FFFFFF"/>
                              <w:spacing w:val="-1"/>
                              <w:sz w:val="20"/>
                            </w:rPr>
                            <w:t>infrastructure</w:t>
                          </w:r>
                          <w:r w:rsidRPr="00033158">
                            <w:rPr>
                              <w:rFonts w:ascii="Calibri" w:hAnsi="Calibri"/>
                              <w:b/>
                              <w:color w:val="FFFFFF"/>
                              <w:spacing w:val="-2"/>
                              <w:sz w:val="20"/>
                            </w:rPr>
                            <w:t>,</w:t>
                          </w:r>
                          <w:r w:rsidRPr="00033158">
                            <w:rPr>
                              <w:rFonts w:ascii="Calibri" w:hAnsi="Calibri"/>
                              <w:b/>
                              <w:color w:val="FFFFFF"/>
                              <w:spacing w:val="35"/>
                              <w:sz w:val="20"/>
                            </w:rPr>
                            <w:t xml:space="preserve"> </w:t>
                          </w:r>
                          <w:r w:rsidRPr="00033158">
                            <w:rPr>
                              <w:rFonts w:ascii="Calibri" w:hAnsi="Calibri"/>
                              <w:b/>
                              <w:color w:val="FFFFFF"/>
                              <w:spacing w:val="-1"/>
                              <w:sz w:val="20"/>
                            </w:rPr>
                            <w:t>agriculture</w:t>
                          </w:r>
                          <w:r w:rsidRPr="00033158">
                            <w:rPr>
                              <w:rFonts w:ascii="Calibri" w:hAnsi="Calibri"/>
                              <w:b/>
                              <w:color w:val="FFFFFF"/>
                              <w:spacing w:val="-2"/>
                              <w:sz w:val="20"/>
                            </w:rPr>
                            <w:t>,</w:t>
                          </w:r>
                          <w:r w:rsidRPr="00033158">
                            <w:rPr>
                              <w:rFonts w:ascii="Calibri" w:hAnsi="Calibri"/>
                              <w:b/>
                              <w:color w:val="FFFFFF"/>
                              <w:spacing w:val="17"/>
                              <w:sz w:val="20"/>
                            </w:rPr>
                            <w:t xml:space="preserve"> </w:t>
                          </w:r>
                          <w:r w:rsidRPr="00033158">
                            <w:rPr>
                              <w:rFonts w:ascii="Calibri" w:hAnsi="Calibri"/>
                              <w:b/>
                              <w:color w:val="FFFFFF"/>
                              <w:spacing w:val="-1"/>
                              <w:sz w:val="20"/>
                            </w:rPr>
                            <w:t>transport,</w:t>
                          </w:r>
                          <w:r w:rsidRPr="00033158">
                            <w:rPr>
                              <w:rFonts w:ascii="Calibri" w:hAnsi="Calibri"/>
                              <w:b/>
                              <w:color w:val="FFFFFF"/>
                              <w:spacing w:val="17"/>
                              <w:sz w:val="20"/>
                            </w:rPr>
                            <w:t xml:space="preserve"> </w:t>
                          </w:r>
                          <w:r w:rsidRPr="00033158">
                            <w:rPr>
                              <w:rFonts w:ascii="Calibri" w:hAnsi="Calibri"/>
                              <w:b/>
                              <w:color w:val="FFFFFF"/>
                              <w:sz w:val="20"/>
                            </w:rPr>
                            <w:t>mining,</w:t>
                          </w:r>
                          <w:r w:rsidRPr="00033158">
                            <w:rPr>
                              <w:rFonts w:ascii="Calibri" w:hAnsi="Calibri"/>
                              <w:b/>
                              <w:color w:val="FFFFFF"/>
                              <w:spacing w:val="17"/>
                              <w:sz w:val="20"/>
                            </w:rPr>
                            <w:t xml:space="preserve"> </w:t>
                          </w:r>
                          <w:r w:rsidRPr="00033158">
                            <w:rPr>
                              <w:rFonts w:ascii="Calibri" w:hAnsi="Calibri"/>
                              <w:b/>
                              <w:color w:val="FFFFFF"/>
                              <w:sz w:val="20"/>
                            </w:rPr>
                            <w:t>financial</w:t>
                          </w:r>
                          <w:r w:rsidRPr="00033158">
                            <w:rPr>
                              <w:rFonts w:ascii="Calibri" w:hAnsi="Calibri"/>
                              <w:b/>
                              <w:color w:val="FFFFFF"/>
                              <w:spacing w:val="17"/>
                              <w:sz w:val="20"/>
                            </w:rPr>
                            <w:t xml:space="preserve"> </w:t>
                          </w:r>
                          <w:r w:rsidRPr="00033158">
                            <w:rPr>
                              <w:rFonts w:ascii="Calibri" w:hAnsi="Calibri"/>
                              <w:b/>
                              <w:color w:val="FFFFFF"/>
                              <w:spacing w:val="-1"/>
                              <w:sz w:val="20"/>
                            </w:rPr>
                            <w:t>services,</w:t>
                          </w:r>
                          <w:r w:rsidRPr="00033158">
                            <w:rPr>
                              <w:rFonts w:ascii="Calibri" w:hAnsi="Calibri"/>
                              <w:b/>
                              <w:color w:val="FFFFFF"/>
                              <w:spacing w:val="35"/>
                              <w:sz w:val="20"/>
                            </w:rPr>
                            <w:t xml:space="preserve"> </w:t>
                          </w:r>
                          <w:r w:rsidRPr="00033158">
                            <w:rPr>
                              <w:rFonts w:ascii="Calibri" w:hAnsi="Calibri"/>
                              <w:b/>
                              <w:color w:val="FFFFFF"/>
                              <w:spacing w:val="-3"/>
                              <w:sz w:val="20"/>
                            </w:rPr>
                            <w:t>property</w:t>
                          </w:r>
                          <w:r w:rsidRPr="00033158">
                            <w:rPr>
                              <w:rFonts w:ascii="Calibri" w:hAnsi="Calibri"/>
                              <w:b/>
                              <w:color w:val="FFFFFF"/>
                              <w:spacing w:val="-4"/>
                              <w:sz w:val="20"/>
                            </w:rPr>
                            <w:t>,</w:t>
                          </w:r>
                          <w:r w:rsidRPr="00033158">
                            <w:rPr>
                              <w:rFonts w:ascii="Calibri" w:hAnsi="Calibri"/>
                              <w:b/>
                              <w:color w:val="FFFFFF"/>
                              <w:spacing w:val="3"/>
                              <w:sz w:val="20"/>
                            </w:rPr>
                            <w:t xml:space="preserve"> </w:t>
                          </w:r>
                          <w:r w:rsidRPr="00033158">
                            <w:rPr>
                              <w:rFonts w:ascii="Calibri" w:hAnsi="Calibri"/>
                              <w:b/>
                              <w:color w:val="FFFFFF"/>
                              <w:sz w:val="20"/>
                            </w:rPr>
                            <w:t>health,</w:t>
                          </w:r>
                          <w:r w:rsidRPr="00033158">
                            <w:rPr>
                              <w:rFonts w:ascii="Calibri" w:hAnsi="Calibri"/>
                              <w:b/>
                              <w:color w:val="FFFFFF"/>
                              <w:spacing w:val="3"/>
                              <w:sz w:val="20"/>
                            </w:rPr>
                            <w:t xml:space="preserve"> </w:t>
                          </w:r>
                          <w:r w:rsidRPr="00033158">
                            <w:rPr>
                              <w:rFonts w:ascii="Calibri" w:hAnsi="Calibri"/>
                              <w:b/>
                              <w:color w:val="FFFFFF"/>
                              <w:spacing w:val="-3"/>
                              <w:sz w:val="20"/>
                            </w:rPr>
                            <w:t>insur</w:t>
                          </w:r>
                          <w:r w:rsidRPr="00033158">
                            <w:rPr>
                              <w:rFonts w:ascii="Calibri" w:hAnsi="Calibri"/>
                              <w:b/>
                              <w:color w:val="FFFFFF"/>
                              <w:spacing w:val="-2"/>
                              <w:sz w:val="20"/>
                            </w:rPr>
                            <w:t>ance</w:t>
                          </w:r>
                          <w:r w:rsidRPr="00033158">
                            <w:rPr>
                              <w:rFonts w:ascii="Calibri" w:hAnsi="Calibri"/>
                              <w:b/>
                              <w:color w:val="FFFFFF"/>
                              <w:spacing w:val="-3"/>
                              <w:sz w:val="20"/>
                            </w:rPr>
                            <w:t>,</w:t>
                          </w:r>
                          <w:r w:rsidRPr="00033158">
                            <w:rPr>
                              <w:rFonts w:ascii="Calibri" w:hAnsi="Calibri"/>
                              <w:b/>
                              <w:color w:val="FFFFFF"/>
                              <w:spacing w:val="3"/>
                              <w:sz w:val="20"/>
                            </w:rPr>
                            <w:t xml:space="preserve"> </w:t>
                          </w:r>
                          <w:r w:rsidRPr="00033158">
                            <w:rPr>
                              <w:rFonts w:ascii="Calibri" w:hAnsi="Calibri"/>
                              <w:b/>
                              <w:color w:val="FFFFFF"/>
                              <w:spacing w:val="-1"/>
                              <w:sz w:val="20"/>
                            </w:rPr>
                            <w:t>tourism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="00EA2794" w:rsidRPr="00033158">
        <w:rPr>
          <w:color w:val="FFFFFF"/>
          <w:spacing w:val="-1"/>
        </w:rPr>
        <w:t>The</w:t>
      </w:r>
      <w:r w:rsidR="00EA2794" w:rsidRPr="00033158">
        <w:rPr>
          <w:color w:val="FFFFFF"/>
          <w:spacing w:val="17"/>
        </w:rPr>
        <w:t xml:space="preserve"> </w:t>
      </w:r>
      <w:r w:rsidR="00EA2794" w:rsidRPr="00033158">
        <w:rPr>
          <w:color w:val="FFFFFF"/>
          <w:spacing w:val="-2"/>
        </w:rPr>
        <w:t>Intergov</w:t>
      </w:r>
      <w:r w:rsidR="00EA2794" w:rsidRPr="00033158">
        <w:rPr>
          <w:color w:val="FFFFFF"/>
          <w:spacing w:val="-3"/>
        </w:rPr>
        <w:t>ernmental</w:t>
      </w:r>
      <w:r w:rsidR="00EA2794" w:rsidRPr="00033158">
        <w:rPr>
          <w:color w:val="FFFFFF"/>
          <w:spacing w:val="18"/>
        </w:rPr>
        <w:t xml:space="preserve"> </w:t>
      </w:r>
      <w:r w:rsidR="00EA2794" w:rsidRPr="00033158">
        <w:rPr>
          <w:color w:val="FFFFFF"/>
          <w:spacing w:val="-1"/>
        </w:rPr>
        <w:t>Committee</w:t>
      </w:r>
      <w:r w:rsidR="00EA2794" w:rsidRPr="00033158">
        <w:rPr>
          <w:color w:val="FFFFFF"/>
          <w:spacing w:val="18"/>
        </w:rPr>
        <w:t xml:space="preserve"> </w:t>
      </w:r>
      <w:r w:rsidR="00EA2794" w:rsidRPr="00033158">
        <w:rPr>
          <w:color w:val="FFFFFF"/>
        </w:rPr>
        <w:t>on</w:t>
      </w:r>
      <w:r w:rsidR="00EA2794" w:rsidRPr="00033158">
        <w:rPr>
          <w:color w:val="FFFFFF"/>
          <w:spacing w:val="45"/>
        </w:rPr>
        <w:t xml:space="preserve"> </w:t>
      </w:r>
      <w:r w:rsidR="00EA2794" w:rsidRPr="00033158">
        <w:rPr>
          <w:color w:val="FFFFFF"/>
          <w:spacing w:val="-2"/>
        </w:rPr>
        <w:t>Surveying</w:t>
      </w:r>
      <w:r w:rsidR="00EA2794" w:rsidRPr="00033158">
        <w:rPr>
          <w:color w:val="FFFFFF"/>
          <w:spacing w:val="13"/>
        </w:rPr>
        <w:t xml:space="preserve"> </w:t>
      </w:r>
      <w:r w:rsidR="00EA2794" w:rsidRPr="00033158">
        <w:rPr>
          <w:color w:val="FFFFFF"/>
        </w:rPr>
        <w:t>and</w:t>
      </w:r>
      <w:r w:rsidR="00EA2794" w:rsidRPr="00033158">
        <w:rPr>
          <w:color w:val="FFFFFF"/>
          <w:spacing w:val="13"/>
        </w:rPr>
        <w:t xml:space="preserve"> </w:t>
      </w:r>
      <w:r w:rsidR="00EA2794" w:rsidRPr="00033158">
        <w:rPr>
          <w:color w:val="FFFFFF"/>
        </w:rPr>
        <w:t>Mapping</w:t>
      </w:r>
      <w:r w:rsidR="00EA2794" w:rsidRPr="00033158">
        <w:rPr>
          <w:color w:val="FFFFFF"/>
          <w:spacing w:val="13"/>
        </w:rPr>
        <w:t xml:space="preserve"> </w:t>
      </w:r>
      <w:r w:rsidR="00EA2794" w:rsidRPr="00033158">
        <w:rPr>
          <w:color w:val="FFFFFF"/>
        </w:rPr>
        <w:t>–</w:t>
      </w:r>
      <w:r w:rsidR="00EA2794" w:rsidRPr="00033158">
        <w:rPr>
          <w:color w:val="FFFFFF"/>
          <w:spacing w:val="13"/>
        </w:rPr>
        <w:t xml:space="preserve"> </w:t>
      </w:r>
      <w:r w:rsidR="00EA2794" w:rsidRPr="00033158">
        <w:rPr>
          <w:color w:val="FFFFFF"/>
        </w:rPr>
        <w:t>a</w:t>
      </w:r>
      <w:r w:rsidR="00EA2794" w:rsidRPr="00033158">
        <w:rPr>
          <w:color w:val="FFFFFF"/>
          <w:spacing w:val="13"/>
        </w:rPr>
        <w:t xml:space="preserve"> </w:t>
      </w:r>
      <w:r w:rsidR="00EA2794" w:rsidRPr="00033158">
        <w:rPr>
          <w:color w:val="FFFFFF"/>
          <w:spacing w:val="-1"/>
        </w:rPr>
        <w:t>standing</w:t>
      </w:r>
      <w:r w:rsidR="00EA2794" w:rsidRPr="00033158">
        <w:rPr>
          <w:color w:val="FFFFFF"/>
          <w:spacing w:val="25"/>
        </w:rPr>
        <w:t xml:space="preserve"> </w:t>
      </w:r>
      <w:r w:rsidR="00EA2794" w:rsidRPr="00033158">
        <w:rPr>
          <w:color w:val="FFFFFF"/>
          <w:spacing w:val="-1"/>
        </w:rPr>
        <w:t>committee</w:t>
      </w:r>
      <w:r w:rsidR="00EA2794" w:rsidRPr="00033158">
        <w:rPr>
          <w:color w:val="FFFFFF"/>
          <w:spacing w:val="52"/>
        </w:rPr>
        <w:t xml:space="preserve"> </w:t>
      </w:r>
      <w:r w:rsidR="00EA2794" w:rsidRPr="00033158">
        <w:rPr>
          <w:color w:val="FFFFFF"/>
        </w:rPr>
        <w:t>of</w:t>
      </w:r>
      <w:r w:rsidR="00EA2794" w:rsidRPr="00033158">
        <w:rPr>
          <w:color w:val="FFFFFF"/>
          <w:spacing w:val="53"/>
        </w:rPr>
        <w:t xml:space="preserve"> </w:t>
      </w:r>
      <w:r w:rsidR="00EA2794" w:rsidRPr="00033158">
        <w:rPr>
          <w:color w:val="FFFFFF"/>
        </w:rPr>
        <w:t>ANZLIC</w:t>
      </w:r>
    </w:p>
    <w:p w:rsidR="00AD25D5" w:rsidRDefault="00EA2794">
      <w:pPr>
        <w:rPr>
          <w:rFonts w:ascii="Calibri" w:eastAsia="Calibri" w:hAnsi="Calibri" w:cs="Calibri"/>
          <w:b/>
          <w:bCs/>
          <w:sz w:val="16"/>
          <w:szCs w:val="16"/>
        </w:rPr>
      </w:pPr>
      <w:r>
        <w:br w:type="column"/>
      </w:r>
    </w:p>
    <w:p w:rsidR="00AD25D5" w:rsidRDefault="00AD25D5">
      <w:pPr>
        <w:rPr>
          <w:rFonts w:ascii="Calibri" w:eastAsia="Calibri" w:hAnsi="Calibri" w:cs="Calibri"/>
          <w:b/>
          <w:bCs/>
          <w:sz w:val="16"/>
          <w:szCs w:val="16"/>
        </w:rPr>
      </w:pPr>
    </w:p>
    <w:p w:rsidR="00AD25D5" w:rsidRDefault="00AD25D5">
      <w:pPr>
        <w:rPr>
          <w:rFonts w:ascii="Calibri" w:eastAsia="Calibri" w:hAnsi="Calibri" w:cs="Calibri"/>
          <w:b/>
          <w:bCs/>
          <w:sz w:val="16"/>
          <w:szCs w:val="16"/>
        </w:rPr>
      </w:pPr>
    </w:p>
    <w:p w:rsidR="00AD25D5" w:rsidRDefault="00AD25D5">
      <w:pPr>
        <w:spacing w:before="3"/>
        <w:rPr>
          <w:rFonts w:ascii="Calibri" w:eastAsia="Calibri" w:hAnsi="Calibri" w:cs="Calibri"/>
          <w:b/>
          <w:bCs/>
          <w:sz w:val="20"/>
          <w:szCs w:val="20"/>
        </w:rPr>
      </w:pPr>
    </w:p>
    <w:p w:rsidR="00AD25D5" w:rsidRDefault="00EA2794">
      <w:pPr>
        <w:ind w:left="1121"/>
        <w:rPr>
          <w:rFonts w:ascii="Century Gothic" w:eastAsia="Century Gothic" w:hAnsi="Century Gothic" w:cs="Century Gothic"/>
          <w:sz w:val="16"/>
          <w:szCs w:val="16"/>
        </w:rPr>
      </w:pPr>
      <w:proofErr w:type="gramStart"/>
      <w:r>
        <w:rPr>
          <w:rFonts w:ascii="Century Gothic" w:eastAsia="Century Gothic" w:hAnsi="Century Gothic" w:cs="Century Gothic"/>
          <w:color w:val="3C747F"/>
          <w:w w:val="105"/>
          <w:sz w:val="16"/>
          <w:szCs w:val="16"/>
        </w:rPr>
        <w:t>Published</w:t>
      </w:r>
      <w:r>
        <w:rPr>
          <w:rFonts w:ascii="Century Gothic" w:eastAsia="Century Gothic" w:hAnsi="Century Gothic" w:cs="Century Gothic"/>
          <w:color w:val="3C747F"/>
          <w:spacing w:val="-1"/>
          <w:w w:val="105"/>
          <w:sz w:val="16"/>
          <w:szCs w:val="16"/>
        </w:rPr>
        <w:t xml:space="preserve"> </w:t>
      </w:r>
      <w:r>
        <w:rPr>
          <w:rFonts w:ascii="Century Gothic" w:eastAsia="Century Gothic" w:hAnsi="Century Gothic" w:cs="Century Gothic"/>
          <w:color w:val="3C747F"/>
          <w:spacing w:val="-3"/>
          <w:w w:val="105"/>
          <w:sz w:val="16"/>
          <w:szCs w:val="16"/>
        </w:rPr>
        <w:t>b</w:t>
      </w:r>
      <w:r>
        <w:rPr>
          <w:rFonts w:ascii="Century Gothic" w:eastAsia="Century Gothic" w:hAnsi="Century Gothic" w:cs="Century Gothic"/>
          <w:color w:val="3C747F"/>
          <w:spacing w:val="-2"/>
          <w:w w:val="105"/>
          <w:sz w:val="16"/>
          <w:szCs w:val="16"/>
        </w:rPr>
        <w:t>y</w:t>
      </w:r>
      <w:r>
        <w:rPr>
          <w:rFonts w:ascii="Century Gothic" w:eastAsia="Century Gothic" w:hAnsi="Century Gothic" w:cs="Century Gothic"/>
          <w:color w:val="3C747F"/>
          <w:spacing w:val="-1"/>
          <w:w w:val="105"/>
          <w:sz w:val="16"/>
          <w:szCs w:val="16"/>
        </w:rPr>
        <w:t xml:space="preserve"> </w:t>
      </w:r>
      <w:r>
        <w:rPr>
          <w:rFonts w:ascii="Century Gothic" w:eastAsia="Century Gothic" w:hAnsi="Century Gothic" w:cs="Century Gothic"/>
          <w:color w:val="3C747F"/>
          <w:w w:val="105"/>
          <w:sz w:val="16"/>
          <w:szCs w:val="16"/>
        </w:rPr>
        <w:t>ANZLIC</w:t>
      </w:r>
      <w:r>
        <w:rPr>
          <w:rFonts w:ascii="Century Gothic" w:eastAsia="Century Gothic" w:hAnsi="Century Gothic" w:cs="Century Gothic"/>
          <w:color w:val="3C747F"/>
          <w:spacing w:val="-1"/>
          <w:w w:val="105"/>
          <w:sz w:val="16"/>
          <w:szCs w:val="16"/>
        </w:rPr>
        <w:t xml:space="preserve"> </w:t>
      </w:r>
      <w:r>
        <w:rPr>
          <w:rFonts w:ascii="Century Gothic" w:eastAsia="Century Gothic" w:hAnsi="Century Gothic" w:cs="Century Gothic"/>
          <w:color w:val="3C747F"/>
          <w:w w:val="105"/>
          <w:sz w:val="16"/>
          <w:szCs w:val="16"/>
        </w:rPr>
        <w:t>– the</w:t>
      </w:r>
      <w:r>
        <w:rPr>
          <w:rFonts w:ascii="Century Gothic" w:eastAsia="Century Gothic" w:hAnsi="Century Gothic" w:cs="Century Gothic"/>
          <w:color w:val="3C747F"/>
          <w:spacing w:val="-1"/>
          <w:w w:val="105"/>
          <w:sz w:val="16"/>
          <w:szCs w:val="16"/>
        </w:rPr>
        <w:t xml:space="preserve"> </w:t>
      </w:r>
      <w:r>
        <w:rPr>
          <w:rFonts w:ascii="Century Gothic" w:eastAsia="Century Gothic" w:hAnsi="Century Gothic" w:cs="Century Gothic"/>
          <w:color w:val="3C747F"/>
          <w:spacing w:val="-2"/>
          <w:w w:val="105"/>
          <w:sz w:val="16"/>
          <w:szCs w:val="16"/>
        </w:rPr>
        <w:t>Spa</w:t>
      </w:r>
      <w:r>
        <w:rPr>
          <w:rFonts w:ascii="Century Gothic" w:eastAsia="Century Gothic" w:hAnsi="Century Gothic" w:cs="Century Gothic"/>
          <w:color w:val="3C747F"/>
          <w:spacing w:val="-1"/>
          <w:w w:val="105"/>
          <w:sz w:val="16"/>
          <w:szCs w:val="16"/>
        </w:rPr>
        <w:t>tial Inf</w:t>
      </w:r>
      <w:r>
        <w:rPr>
          <w:rFonts w:ascii="Century Gothic" w:eastAsia="Century Gothic" w:hAnsi="Century Gothic" w:cs="Century Gothic"/>
          <w:color w:val="3C747F"/>
          <w:spacing w:val="-2"/>
          <w:w w:val="105"/>
          <w:sz w:val="16"/>
          <w:szCs w:val="16"/>
        </w:rPr>
        <w:t>orma</w:t>
      </w:r>
      <w:r>
        <w:rPr>
          <w:rFonts w:ascii="Century Gothic" w:eastAsia="Century Gothic" w:hAnsi="Century Gothic" w:cs="Century Gothic"/>
          <w:color w:val="3C747F"/>
          <w:spacing w:val="-1"/>
          <w:w w:val="105"/>
          <w:sz w:val="16"/>
          <w:szCs w:val="16"/>
        </w:rPr>
        <w:t>tion</w:t>
      </w:r>
      <w:r>
        <w:rPr>
          <w:rFonts w:ascii="Century Gothic" w:eastAsia="Century Gothic" w:hAnsi="Century Gothic" w:cs="Century Gothic"/>
          <w:color w:val="3C747F"/>
          <w:w w:val="105"/>
          <w:sz w:val="16"/>
          <w:szCs w:val="16"/>
        </w:rPr>
        <w:t xml:space="preserve"> </w:t>
      </w:r>
      <w:r>
        <w:rPr>
          <w:rFonts w:ascii="Century Gothic" w:eastAsia="Century Gothic" w:hAnsi="Century Gothic" w:cs="Century Gothic"/>
          <w:color w:val="3C747F"/>
          <w:spacing w:val="-2"/>
          <w:w w:val="105"/>
          <w:sz w:val="16"/>
          <w:szCs w:val="16"/>
        </w:rPr>
        <w:t>Council</w:t>
      </w:r>
      <w:r>
        <w:rPr>
          <w:rFonts w:ascii="Century Gothic" w:eastAsia="Century Gothic" w:hAnsi="Century Gothic" w:cs="Century Gothic"/>
          <w:color w:val="3C747F"/>
          <w:spacing w:val="-1"/>
          <w:w w:val="105"/>
          <w:sz w:val="16"/>
          <w:szCs w:val="16"/>
        </w:rPr>
        <w:t xml:space="preserve"> </w:t>
      </w:r>
      <w:r>
        <w:rPr>
          <w:rFonts w:ascii="Century Gothic" w:eastAsia="Century Gothic" w:hAnsi="Century Gothic" w:cs="Century Gothic"/>
          <w:color w:val="3C747F"/>
          <w:w w:val="105"/>
          <w:sz w:val="16"/>
          <w:szCs w:val="16"/>
        </w:rPr>
        <w:t>July</w:t>
      </w:r>
      <w:r>
        <w:rPr>
          <w:rFonts w:ascii="Century Gothic" w:eastAsia="Century Gothic" w:hAnsi="Century Gothic" w:cs="Century Gothic"/>
          <w:color w:val="3C747F"/>
          <w:spacing w:val="-1"/>
          <w:w w:val="105"/>
          <w:sz w:val="16"/>
          <w:szCs w:val="16"/>
        </w:rPr>
        <w:t xml:space="preserve"> 20</w:t>
      </w:r>
      <w:r>
        <w:rPr>
          <w:rFonts w:ascii="Century Gothic" w:eastAsia="Century Gothic" w:hAnsi="Century Gothic" w:cs="Century Gothic"/>
          <w:color w:val="3C747F"/>
          <w:spacing w:val="-2"/>
          <w:w w:val="105"/>
          <w:sz w:val="16"/>
          <w:szCs w:val="16"/>
        </w:rPr>
        <w:t>16.</w:t>
      </w:r>
      <w:proofErr w:type="gramEnd"/>
    </w:p>
    <w:p w:rsidR="00AD25D5" w:rsidRDefault="00AD25D5">
      <w:pPr>
        <w:rPr>
          <w:rFonts w:ascii="Century Gothic" w:eastAsia="Century Gothic" w:hAnsi="Century Gothic" w:cs="Century Gothic"/>
          <w:sz w:val="16"/>
          <w:szCs w:val="16"/>
        </w:rPr>
        <w:sectPr w:rsidR="00AD25D5">
          <w:type w:val="continuous"/>
          <w:pgSz w:w="16840" w:h="23820"/>
          <w:pgMar w:top="240" w:right="220" w:bottom="0" w:left="220" w:header="720" w:footer="720" w:gutter="0"/>
          <w:cols w:num="2" w:space="720" w:equalWidth="0">
            <w:col w:w="9918" w:space="40"/>
            <w:col w:w="6442"/>
          </w:cols>
        </w:sectPr>
      </w:pPr>
    </w:p>
    <w:p w:rsidR="00AD25D5" w:rsidRDefault="00EA2794">
      <w:pPr>
        <w:spacing w:line="192" w:lineRule="exact"/>
        <w:ind w:left="9582"/>
        <w:rPr>
          <w:rFonts w:ascii="Century Gothic" w:eastAsia="Century Gothic" w:hAnsi="Century Gothic" w:cs="Century Gothic"/>
          <w:sz w:val="16"/>
          <w:szCs w:val="16"/>
        </w:rPr>
      </w:pPr>
      <w:r>
        <w:rPr>
          <w:rFonts w:ascii="Century Gothic"/>
          <w:color w:val="3C747F"/>
          <w:spacing w:val="-1"/>
          <w:sz w:val="16"/>
        </w:rPr>
        <w:lastRenderedPageBreak/>
        <w:t>Additional</w:t>
      </w:r>
      <w:r>
        <w:rPr>
          <w:rFonts w:ascii="Century Gothic"/>
          <w:color w:val="3C747F"/>
          <w:spacing w:val="8"/>
          <w:sz w:val="16"/>
        </w:rPr>
        <w:t xml:space="preserve"> </w:t>
      </w:r>
      <w:r>
        <w:rPr>
          <w:rFonts w:ascii="Century Gothic"/>
          <w:color w:val="3C747F"/>
          <w:spacing w:val="-1"/>
          <w:sz w:val="16"/>
        </w:rPr>
        <w:t>information</w:t>
      </w:r>
      <w:r>
        <w:rPr>
          <w:rFonts w:ascii="Century Gothic"/>
          <w:color w:val="3C747F"/>
          <w:spacing w:val="8"/>
          <w:sz w:val="16"/>
        </w:rPr>
        <w:t xml:space="preserve"> </w:t>
      </w:r>
      <w:r>
        <w:rPr>
          <w:rFonts w:ascii="Century Gothic"/>
          <w:color w:val="3C747F"/>
          <w:sz w:val="16"/>
        </w:rPr>
        <w:t>is</w:t>
      </w:r>
      <w:r>
        <w:rPr>
          <w:rFonts w:ascii="Century Gothic"/>
          <w:color w:val="3C747F"/>
          <w:spacing w:val="8"/>
          <w:sz w:val="16"/>
        </w:rPr>
        <w:t xml:space="preserve"> </w:t>
      </w:r>
      <w:r>
        <w:rPr>
          <w:rFonts w:ascii="Century Gothic"/>
          <w:color w:val="3C747F"/>
          <w:spacing w:val="-2"/>
          <w:sz w:val="16"/>
        </w:rPr>
        <w:t>pr</w:t>
      </w:r>
      <w:r>
        <w:rPr>
          <w:rFonts w:ascii="Century Gothic"/>
          <w:color w:val="3C747F"/>
          <w:spacing w:val="-3"/>
          <w:sz w:val="16"/>
        </w:rPr>
        <w:t>o</w:t>
      </w:r>
      <w:r>
        <w:rPr>
          <w:rFonts w:ascii="Century Gothic"/>
          <w:color w:val="3C747F"/>
          <w:spacing w:val="-2"/>
          <w:sz w:val="16"/>
        </w:rPr>
        <w:t>vided</w:t>
      </w:r>
      <w:r>
        <w:rPr>
          <w:rFonts w:ascii="Century Gothic"/>
          <w:color w:val="3C747F"/>
          <w:spacing w:val="8"/>
          <w:sz w:val="16"/>
        </w:rPr>
        <w:t xml:space="preserve"> </w:t>
      </w:r>
      <w:r>
        <w:rPr>
          <w:rFonts w:ascii="Century Gothic"/>
          <w:color w:val="3C747F"/>
          <w:spacing w:val="-2"/>
          <w:sz w:val="16"/>
        </w:rPr>
        <w:t>a</w:t>
      </w:r>
      <w:r>
        <w:rPr>
          <w:rFonts w:ascii="Century Gothic"/>
          <w:color w:val="3C747F"/>
          <w:spacing w:val="-1"/>
          <w:sz w:val="16"/>
        </w:rPr>
        <w:t>t</w:t>
      </w:r>
      <w:r>
        <w:rPr>
          <w:rFonts w:ascii="Century Gothic"/>
          <w:color w:val="3C747F"/>
          <w:spacing w:val="9"/>
          <w:sz w:val="16"/>
        </w:rPr>
        <w:t xml:space="preserve"> </w:t>
      </w:r>
      <w:hyperlink r:id="rId9">
        <w:r>
          <w:rPr>
            <w:rFonts w:ascii="Century Gothic"/>
            <w:color w:val="3C747F"/>
            <w:spacing w:val="-3"/>
            <w:sz w:val="16"/>
          </w:rPr>
          <w:t>www.anzlic.</w:t>
        </w:r>
        <w:r>
          <w:rPr>
            <w:rFonts w:ascii="Century Gothic"/>
            <w:color w:val="3C747F"/>
            <w:spacing w:val="-4"/>
            <w:sz w:val="16"/>
          </w:rPr>
          <w:t>go</w:t>
        </w:r>
        <w:r>
          <w:rPr>
            <w:rFonts w:ascii="Century Gothic"/>
            <w:color w:val="3C747F"/>
            <w:spacing w:val="-3"/>
            <w:sz w:val="16"/>
          </w:rPr>
          <w:t>v</w:t>
        </w:r>
        <w:r>
          <w:rPr>
            <w:rFonts w:ascii="Century Gothic"/>
            <w:color w:val="3C747F"/>
            <w:spacing w:val="-4"/>
            <w:sz w:val="16"/>
          </w:rPr>
          <w:t>.au</w:t>
        </w:r>
      </w:hyperlink>
      <w:r>
        <w:rPr>
          <w:rFonts w:ascii="Century Gothic"/>
          <w:color w:val="3C747F"/>
          <w:spacing w:val="8"/>
          <w:sz w:val="16"/>
        </w:rPr>
        <w:t xml:space="preserve"> </w:t>
      </w:r>
      <w:r>
        <w:rPr>
          <w:rFonts w:ascii="Century Gothic"/>
          <w:color w:val="3C747F"/>
          <w:sz w:val="16"/>
        </w:rPr>
        <w:t>and</w:t>
      </w:r>
      <w:r>
        <w:rPr>
          <w:rFonts w:ascii="Century Gothic"/>
          <w:color w:val="3C747F"/>
          <w:spacing w:val="8"/>
          <w:sz w:val="16"/>
        </w:rPr>
        <w:t xml:space="preserve"> </w:t>
      </w:r>
      <w:r>
        <w:rPr>
          <w:rFonts w:ascii="Century Gothic"/>
          <w:color w:val="3C747F"/>
          <w:sz w:val="16"/>
        </w:rPr>
        <w:t>via</w:t>
      </w:r>
      <w:r>
        <w:rPr>
          <w:rFonts w:ascii="Century Gothic"/>
          <w:color w:val="3C747F"/>
          <w:spacing w:val="8"/>
          <w:sz w:val="16"/>
        </w:rPr>
        <w:t xml:space="preserve"> </w:t>
      </w:r>
      <w:hyperlink r:id="rId10">
        <w:r>
          <w:rPr>
            <w:rFonts w:ascii="Century Gothic"/>
            <w:color w:val="3C747F"/>
            <w:spacing w:val="-2"/>
            <w:sz w:val="16"/>
          </w:rPr>
          <w:t>spatial@pmc.</w:t>
        </w:r>
        <w:r>
          <w:rPr>
            <w:rFonts w:ascii="Century Gothic"/>
            <w:color w:val="3C747F"/>
            <w:spacing w:val="-3"/>
            <w:sz w:val="16"/>
          </w:rPr>
          <w:t>go</w:t>
        </w:r>
        <w:r>
          <w:rPr>
            <w:rFonts w:ascii="Century Gothic"/>
            <w:color w:val="3C747F"/>
            <w:spacing w:val="-2"/>
            <w:sz w:val="16"/>
          </w:rPr>
          <w:t>v</w:t>
        </w:r>
        <w:r>
          <w:rPr>
            <w:rFonts w:ascii="Century Gothic"/>
            <w:color w:val="3C747F"/>
            <w:spacing w:val="-3"/>
            <w:sz w:val="16"/>
          </w:rPr>
          <w:t>.au</w:t>
        </w:r>
      </w:hyperlink>
    </w:p>
    <w:sectPr w:rsidR="00AD25D5">
      <w:type w:val="continuous"/>
      <w:pgSz w:w="16840" w:h="23820"/>
      <w:pgMar w:top="240" w:right="220" w:bottom="0" w:left="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E1EBD"/>
    <w:multiLevelType w:val="hybridMultilevel"/>
    <w:tmpl w:val="C3FADB08"/>
    <w:lvl w:ilvl="0" w:tplc="5914CA24">
      <w:start w:val="1"/>
      <w:numFmt w:val="bullet"/>
      <w:lvlText w:val="•"/>
      <w:lvlJc w:val="left"/>
      <w:pPr>
        <w:ind w:left="618" w:hanging="304"/>
      </w:pPr>
      <w:rPr>
        <w:rFonts w:ascii="Century Gothic" w:eastAsia="Century Gothic" w:hAnsi="Century Gothic" w:hint="default"/>
        <w:color w:val="009CA7"/>
        <w:w w:val="78"/>
        <w:sz w:val="20"/>
        <w:szCs w:val="20"/>
      </w:rPr>
    </w:lvl>
    <w:lvl w:ilvl="1" w:tplc="74F666EA">
      <w:start w:val="1"/>
      <w:numFmt w:val="bullet"/>
      <w:lvlText w:val="•"/>
      <w:lvlJc w:val="left"/>
      <w:pPr>
        <w:ind w:left="1083" w:hanging="304"/>
      </w:pPr>
      <w:rPr>
        <w:rFonts w:hint="default"/>
      </w:rPr>
    </w:lvl>
    <w:lvl w:ilvl="2" w:tplc="B1F477D4">
      <w:start w:val="1"/>
      <w:numFmt w:val="bullet"/>
      <w:lvlText w:val="•"/>
      <w:lvlJc w:val="left"/>
      <w:pPr>
        <w:ind w:left="1548" w:hanging="304"/>
      </w:pPr>
      <w:rPr>
        <w:rFonts w:hint="default"/>
      </w:rPr>
    </w:lvl>
    <w:lvl w:ilvl="3" w:tplc="8372142C">
      <w:start w:val="1"/>
      <w:numFmt w:val="bullet"/>
      <w:lvlText w:val="•"/>
      <w:lvlJc w:val="left"/>
      <w:pPr>
        <w:ind w:left="2012" w:hanging="304"/>
      </w:pPr>
      <w:rPr>
        <w:rFonts w:hint="default"/>
      </w:rPr>
    </w:lvl>
    <w:lvl w:ilvl="4" w:tplc="4940AE12">
      <w:start w:val="1"/>
      <w:numFmt w:val="bullet"/>
      <w:lvlText w:val="•"/>
      <w:lvlJc w:val="left"/>
      <w:pPr>
        <w:ind w:left="2477" w:hanging="304"/>
      </w:pPr>
      <w:rPr>
        <w:rFonts w:hint="default"/>
      </w:rPr>
    </w:lvl>
    <w:lvl w:ilvl="5" w:tplc="788401EA">
      <w:start w:val="1"/>
      <w:numFmt w:val="bullet"/>
      <w:lvlText w:val="•"/>
      <w:lvlJc w:val="left"/>
      <w:pPr>
        <w:ind w:left="2942" w:hanging="304"/>
      </w:pPr>
      <w:rPr>
        <w:rFonts w:hint="default"/>
      </w:rPr>
    </w:lvl>
    <w:lvl w:ilvl="6" w:tplc="EDDA7602">
      <w:start w:val="1"/>
      <w:numFmt w:val="bullet"/>
      <w:lvlText w:val="•"/>
      <w:lvlJc w:val="left"/>
      <w:pPr>
        <w:ind w:left="3406" w:hanging="304"/>
      </w:pPr>
      <w:rPr>
        <w:rFonts w:hint="default"/>
      </w:rPr>
    </w:lvl>
    <w:lvl w:ilvl="7" w:tplc="89E0E0BC">
      <w:start w:val="1"/>
      <w:numFmt w:val="bullet"/>
      <w:lvlText w:val="•"/>
      <w:lvlJc w:val="left"/>
      <w:pPr>
        <w:ind w:left="3871" w:hanging="304"/>
      </w:pPr>
      <w:rPr>
        <w:rFonts w:hint="default"/>
      </w:rPr>
    </w:lvl>
    <w:lvl w:ilvl="8" w:tplc="290AECC4">
      <w:start w:val="1"/>
      <w:numFmt w:val="bullet"/>
      <w:lvlText w:val="•"/>
      <w:lvlJc w:val="left"/>
      <w:pPr>
        <w:ind w:left="4335" w:hanging="304"/>
      </w:pPr>
      <w:rPr>
        <w:rFonts w:hint="default"/>
      </w:rPr>
    </w:lvl>
  </w:abstractNum>
  <w:abstractNum w:abstractNumId="1">
    <w:nsid w:val="56971C2E"/>
    <w:multiLevelType w:val="hybridMultilevel"/>
    <w:tmpl w:val="AC1893E2"/>
    <w:lvl w:ilvl="0" w:tplc="EE888158">
      <w:start w:val="1"/>
      <w:numFmt w:val="bullet"/>
      <w:lvlText w:val="•"/>
      <w:lvlJc w:val="left"/>
      <w:pPr>
        <w:ind w:left="678" w:hanging="284"/>
      </w:pPr>
      <w:rPr>
        <w:rFonts w:ascii="Century Gothic" w:eastAsia="Century Gothic" w:hAnsi="Century Gothic" w:hint="default"/>
        <w:color w:val="3C747F"/>
        <w:w w:val="78"/>
        <w:position w:val="-1"/>
        <w:sz w:val="30"/>
        <w:szCs w:val="30"/>
      </w:rPr>
    </w:lvl>
    <w:lvl w:ilvl="1" w:tplc="36CCAE26">
      <w:start w:val="1"/>
      <w:numFmt w:val="bullet"/>
      <w:lvlText w:val="•"/>
      <w:lvlJc w:val="left"/>
      <w:pPr>
        <w:ind w:left="748" w:hanging="284"/>
      </w:pPr>
      <w:rPr>
        <w:rFonts w:ascii="Century Gothic" w:eastAsia="Century Gothic" w:hAnsi="Century Gothic" w:hint="default"/>
        <w:color w:val="3C747F"/>
        <w:w w:val="78"/>
        <w:position w:val="-1"/>
        <w:sz w:val="30"/>
        <w:szCs w:val="30"/>
      </w:rPr>
    </w:lvl>
    <w:lvl w:ilvl="2" w:tplc="88EC3E3C">
      <w:start w:val="1"/>
      <w:numFmt w:val="bullet"/>
      <w:lvlText w:val="•"/>
      <w:lvlJc w:val="left"/>
      <w:pPr>
        <w:ind w:left="133" w:hanging="284"/>
      </w:pPr>
      <w:rPr>
        <w:rFonts w:hint="default"/>
      </w:rPr>
    </w:lvl>
    <w:lvl w:ilvl="3" w:tplc="14D47570">
      <w:start w:val="1"/>
      <w:numFmt w:val="bullet"/>
      <w:lvlText w:val="•"/>
      <w:lvlJc w:val="left"/>
      <w:pPr>
        <w:ind w:left="-482" w:hanging="284"/>
      </w:pPr>
      <w:rPr>
        <w:rFonts w:hint="default"/>
      </w:rPr>
    </w:lvl>
    <w:lvl w:ilvl="4" w:tplc="CEE825BC">
      <w:start w:val="1"/>
      <w:numFmt w:val="bullet"/>
      <w:lvlText w:val="•"/>
      <w:lvlJc w:val="left"/>
      <w:pPr>
        <w:ind w:left="-1097" w:hanging="284"/>
      </w:pPr>
      <w:rPr>
        <w:rFonts w:hint="default"/>
      </w:rPr>
    </w:lvl>
    <w:lvl w:ilvl="5" w:tplc="0FDE1DFC">
      <w:start w:val="1"/>
      <w:numFmt w:val="bullet"/>
      <w:lvlText w:val="•"/>
      <w:lvlJc w:val="left"/>
      <w:pPr>
        <w:ind w:left="-1712" w:hanging="284"/>
      </w:pPr>
      <w:rPr>
        <w:rFonts w:hint="default"/>
      </w:rPr>
    </w:lvl>
    <w:lvl w:ilvl="6" w:tplc="9B801DC0">
      <w:start w:val="1"/>
      <w:numFmt w:val="bullet"/>
      <w:lvlText w:val="•"/>
      <w:lvlJc w:val="left"/>
      <w:pPr>
        <w:ind w:left="-2326" w:hanging="284"/>
      </w:pPr>
      <w:rPr>
        <w:rFonts w:hint="default"/>
      </w:rPr>
    </w:lvl>
    <w:lvl w:ilvl="7" w:tplc="B1A45A56">
      <w:start w:val="1"/>
      <w:numFmt w:val="bullet"/>
      <w:lvlText w:val="•"/>
      <w:lvlJc w:val="left"/>
      <w:pPr>
        <w:ind w:left="-2941" w:hanging="284"/>
      </w:pPr>
      <w:rPr>
        <w:rFonts w:hint="default"/>
      </w:rPr>
    </w:lvl>
    <w:lvl w:ilvl="8" w:tplc="EE9A4C10">
      <w:start w:val="1"/>
      <w:numFmt w:val="bullet"/>
      <w:lvlText w:val="•"/>
      <w:lvlJc w:val="left"/>
      <w:pPr>
        <w:ind w:left="-3556" w:hanging="284"/>
      </w:pPr>
      <w:rPr>
        <w:rFonts w:hint="default"/>
      </w:rPr>
    </w:lvl>
  </w:abstractNum>
  <w:abstractNum w:abstractNumId="2">
    <w:nsid w:val="5E041477"/>
    <w:multiLevelType w:val="hybridMultilevel"/>
    <w:tmpl w:val="B9BABB52"/>
    <w:lvl w:ilvl="0" w:tplc="D5907280">
      <w:start w:val="1"/>
      <w:numFmt w:val="bullet"/>
      <w:lvlText w:val="•"/>
      <w:lvlJc w:val="left"/>
      <w:pPr>
        <w:ind w:left="678" w:hanging="284"/>
      </w:pPr>
      <w:rPr>
        <w:rFonts w:ascii="Century Gothic" w:eastAsia="Century Gothic" w:hAnsi="Century Gothic" w:hint="default"/>
        <w:color w:val="3C747F"/>
        <w:w w:val="78"/>
        <w:position w:val="-1"/>
        <w:sz w:val="30"/>
        <w:szCs w:val="30"/>
      </w:rPr>
    </w:lvl>
    <w:lvl w:ilvl="1" w:tplc="36CCAE26">
      <w:start w:val="1"/>
      <w:numFmt w:val="bullet"/>
      <w:lvlText w:val="•"/>
      <w:lvlJc w:val="left"/>
      <w:pPr>
        <w:ind w:left="748" w:hanging="284"/>
      </w:pPr>
      <w:rPr>
        <w:rFonts w:ascii="Century Gothic" w:eastAsia="Century Gothic" w:hAnsi="Century Gothic" w:hint="default"/>
        <w:color w:val="3C747F"/>
        <w:w w:val="78"/>
        <w:position w:val="-1"/>
        <w:sz w:val="30"/>
        <w:szCs w:val="30"/>
      </w:rPr>
    </w:lvl>
    <w:lvl w:ilvl="2" w:tplc="88EC3E3C">
      <w:start w:val="1"/>
      <w:numFmt w:val="bullet"/>
      <w:lvlText w:val="•"/>
      <w:lvlJc w:val="left"/>
      <w:pPr>
        <w:ind w:left="133" w:hanging="284"/>
      </w:pPr>
      <w:rPr>
        <w:rFonts w:hint="default"/>
      </w:rPr>
    </w:lvl>
    <w:lvl w:ilvl="3" w:tplc="14D47570">
      <w:start w:val="1"/>
      <w:numFmt w:val="bullet"/>
      <w:lvlText w:val="•"/>
      <w:lvlJc w:val="left"/>
      <w:pPr>
        <w:ind w:left="-482" w:hanging="284"/>
      </w:pPr>
      <w:rPr>
        <w:rFonts w:hint="default"/>
      </w:rPr>
    </w:lvl>
    <w:lvl w:ilvl="4" w:tplc="CEE825BC">
      <w:start w:val="1"/>
      <w:numFmt w:val="bullet"/>
      <w:lvlText w:val="•"/>
      <w:lvlJc w:val="left"/>
      <w:pPr>
        <w:ind w:left="-1097" w:hanging="284"/>
      </w:pPr>
      <w:rPr>
        <w:rFonts w:hint="default"/>
      </w:rPr>
    </w:lvl>
    <w:lvl w:ilvl="5" w:tplc="0FDE1DFC">
      <w:start w:val="1"/>
      <w:numFmt w:val="bullet"/>
      <w:lvlText w:val="•"/>
      <w:lvlJc w:val="left"/>
      <w:pPr>
        <w:ind w:left="-1712" w:hanging="284"/>
      </w:pPr>
      <w:rPr>
        <w:rFonts w:hint="default"/>
      </w:rPr>
    </w:lvl>
    <w:lvl w:ilvl="6" w:tplc="9B801DC0">
      <w:start w:val="1"/>
      <w:numFmt w:val="bullet"/>
      <w:lvlText w:val="•"/>
      <w:lvlJc w:val="left"/>
      <w:pPr>
        <w:ind w:left="-2326" w:hanging="284"/>
      </w:pPr>
      <w:rPr>
        <w:rFonts w:hint="default"/>
      </w:rPr>
    </w:lvl>
    <w:lvl w:ilvl="7" w:tplc="B1A45A56">
      <w:start w:val="1"/>
      <w:numFmt w:val="bullet"/>
      <w:lvlText w:val="•"/>
      <w:lvlJc w:val="left"/>
      <w:pPr>
        <w:ind w:left="-2941" w:hanging="284"/>
      </w:pPr>
      <w:rPr>
        <w:rFonts w:hint="default"/>
      </w:rPr>
    </w:lvl>
    <w:lvl w:ilvl="8" w:tplc="EE9A4C10">
      <w:start w:val="1"/>
      <w:numFmt w:val="bullet"/>
      <w:lvlText w:val="•"/>
      <w:lvlJc w:val="left"/>
      <w:pPr>
        <w:ind w:left="-3556" w:hanging="284"/>
      </w:pPr>
      <w:rPr>
        <w:rFonts w:hint="default"/>
      </w:rPr>
    </w:lvl>
  </w:abstractNum>
  <w:abstractNum w:abstractNumId="3">
    <w:nsid w:val="602A710A"/>
    <w:multiLevelType w:val="hybridMultilevel"/>
    <w:tmpl w:val="D4ECE060"/>
    <w:lvl w:ilvl="0" w:tplc="7CA06540">
      <w:start w:val="1"/>
      <w:numFmt w:val="bullet"/>
      <w:lvlText w:val="•"/>
      <w:lvlJc w:val="left"/>
      <w:pPr>
        <w:ind w:left="544" w:hanging="284"/>
      </w:pPr>
      <w:rPr>
        <w:rFonts w:ascii="Century Gothic" w:eastAsia="Century Gothic" w:hAnsi="Century Gothic" w:hint="default"/>
        <w:color w:val="3C747F"/>
        <w:w w:val="78"/>
        <w:position w:val="-1"/>
        <w:sz w:val="30"/>
        <w:szCs w:val="30"/>
      </w:rPr>
    </w:lvl>
    <w:lvl w:ilvl="1" w:tplc="E372401E">
      <w:start w:val="1"/>
      <w:numFmt w:val="bullet"/>
      <w:lvlText w:val="•"/>
      <w:lvlJc w:val="left"/>
      <w:pPr>
        <w:ind w:left="852" w:hanging="284"/>
      </w:pPr>
      <w:rPr>
        <w:rFonts w:hint="default"/>
      </w:rPr>
    </w:lvl>
    <w:lvl w:ilvl="2" w:tplc="1DE2F2DE">
      <w:start w:val="1"/>
      <w:numFmt w:val="bullet"/>
      <w:lvlText w:val="•"/>
      <w:lvlJc w:val="left"/>
      <w:pPr>
        <w:ind w:left="1161" w:hanging="284"/>
      </w:pPr>
      <w:rPr>
        <w:rFonts w:hint="default"/>
      </w:rPr>
    </w:lvl>
    <w:lvl w:ilvl="3" w:tplc="C8A61A9C">
      <w:start w:val="1"/>
      <w:numFmt w:val="bullet"/>
      <w:lvlText w:val="•"/>
      <w:lvlJc w:val="left"/>
      <w:pPr>
        <w:ind w:left="1469" w:hanging="284"/>
      </w:pPr>
      <w:rPr>
        <w:rFonts w:hint="default"/>
      </w:rPr>
    </w:lvl>
    <w:lvl w:ilvl="4" w:tplc="414C8E84">
      <w:start w:val="1"/>
      <w:numFmt w:val="bullet"/>
      <w:lvlText w:val="•"/>
      <w:lvlJc w:val="left"/>
      <w:pPr>
        <w:ind w:left="1777" w:hanging="284"/>
      </w:pPr>
      <w:rPr>
        <w:rFonts w:hint="default"/>
      </w:rPr>
    </w:lvl>
    <w:lvl w:ilvl="5" w:tplc="C8B6A7EE">
      <w:start w:val="1"/>
      <w:numFmt w:val="bullet"/>
      <w:lvlText w:val="•"/>
      <w:lvlJc w:val="left"/>
      <w:pPr>
        <w:ind w:left="2086" w:hanging="284"/>
      </w:pPr>
      <w:rPr>
        <w:rFonts w:hint="default"/>
      </w:rPr>
    </w:lvl>
    <w:lvl w:ilvl="6" w:tplc="CA326E66">
      <w:start w:val="1"/>
      <w:numFmt w:val="bullet"/>
      <w:lvlText w:val="•"/>
      <w:lvlJc w:val="left"/>
      <w:pPr>
        <w:ind w:left="2394" w:hanging="284"/>
      </w:pPr>
      <w:rPr>
        <w:rFonts w:hint="default"/>
      </w:rPr>
    </w:lvl>
    <w:lvl w:ilvl="7" w:tplc="97BC9438">
      <w:start w:val="1"/>
      <w:numFmt w:val="bullet"/>
      <w:lvlText w:val="•"/>
      <w:lvlJc w:val="left"/>
      <w:pPr>
        <w:ind w:left="2702" w:hanging="284"/>
      </w:pPr>
      <w:rPr>
        <w:rFonts w:hint="default"/>
      </w:rPr>
    </w:lvl>
    <w:lvl w:ilvl="8" w:tplc="C0982A2C">
      <w:start w:val="1"/>
      <w:numFmt w:val="bullet"/>
      <w:lvlText w:val="•"/>
      <w:lvlJc w:val="left"/>
      <w:pPr>
        <w:ind w:left="3010" w:hanging="284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5D5"/>
    <w:rsid w:val="0001785F"/>
    <w:rsid w:val="00033158"/>
    <w:rsid w:val="00042A79"/>
    <w:rsid w:val="0016325B"/>
    <w:rsid w:val="001F08B4"/>
    <w:rsid w:val="00224BB2"/>
    <w:rsid w:val="002F688C"/>
    <w:rsid w:val="003609C3"/>
    <w:rsid w:val="0040233F"/>
    <w:rsid w:val="00407E2A"/>
    <w:rsid w:val="005A7D38"/>
    <w:rsid w:val="00620629"/>
    <w:rsid w:val="00673D47"/>
    <w:rsid w:val="006F4DA7"/>
    <w:rsid w:val="0071448F"/>
    <w:rsid w:val="00807B11"/>
    <w:rsid w:val="008C490D"/>
    <w:rsid w:val="008D082B"/>
    <w:rsid w:val="009020CA"/>
    <w:rsid w:val="009D1A39"/>
    <w:rsid w:val="00A83CAE"/>
    <w:rsid w:val="00AB098B"/>
    <w:rsid w:val="00AD25D5"/>
    <w:rsid w:val="00BB7010"/>
    <w:rsid w:val="00BD50CB"/>
    <w:rsid w:val="00C863CF"/>
    <w:rsid w:val="00CE2112"/>
    <w:rsid w:val="00D045E9"/>
    <w:rsid w:val="00D95CD8"/>
    <w:rsid w:val="00EA2794"/>
    <w:rsid w:val="00FA1352"/>
    <w:rsid w:val="00FF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3" w:hanging="1"/>
      <w:outlineLvl w:val="0"/>
    </w:pPr>
    <w:rPr>
      <w:rFonts w:ascii="Calibri" w:eastAsia="Calibri" w:hAnsi="Calibri"/>
      <w:b/>
      <w:bCs/>
      <w:sz w:val="45"/>
      <w:szCs w:val="45"/>
    </w:rPr>
  </w:style>
  <w:style w:type="paragraph" w:styleId="Heading2">
    <w:name w:val="heading 2"/>
    <w:basedOn w:val="Normal"/>
    <w:uiPriority w:val="1"/>
    <w:qFormat/>
    <w:pPr>
      <w:spacing w:before="44"/>
      <w:ind w:left="1813" w:hanging="909"/>
      <w:outlineLvl w:val="1"/>
    </w:pPr>
    <w:rPr>
      <w:rFonts w:ascii="Calibri" w:eastAsia="Calibri" w:hAnsi="Calibri"/>
      <w:b/>
      <w:bCs/>
      <w:sz w:val="30"/>
      <w:szCs w:val="30"/>
    </w:rPr>
  </w:style>
  <w:style w:type="paragraph" w:styleId="Heading3">
    <w:name w:val="heading 3"/>
    <w:basedOn w:val="Normal"/>
    <w:uiPriority w:val="1"/>
    <w:qFormat/>
    <w:pPr>
      <w:ind w:left="262"/>
      <w:outlineLvl w:val="2"/>
    </w:pPr>
    <w:rPr>
      <w:rFonts w:ascii="Calibri" w:eastAsia="Calibri" w:hAnsi="Calibri"/>
      <w:b/>
      <w:bCs/>
      <w:sz w:val="29"/>
      <w:szCs w:val="29"/>
    </w:rPr>
  </w:style>
  <w:style w:type="paragraph" w:styleId="Heading4">
    <w:name w:val="heading 4"/>
    <w:basedOn w:val="Normal"/>
    <w:uiPriority w:val="1"/>
    <w:qFormat/>
    <w:pPr>
      <w:ind w:left="201"/>
      <w:outlineLvl w:val="3"/>
    </w:pPr>
    <w:rPr>
      <w:rFonts w:ascii="Calibri" w:eastAsia="Calibri" w:hAnsi="Calibr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78"/>
    </w:pPr>
    <w:rPr>
      <w:rFonts w:ascii="Century Gothic" w:eastAsia="Century Gothic" w:hAnsi="Century Gothic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D95C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C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3" w:hanging="1"/>
      <w:outlineLvl w:val="0"/>
    </w:pPr>
    <w:rPr>
      <w:rFonts w:ascii="Calibri" w:eastAsia="Calibri" w:hAnsi="Calibri"/>
      <w:b/>
      <w:bCs/>
      <w:sz w:val="45"/>
      <w:szCs w:val="45"/>
    </w:rPr>
  </w:style>
  <w:style w:type="paragraph" w:styleId="Heading2">
    <w:name w:val="heading 2"/>
    <w:basedOn w:val="Normal"/>
    <w:uiPriority w:val="1"/>
    <w:qFormat/>
    <w:pPr>
      <w:spacing w:before="44"/>
      <w:ind w:left="1813" w:hanging="909"/>
      <w:outlineLvl w:val="1"/>
    </w:pPr>
    <w:rPr>
      <w:rFonts w:ascii="Calibri" w:eastAsia="Calibri" w:hAnsi="Calibri"/>
      <w:b/>
      <w:bCs/>
      <w:sz w:val="30"/>
      <w:szCs w:val="30"/>
    </w:rPr>
  </w:style>
  <w:style w:type="paragraph" w:styleId="Heading3">
    <w:name w:val="heading 3"/>
    <w:basedOn w:val="Normal"/>
    <w:uiPriority w:val="1"/>
    <w:qFormat/>
    <w:pPr>
      <w:ind w:left="262"/>
      <w:outlineLvl w:val="2"/>
    </w:pPr>
    <w:rPr>
      <w:rFonts w:ascii="Calibri" w:eastAsia="Calibri" w:hAnsi="Calibri"/>
      <w:b/>
      <w:bCs/>
      <w:sz w:val="29"/>
      <w:szCs w:val="29"/>
    </w:rPr>
  </w:style>
  <w:style w:type="paragraph" w:styleId="Heading4">
    <w:name w:val="heading 4"/>
    <w:basedOn w:val="Normal"/>
    <w:uiPriority w:val="1"/>
    <w:qFormat/>
    <w:pPr>
      <w:ind w:left="201"/>
      <w:outlineLvl w:val="3"/>
    </w:pPr>
    <w:rPr>
      <w:rFonts w:ascii="Calibri" w:eastAsia="Calibri" w:hAnsi="Calibr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78"/>
    </w:pPr>
    <w:rPr>
      <w:rFonts w:ascii="Century Gothic" w:eastAsia="Century Gothic" w:hAnsi="Century Gothic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D95C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C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spatial@pmc.gov.a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nzlic.gov.a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28C9EFE.dotm</Template>
  <TotalTime>0</TotalTime>
  <Pages>1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the Prime Minister and Cabinet</Company>
  <LinksUpToDate>false</LinksUpToDate>
  <CharactersWithSpaces>3695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Beaumaris, Ann</dc:creator>
  <cp:lastModifiedBy>Beaumaris Ann</cp:lastModifiedBy>
  <cp:revision>2</cp:revision>
  <cp:lastPrinted>2016-08-10T05:52:00Z</cp:lastPrinted>
  <dcterms:created xsi:type="dcterms:W3CDTF">2016-08-10T05:53:00Z</dcterms:created>
  <dcterms:modified xsi:type="dcterms:W3CDTF">2016-08-10T05:53:00Z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2016-08-04T00:00:00Z</vt:filetime>
  </property>
  <property fmtid="{D5CDD505-2E9C-101B-9397-08002B2CF9AE}" pid="3" name="LastSaved">
    <vt:filetime>2016-08-09T00:00:00Z</vt:filetime>
  </property>
</Properties>
</file>